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8E2" w:rsidRDefault="00EC28E2" w:rsidP="00A95556">
      <w:pPr>
        <w:spacing w:line="360" w:lineRule="auto"/>
      </w:pPr>
      <w:r>
        <w:t>Povijesni izvor</w:t>
      </w:r>
    </w:p>
    <w:p w:rsidR="00EC28E2" w:rsidRDefault="00EC28E2" w:rsidP="00A95556">
      <w:pPr>
        <w:spacing w:line="360" w:lineRule="auto"/>
      </w:pPr>
      <w:r>
        <w:t>Ratna propaganda</w:t>
      </w:r>
    </w:p>
    <w:p w:rsidR="00EC28E2" w:rsidRDefault="00EC28E2" w:rsidP="00A95556">
      <w:pPr>
        <w:spacing w:line="360" w:lineRule="auto"/>
      </w:pPr>
    </w:p>
    <w:p w:rsidR="00EC28E2" w:rsidRDefault="00EC28E2" w:rsidP="00A95556">
      <w:pPr>
        <w:spacing w:line="360" w:lineRule="auto"/>
      </w:pPr>
      <w:r>
        <w:t>Kako je ratna propaganda djelovala na građane, opisuje austrijski pisac Stefan Zweig:“Gotovo svi pjesnici (…) bili su uvjereni da kao bardi u pragermanska vremena svojim pjesmama (…) potiču borce da oduševljeno jurišaju u smrt. Pljuštale su pjesme u kojima su se rimovali „rat“ i „pobjeda“, „nužda“ i „smrt“. Književnici su se zaklinjali da više nikada neće uspostaviti kulturno zajedništvo s nekim Francuzom ili Englezom (…) Još gore su se ponijeli znanstvenici. Filozofi su odjednom, u nedostatku pametnijih ideja, proglasili rat „čeličnom kupkom“ djelotvornom protiv slabljenja snaga nacije (…) Nisu zaostajali ni svećenici svih mogućih vjeroispovijesti; i oni su se uključili u jednoglasni poj: čovjeku se ponekad činilo da sluša hordu opsjednutih koja bijesni, a svi su ti ljudi bili oni čijem smo se razumu, čijoj smo se stvaralačkoj snazi, čijem smo se osobnom stajalištu divili još prije tjedan, još prije mjesec dana. Najpotresnije u tom ludilu bilo je to što je najveći dio tih ljudi bio iskren.“</w:t>
      </w:r>
    </w:p>
    <w:p w:rsidR="00EC28E2" w:rsidRDefault="00EC28E2" w:rsidP="00A95556">
      <w:pPr>
        <w:spacing w:line="360" w:lineRule="auto"/>
      </w:pPr>
    </w:p>
    <w:p w:rsidR="00EC28E2" w:rsidRDefault="00EC28E2" w:rsidP="00A95556">
      <w:pPr>
        <w:spacing w:line="360" w:lineRule="auto"/>
      </w:pPr>
      <w:r>
        <w:t xml:space="preserve">(Stefan Zweig, </w:t>
      </w:r>
      <w:r>
        <w:rPr>
          <w:i/>
        </w:rPr>
        <w:t xml:space="preserve">Jučerašnji svijet, </w:t>
      </w:r>
      <w:r>
        <w:t>Zagreb, 1999.)</w:t>
      </w:r>
    </w:p>
    <w:p w:rsidR="00EC28E2" w:rsidRDefault="00EC28E2" w:rsidP="00A95556">
      <w:pPr>
        <w:spacing w:line="360" w:lineRule="auto"/>
      </w:pPr>
    </w:p>
    <w:p w:rsidR="00EC28E2" w:rsidRDefault="00EC28E2" w:rsidP="00A95556">
      <w:pPr>
        <w:spacing w:line="360" w:lineRule="auto"/>
      </w:pPr>
      <w:r>
        <w:t>Pitanja za raspravu:</w:t>
      </w:r>
    </w:p>
    <w:p w:rsidR="00EC28E2" w:rsidRDefault="00EC28E2" w:rsidP="00A95556">
      <w:pPr>
        <w:spacing w:line="360" w:lineRule="auto"/>
      </w:pPr>
      <w:r>
        <w:t>1.</w:t>
      </w:r>
    </w:p>
    <w:p w:rsidR="00EC28E2" w:rsidRDefault="00EC28E2" w:rsidP="00A95556">
      <w:pPr>
        <w:spacing w:line="360" w:lineRule="auto"/>
      </w:pPr>
      <w:r>
        <w:t>2.</w:t>
      </w:r>
    </w:p>
    <w:p w:rsidR="00EC28E2" w:rsidRPr="00A95556" w:rsidRDefault="00EC28E2" w:rsidP="00A95556">
      <w:pPr>
        <w:spacing w:line="360" w:lineRule="auto"/>
      </w:pPr>
      <w:r>
        <w:t xml:space="preserve">3. </w:t>
      </w:r>
    </w:p>
    <w:sectPr w:rsidR="00EC28E2" w:rsidRPr="00A95556" w:rsidSect="008C3A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556"/>
    <w:rsid w:val="00461118"/>
    <w:rsid w:val="005D1520"/>
    <w:rsid w:val="0062124F"/>
    <w:rsid w:val="006B615F"/>
    <w:rsid w:val="006C6715"/>
    <w:rsid w:val="0077301F"/>
    <w:rsid w:val="008C3A22"/>
    <w:rsid w:val="00A95556"/>
    <w:rsid w:val="00B63493"/>
    <w:rsid w:val="00EC2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A22"/>
    <w:rPr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167</Words>
  <Characters>956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1</dc:creator>
  <cp:keywords/>
  <dc:description/>
  <cp:lastModifiedBy>mmarinovic</cp:lastModifiedBy>
  <cp:revision>2</cp:revision>
  <cp:lastPrinted>2013-01-07T08:30:00Z</cp:lastPrinted>
  <dcterms:created xsi:type="dcterms:W3CDTF">2012-01-11T13:11:00Z</dcterms:created>
  <dcterms:modified xsi:type="dcterms:W3CDTF">2013-01-07T08:31:00Z</dcterms:modified>
</cp:coreProperties>
</file>