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8F" w:rsidRDefault="00747FBB" w:rsidP="00502EF8">
      <w:pPr>
        <w:jc w:val="both"/>
      </w:pPr>
      <w:r>
        <w:rPr>
          <w:noProof/>
          <w:lang w:eastAsia="hr-HR"/>
        </w:rPr>
        <w:drawing>
          <wp:inline distT="0" distB="0" distL="0" distR="0">
            <wp:extent cx="1225296" cy="1103376"/>
            <wp:effectExtent l="0" t="0" r="0" b="0"/>
            <wp:docPr id="1" name="Slika 1" descr="C:\Users\Tominac\AppData\Local\Microsoft\Windows\Temporary Internet Files\Content.IE5\UI13UH4I\MM900283696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minac\AppData\Local\Microsoft\Windows\Temporary Internet Files\Content.IE5\UI13UH4I\MM900283696[1].gif"/>
                    <pic:cNvPicPr>
                      <a:picLocks noChangeAspect="1" noChangeArrowheads="1" noCrop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221" cy="11042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FBB" w:rsidRPr="0069382A" w:rsidRDefault="00747FBB" w:rsidP="004B0D59">
      <w:pPr>
        <w:rPr>
          <w:b/>
          <w:sz w:val="36"/>
          <w:szCs w:val="36"/>
        </w:rPr>
      </w:pPr>
      <w:r w:rsidRPr="0069382A">
        <w:rPr>
          <w:b/>
          <w:sz w:val="36"/>
          <w:szCs w:val="36"/>
        </w:rPr>
        <w:t>SKUPINA 1.</w:t>
      </w:r>
    </w:p>
    <w:p w:rsidR="00747FBB" w:rsidRDefault="00747FBB"/>
    <w:p w:rsidR="00747FBB" w:rsidRDefault="00747FBB" w:rsidP="00747FBB">
      <w:pPr>
        <w:jc w:val="center"/>
        <w:rPr>
          <w:sz w:val="28"/>
          <w:szCs w:val="28"/>
        </w:rPr>
      </w:pPr>
      <w:r>
        <w:rPr>
          <w:sz w:val="28"/>
          <w:szCs w:val="28"/>
        </w:rPr>
        <w:t>POGODI TKO SAM</w:t>
      </w:r>
      <w:r w:rsidR="004B0D59">
        <w:rPr>
          <w:sz w:val="28"/>
          <w:szCs w:val="28"/>
        </w:rPr>
        <w:t xml:space="preserve"> ?</w:t>
      </w:r>
    </w:p>
    <w:p w:rsidR="00747FBB" w:rsidRDefault="00747FBB" w:rsidP="00747FBB">
      <w:pPr>
        <w:rPr>
          <w:sz w:val="28"/>
          <w:szCs w:val="28"/>
        </w:rPr>
      </w:pPr>
      <w:r>
        <w:rPr>
          <w:sz w:val="28"/>
          <w:szCs w:val="28"/>
        </w:rPr>
        <w:t>Pokus:Identifikacija dobivenog uzorka</w:t>
      </w:r>
    </w:p>
    <w:p w:rsidR="007A528F" w:rsidRDefault="007A528F" w:rsidP="00747FBB">
      <w:pPr>
        <w:rPr>
          <w:sz w:val="28"/>
          <w:szCs w:val="28"/>
        </w:rPr>
      </w:pPr>
    </w:p>
    <w:p w:rsidR="004B0D59" w:rsidRDefault="00747FBB" w:rsidP="00747FBB">
      <w:r>
        <w:rPr>
          <w:sz w:val="28"/>
          <w:szCs w:val="28"/>
        </w:rPr>
        <w:t>Pribor i kemikalije:</w:t>
      </w:r>
      <w:r w:rsidR="00C314C5">
        <w:rPr>
          <w:sz w:val="28"/>
          <w:szCs w:val="28"/>
        </w:rPr>
        <w:t xml:space="preserve"> </w:t>
      </w:r>
      <w:r w:rsidRPr="00502EF8">
        <w:t>uzorak</w:t>
      </w:r>
      <w:r w:rsidR="00D66557">
        <w:t xml:space="preserve"> elementarne</w:t>
      </w:r>
      <w:r w:rsidRPr="00502EF8">
        <w:t xml:space="preserve"> tvari</w:t>
      </w:r>
      <w:r w:rsidR="00D66557">
        <w:t xml:space="preserve"> koja pripada 2. skupini</w:t>
      </w:r>
      <w:r w:rsidR="00BA2095">
        <w:t xml:space="preserve"> i 3. periodi</w:t>
      </w:r>
      <w:r w:rsidR="00D66557">
        <w:t xml:space="preserve"> PSE</w:t>
      </w:r>
      <w:r w:rsidRPr="00502EF8">
        <w:t>,</w:t>
      </w:r>
      <w:r w:rsidR="00A24166">
        <w:t xml:space="preserve"> </w:t>
      </w:r>
      <w:r w:rsidRPr="00502EF8">
        <w:t xml:space="preserve">destilirana </w:t>
      </w:r>
      <w:r w:rsidR="00BA2095">
        <w:tab/>
      </w:r>
      <w:r w:rsidR="00BA2095">
        <w:tab/>
      </w:r>
      <w:r w:rsidR="00BA2095">
        <w:tab/>
      </w:r>
      <w:r w:rsidRPr="00502EF8">
        <w:t>voda,</w:t>
      </w:r>
      <w:r w:rsidR="00C314C5">
        <w:t xml:space="preserve"> </w:t>
      </w:r>
      <w:r w:rsidRPr="00502EF8">
        <w:t>fenolftalein,</w:t>
      </w:r>
      <w:r w:rsidR="00C314C5">
        <w:t xml:space="preserve"> </w:t>
      </w:r>
      <w:r w:rsidRPr="00502EF8">
        <w:t>brusni papir,</w:t>
      </w:r>
      <w:r w:rsidR="00C314C5">
        <w:t xml:space="preserve"> </w:t>
      </w:r>
      <w:r w:rsidRPr="00502EF8">
        <w:t>bočica od</w:t>
      </w:r>
      <w:r w:rsidR="002C4B12">
        <w:t xml:space="preserve"> tamnog stakla,</w:t>
      </w:r>
      <w:r w:rsidR="00C314C5">
        <w:t xml:space="preserve"> </w:t>
      </w:r>
      <w:r w:rsidR="002C4B12">
        <w:t>satno staklo,</w:t>
      </w:r>
      <w:r w:rsidR="004B0D59" w:rsidRPr="00502EF8">
        <w:tab/>
      </w:r>
      <w:r w:rsidR="004B0D59" w:rsidRPr="00502EF8">
        <w:tab/>
      </w:r>
      <w:r w:rsidR="004B0D59" w:rsidRPr="00502EF8">
        <w:tab/>
      </w:r>
      <w:r w:rsidR="004B0D59" w:rsidRPr="00502EF8">
        <w:tab/>
        <w:t>Co staklo, žličica,</w:t>
      </w:r>
      <w:r w:rsidR="00C314C5">
        <w:t xml:space="preserve"> </w:t>
      </w:r>
      <w:r w:rsidR="004B0D59" w:rsidRPr="00502EF8">
        <w:t>žigic</w:t>
      </w:r>
      <w:r w:rsidR="002C4B12">
        <w:t>e,</w:t>
      </w:r>
      <w:r w:rsidR="00C314C5">
        <w:t xml:space="preserve"> </w:t>
      </w:r>
      <w:r w:rsidR="002C4B12">
        <w:t>pinceta,</w:t>
      </w:r>
      <w:r w:rsidR="00C314C5">
        <w:t xml:space="preserve"> </w:t>
      </w:r>
      <w:r w:rsidR="002C4B12">
        <w:t>epruveta,</w:t>
      </w:r>
      <w:r w:rsidR="00C314C5">
        <w:t xml:space="preserve"> </w:t>
      </w:r>
      <w:r w:rsidR="002C4B12">
        <w:t xml:space="preserve">stalak za epruvete </w:t>
      </w:r>
      <w:r w:rsidR="002C4B12">
        <w:tab/>
      </w:r>
      <w:r w:rsidR="002C4B12">
        <w:tab/>
      </w:r>
    </w:p>
    <w:p w:rsidR="007A528F" w:rsidRDefault="007A528F" w:rsidP="00747FBB"/>
    <w:p w:rsidR="00BD47A6" w:rsidRDefault="004B0D59" w:rsidP="00747FBB">
      <w:r w:rsidRPr="004B0D59">
        <w:rPr>
          <w:sz w:val="28"/>
          <w:szCs w:val="28"/>
        </w:rPr>
        <w:t>Opis pokusa</w:t>
      </w:r>
      <w:r w:rsidR="00A24166">
        <w:rPr>
          <w:sz w:val="28"/>
          <w:szCs w:val="28"/>
        </w:rPr>
        <w:t>:</w:t>
      </w:r>
      <w:r w:rsidRPr="004B0D59">
        <w:t>Dobiveni u</w:t>
      </w:r>
      <w:r>
        <w:t>zorak čvrste tvari dobro očisti brusnim papirom.</w:t>
      </w:r>
      <w:r w:rsidR="00C314C5">
        <w:t xml:space="preserve"> </w:t>
      </w:r>
      <w:r w:rsidR="00BD47A6">
        <w:t xml:space="preserve">Držeći ga pincetom zapali </w:t>
      </w:r>
      <w:r w:rsidR="006F2C90">
        <w:tab/>
      </w:r>
      <w:r w:rsidR="006F2C90">
        <w:tab/>
        <w:t xml:space="preserve">ga i ubaci u bočicu od </w:t>
      </w:r>
      <w:r w:rsidR="00BD47A6">
        <w:t>tamnog stakla.</w:t>
      </w:r>
      <w:r w:rsidR="00A24166">
        <w:t xml:space="preserve"> </w:t>
      </w:r>
      <w:r w:rsidR="00BD47A6">
        <w:t>OPREZ uzorak gori sv</w:t>
      </w:r>
      <w:r w:rsidR="00C314C5">
        <w:t>Ijetl</w:t>
      </w:r>
      <w:r w:rsidR="006F2C90">
        <w:t xml:space="preserve">im </w:t>
      </w:r>
      <w:r w:rsidR="00BD47A6">
        <w:t xml:space="preserve">blještavim </w:t>
      </w:r>
      <w:r w:rsidR="006F2C90">
        <w:tab/>
      </w:r>
      <w:r w:rsidR="006F2C90">
        <w:tab/>
      </w:r>
      <w:r w:rsidR="006F2C90">
        <w:tab/>
      </w:r>
      <w:r w:rsidR="00BD47A6">
        <w:t>plamenom,ne gledati</w:t>
      </w:r>
      <w:r w:rsidR="006F2C90">
        <w:t xml:space="preserve"> direktno</w:t>
      </w:r>
      <w:r w:rsidR="00BD47A6">
        <w:t xml:space="preserve"> u pla</w:t>
      </w:r>
      <w:r w:rsidR="006F2C90">
        <w:t>men</w:t>
      </w:r>
      <w:r w:rsidR="002C4B12">
        <w:t>,</w:t>
      </w:r>
      <w:r w:rsidR="00C314C5">
        <w:t xml:space="preserve"> </w:t>
      </w:r>
      <w:r w:rsidR="002C4B12">
        <w:t>a možeš</w:t>
      </w:r>
      <w:r w:rsidR="00BD47A6">
        <w:t xml:space="preserve"> uzorak zapaliti iza Co stakla.</w:t>
      </w:r>
      <w:r w:rsidR="00A24166">
        <w:t xml:space="preserve"> </w:t>
      </w:r>
      <w:r w:rsidR="006F2C90">
        <w:tab/>
      </w:r>
      <w:r w:rsidR="006F2C90">
        <w:tab/>
      </w:r>
      <w:r w:rsidR="006F2C90">
        <w:tab/>
        <w:t xml:space="preserve">Tvar koju si dobio stavi na </w:t>
      </w:r>
      <w:r w:rsidR="00BD47A6">
        <w:t>satno staklo,opiši je te pretresi u epruvetu.</w:t>
      </w:r>
      <w:r w:rsidR="00A24166">
        <w:t xml:space="preserve"> </w:t>
      </w:r>
      <w:r w:rsidR="00BD47A6">
        <w:t xml:space="preserve">Dodaj 2-3 ml </w:t>
      </w:r>
      <w:r w:rsidR="006F2C90">
        <w:tab/>
      </w:r>
      <w:r w:rsidR="006F2C90">
        <w:tab/>
        <w:t xml:space="preserve">destilirane vode i nekoliko </w:t>
      </w:r>
      <w:r w:rsidR="00BD47A6">
        <w:t>kapi fenolftaleina.</w:t>
      </w:r>
      <w:r w:rsidR="00A24166">
        <w:t xml:space="preserve"> </w:t>
      </w:r>
      <w:r w:rsidR="007A528F">
        <w:t xml:space="preserve">Objasni promjene tvari i sve ih </w:t>
      </w:r>
      <w:r w:rsidR="006F2C90">
        <w:tab/>
      </w:r>
      <w:r w:rsidR="006F2C90">
        <w:tab/>
      </w:r>
      <w:r w:rsidR="006F2C90">
        <w:tab/>
      </w:r>
      <w:r w:rsidR="007A528F">
        <w:t>potkrijep</w:t>
      </w:r>
      <w:r w:rsidR="00BA2095">
        <w:t>i kemijskim jednadžbama.</w:t>
      </w:r>
    </w:p>
    <w:p w:rsidR="00747FBB" w:rsidRDefault="004B0D59" w:rsidP="00747FBB">
      <w:pPr>
        <w:rPr>
          <w:sz w:val="28"/>
          <w:szCs w:val="28"/>
        </w:rPr>
      </w:pPr>
      <w:r w:rsidRPr="004B0D59">
        <w:tab/>
      </w:r>
      <w:r w:rsidRPr="004B0D59">
        <w:rPr>
          <w:sz w:val="28"/>
          <w:szCs w:val="28"/>
        </w:rPr>
        <w:tab/>
      </w:r>
      <w:r w:rsidRPr="004B0D59">
        <w:rPr>
          <w:sz w:val="28"/>
          <w:szCs w:val="28"/>
        </w:rPr>
        <w:tab/>
      </w:r>
      <w:r w:rsidR="00747FBB" w:rsidRPr="004B0D59">
        <w:rPr>
          <w:sz w:val="28"/>
          <w:szCs w:val="28"/>
        </w:rPr>
        <w:t xml:space="preserve"> </w:t>
      </w:r>
      <w:r w:rsidRPr="004B0D59">
        <w:rPr>
          <w:sz w:val="28"/>
          <w:szCs w:val="28"/>
        </w:rPr>
        <w:tab/>
      </w:r>
      <w:r w:rsidRPr="004B0D59">
        <w:rPr>
          <w:sz w:val="28"/>
          <w:szCs w:val="28"/>
        </w:rPr>
        <w:tab/>
      </w:r>
      <w:r w:rsidRPr="004B0D59">
        <w:rPr>
          <w:sz w:val="28"/>
          <w:szCs w:val="28"/>
        </w:rPr>
        <w:tab/>
      </w:r>
      <w:r w:rsidRPr="004B0D59">
        <w:rPr>
          <w:sz w:val="28"/>
          <w:szCs w:val="28"/>
        </w:rPr>
        <w:tab/>
      </w:r>
      <w:r w:rsidRPr="004B0D59">
        <w:rPr>
          <w:sz w:val="28"/>
          <w:szCs w:val="28"/>
        </w:rPr>
        <w:tab/>
      </w:r>
      <w:r w:rsidRPr="004B0D59">
        <w:rPr>
          <w:sz w:val="28"/>
          <w:szCs w:val="28"/>
        </w:rPr>
        <w:tab/>
      </w:r>
      <w:r w:rsidRPr="004B0D59">
        <w:rPr>
          <w:sz w:val="28"/>
          <w:szCs w:val="28"/>
        </w:rPr>
        <w:tab/>
      </w:r>
      <w:r w:rsidRPr="004B0D59">
        <w:rPr>
          <w:sz w:val="28"/>
          <w:szCs w:val="28"/>
        </w:rPr>
        <w:tab/>
      </w:r>
      <w:r w:rsidRPr="004B0D59">
        <w:rPr>
          <w:sz w:val="28"/>
          <w:szCs w:val="28"/>
        </w:rPr>
        <w:tab/>
      </w:r>
      <w:r w:rsidRPr="004B0D59">
        <w:rPr>
          <w:sz w:val="28"/>
          <w:szCs w:val="28"/>
        </w:rPr>
        <w:tab/>
        <w:t xml:space="preserve">  </w:t>
      </w:r>
      <w:r w:rsidR="00747FBB" w:rsidRPr="004B0D59">
        <w:rPr>
          <w:sz w:val="28"/>
          <w:szCs w:val="28"/>
        </w:rPr>
        <w:t xml:space="preserve">                     </w:t>
      </w:r>
      <w:r w:rsidR="00747FBB" w:rsidRPr="004B0D59">
        <w:rPr>
          <w:sz w:val="28"/>
          <w:szCs w:val="28"/>
        </w:rPr>
        <w:tab/>
      </w:r>
      <w:r w:rsidR="00747FBB" w:rsidRPr="004B0D59">
        <w:rPr>
          <w:sz w:val="28"/>
          <w:szCs w:val="28"/>
        </w:rPr>
        <w:tab/>
      </w:r>
      <w:r w:rsidR="00747FBB" w:rsidRPr="004B0D59">
        <w:rPr>
          <w:sz w:val="28"/>
          <w:szCs w:val="28"/>
        </w:rPr>
        <w:tab/>
      </w:r>
      <w:r w:rsidR="00747FBB" w:rsidRPr="004B0D59">
        <w:rPr>
          <w:sz w:val="28"/>
          <w:szCs w:val="28"/>
        </w:rPr>
        <w:tab/>
      </w:r>
      <w:r w:rsidR="007A528F">
        <w:rPr>
          <w:noProof/>
          <w:sz w:val="28"/>
          <w:szCs w:val="28"/>
          <w:lang w:eastAsia="hr-HR"/>
        </w:rPr>
        <w:drawing>
          <wp:inline distT="0" distB="0" distL="0" distR="0">
            <wp:extent cx="1627505" cy="1828800"/>
            <wp:effectExtent l="19050" t="0" r="0" b="0"/>
            <wp:docPr id="4" name="Slika 4" descr="C:\Users\Tominac\AppData\Local\Microsoft\Windows\Temporary Internet Files\Content.IE5\MG9SX5IF\MC90043441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ominac\AppData\Local\Microsoft\Windows\Temporary Internet Files\Content.IE5\MG9SX5IF\MC900434411[1]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28F" w:rsidRDefault="007A528F" w:rsidP="00747FBB">
      <w:pPr>
        <w:rPr>
          <w:sz w:val="28"/>
          <w:szCs w:val="28"/>
        </w:rPr>
      </w:pPr>
    </w:p>
    <w:p w:rsidR="007A528F" w:rsidRDefault="007A528F" w:rsidP="00747FBB">
      <w:pPr>
        <w:rPr>
          <w:sz w:val="28"/>
          <w:szCs w:val="28"/>
        </w:rPr>
      </w:pPr>
    </w:p>
    <w:p w:rsidR="007A528F" w:rsidRDefault="007A528F" w:rsidP="00747FBB">
      <w:pPr>
        <w:rPr>
          <w:sz w:val="28"/>
          <w:szCs w:val="28"/>
        </w:rPr>
      </w:pPr>
      <w:r>
        <w:rPr>
          <w:sz w:val="28"/>
          <w:szCs w:val="28"/>
        </w:rPr>
        <w:t>Dobi</w:t>
      </w:r>
      <w:r w:rsidR="006F2C90">
        <w:rPr>
          <w:sz w:val="28"/>
          <w:szCs w:val="28"/>
        </w:rPr>
        <w:t>veni uzorak je __________. Zašto si ga morao očistiti brusnim papirom?</w:t>
      </w:r>
    </w:p>
    <w:p w:rsidR="007A528F" w:rsidRDefault="007A528F" w:rsidP="00747FBB">
      <w:pPr>
        <w:rPr>
          <w:sz w:val="28"/>
          <w:szCs w:val="28"/>
        </w:rPr>
      </w:pPr>
    </w:p>
    <w:p w:rsidR="007A528F" w:rsidRPr="0069382A" w:rsidRDefault="007A528F" w:rsidP="00747FBB">
      <w:pPr>
        <w:rPr>
          <w:b/>
          <w:sz w:val="28"/>
          <w:szCs w:val="28"/>
        </w:rPr>
      </w:pPr>
      <w:r w:rsidRPr="0069382A">
        <w:rPr>
          <w:b/>
          <w:sz w:val="28"/>
          <w:szCs w:val="28"/>
        </w:rPr>
        <w:t>ZADATAK</w:t>
      </w:r>
    </w:p>
    <w:p w:rsidR="007A528F" w:rsidRDefault="007A528F" w:rsidP="00747FBB">
      <w:pPr>
        <w:rPr>
          <w:sz w:val="28"/>
          <w:szCs w:val="28"/>
        </w:rPr>
      </w:pPr>
    </w:p>
    <w:p w:rsidR="00C53CF4" w:rsidRDefault="007A528F" w:rsidP="001A119A">
      <w:pPr>
        <w:rPr>
          <w:sz w:val="28"/>
          <w:szCs w:val="28"/>
        </w:rPr>
      </w:pPr>
      <w:r>
        <w:rPr>
          <w:sz w:val="28"/>
          <w:szCs w:val="28"/>
        </w:rPr>
        <w:t>Magnezij kristalizira po tipu guste heksagonske slagaline.</w:t>
      </w:r>
      <w:r w:rsidR="00C314C5">
        <w:rPr>
          <w:sz w:val="28"/>
          <w:szCs w:val="28"/>
        </w:rPr>
        <w:t xml:space="preserve"> </w:t>
      </w:r>
      <w:r>
        <w:rPr>
          <w:sz w:val="28"/>
          <w:szCs w:val="28"/>
        </w:rPr>
        <w:t>Duljina stranice baze elementarne ćelije je a=</w:t>
      </w:r>
      <w:r w:rsidR="001A119A">
        <w:rPr>
          <w:sz w:val="28"/>
          <w:szCs w:val="28"/>
        </w:rPr>
        <w:t xml:space="preserve"> 320,3 pm.</w:t>
      </w:r>
      <w:r w:rsidR="00C314C5">
        <w:rPr>
          <w:sz w:val="28"/>
          <w:szCs w:val="28"/>
        </w:rPr>
        <w:t xml:space="preserve"> </w:t>
      </w:r>
      <w:r w:rsidR="001A119A">
        <w:rPr>
          <w:sz w:val="28"/>
          <w:szCs w:val="28"/>
        </w:rPr>
        <w:t>Izračunaj:a)radijus atoma magnezija</w:t>
      </w:r>
      <w:r w:rsidR="00D9544C">
        <w:rPr>
          <w:sz w:val="28"/>
          <w:szCs w:val="28"/>
        </w:rPr>
        <w:tab/>
      </w:r>
      <w:r w:rsidR="00D9544C">
        <w:rPr>
          <w:sz w:val="28"/>
          <w:szCs w:val="28"/>
        </w:rPr>
        <w:tab/>
      </w:r>
      <w:r w:rsidR="00D9544C">
        <w:rPr>
          <w:sz w:val="28"/>
          <w:szCs w:val="28"/>
        </w:rPr>
        <w:tab/>
      </w:r>
      <w:r w:rsidR="00D9544C">
        <w:rPr>
          <w:sz w:val="28"/>
          <w:szCs w:val="28"/>
        </w:rPr>
        <w:tab/>
      </w:r>
      <w:r w:rsidR="00D9544C">
        <w:rPr>
          <w:sz w:val="28"/>
          <w:szCs w:val="28"/>
        </w:rPr>
        <w:tab/>
      </w:r>
      <w:r w:rsidR="00D9544C">
        <w:rPr>
          <w:sz w:val="28"/>
          <w:szCs w:val="28"/>
        </w:rPr>
        <w:tab/>
      </w:r>
      <w:r w:rsidR="00D9544C">
        <w:rPr>
          <w:sz w:val="28"/>
          <w:szCs w:val="28"/>
        </w:rPr>
        <w:tab/>
      </w:r>
      <w:r w:rsidR="00D9544C">
        <w:rPr>
          <w:sz w:val="28"/>
          <w:szCs w:val="28"/>
        </w:rPr>
        <w:tab/>
        <w:t>b)gustoću magnezija?</w:t>
      </w:r>
    </w:p>
    <w:p w:rsidR="00C53CF4" w:rsidRDefault="00C53CF4" w:rsidP="001A119A">
      <w:pPr>
        <w:rPr>
          <w:sz w:val="28"/>
          <w:szCs w:val="28"/>
        </w:rPr>
      </w:pPr>
    </w:p>
    <w:p w:rsidR="00C53CF4" w:rsidRDefault="00C53CF4" w:rsidP="001A119A">
      <w:pPr>
        <w:rPr>
          <w:sz w:val="28"/>
          <w:szCs w:val="28"/>
        </w:rPr>
      </w:pPr>
      <w:r>
        <w:rPr>
          <w:sz w:val="28"/>
          <w:szCs w:val="28"/>
        </w:rPr>
        <w:t>Broj atoma koji pripada heksagonskoj prizmi je____________, a broj atoma koji pripada jediničnoj ćeliji tzv. rompskoj prizmi je______________.</w:t>
      </w:r>
    </w:p>
    <w:p w:rsidR="00C53CF4" w:rsidRDefault="00C53CF4" w:rsidP="001A119A">
      <w:pPr>
        <w:rPr>
          <w:sz w:val="28"/>
          <w:szCs w:val="28"/>
        </w:rPr>
      </w:pPr>
      <w:r>
        <w:rPr>
          <w:sz w:val="28"/>
          <w:szCs w:val="28"/>
        </w:rPr>
        <w:t>Pojmovima  s desne strane pridruži slova ispred odgovarajućih pojmova s lijeve strane</w:t>
      </w:r>
    </w:p>
    <w:p w:rsidR="00C53CF4" w:rsidRDefault="0013387B" w:rsidP="001A119A">
      <w:pPr>
        <w:rPr>
          <w:sz w:val="28"/>
          <w:szCs w:val="28"/>
        </w:rPr>
      </w:pPr>
      <w:r>
        <w:rPr>
          <w:sz w:val="28"/>
          <w:szCs w:val="28"/>
        </w:rPr>
        <w:t>a)bakar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53CF4">
        <w:rPr>
          <w:sz w:val="28"/>
          <w:szCs w:val="28"/>
        </w:rPr>
        <w:t>1. najniže talište___________</w:t>
      </w:r>
    </w:p>
    <w:p w:rsidR="00C53CF4" w:rsidRDefault="0013387B" w:rsidP="001A119A">
      <w:pPr>
        <w:rPr>
          <w:sz w:val="28"/>
          <w:szCs w:val="28"/>
        </w:rPr>
      </w:pPr>
      <w:r>
        <w:rPr>
          <w:sz w:val="28"/>
          <w:szCs w:val="28"/>
        </w:rPr>
        <w:t>b)kalijev klorid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53CF4">
        <w:rPr>
          <w:sz w:val="28"/>
          <w:szCs w:val="28"/>
        </w:rPr>
        <w:t>2.dobro vodi struju u krutom stanju__________</w:t>
      </w:r>
    </w:p>
    <w:p w:rsidR="0013387B" w:rsidRDefault="0013387B" w:rsidP="001A119A">
      <w:pPr>
        <w:rPr>
          <w:sz w:val="28"/>
          <w:szCs w:val="28"/>
        </w:rPr>
      </w:pPr>
      <w:r>
        <w:rPr>
          <w:sz w:val="28"/>
          <w:szCs w:val="28"/>
        </w:rPr>
        <w:t>c)magnezijev oksid</w:t>
      </w:r>
      <w:r>
        <w:rPr>
          <w:sz w:val="28"/>
          <w:szCs w:val="28"/>
        </w:rPr>
        <w:tab/>
      </w:r>
      <w:r w:rsidR="00C53CF4">
        <w:rPr>
          <w:sz w:val="28"/>
          <w:szCs w:val="28"/>
        </w:rPr>
        <w:t>3.</w:t>
      </w:r>
      <w:r>
        <w:rPr>
          <w:sz w:val="28"/>
          <w:szCs w:val="28"/>
        </w:rPr>
        <w:t>vodi struju samo u rastaljenom stanju_______</w:t>
      </w:r>
    </w:p>
    <w:p w:rsidR="0013387B" w:rsidRDefault="0013387B" w:rsidP="001A119A">
      <w:pPr>
        <w:rPr>
          <w:sz w:val="28"/>
          <w:szCs w:val="28"/>
        </w:rPr>
      </w:pPr>
      <w:r>
        <w:rPr>
          <w:sz w:val="28"/>
          <w:szCs w:val="28"/>
        </w:rPr>
        <w:t>d)jod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4.dobro se otapa u nepolarnim otapalima_______</w:t>
      </w:r>
    </w:p>
    <w:p w:rsidR="0013387B" w:rsidRDefault="0013387B" w:rsidP="001A119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5.dobro se otapa u vodi_____________</w:t>
      </w:r>
    </w:p>
    <w:p w:rsidR="007A528F" w:rsidRDefault="0013387B" w:rsidP="001A119A">
      <w:pPr>
        <w:rPr>
          <w:sz w:val="28"/>
          <w:szCs w:val="28"/>
        </w:rPr>
      </w:pPr>
      <w:r>
        <w:rPr>
          <w:sz w:val="28"/>
          <w:szCs w:val="28"/>
        </w:rPr>
        <w:t>Navedene tvari razvrstaj u odgovarajuću vrstu kristala</w:t>
      </w:r>
      <w:r w:rsidR="000B4689">
        <w:rPr>
          <w:sz w:val="28"/>
          <w:szCs w:val="28"/>
        </w:rPr>
        <w:t xml:space="preserve"> ovisno o tome od kojih su </w:t>
      </w:r>
      <w:r>
        <w:rPr>
          <w:sz w:val="28"/>
          <w:szCs w:val="28"/>
        </w:rPr>
        <w:t>čestica građeni, te ih prikaži kemijskim pismom.</w:t>
      </w:r>
      <w:r w:rsidR="00C53CF4">
        <w:rPr>
          <w:sz w:val="28"/>
          <w:szCs w:val="28"/>
        </w:rPr>
        <w:tab/>
      </w:r>
      <w:r w:rsidR="00C53CF4">
        <w:rPr>
          <w:sz w:val="28"/>
          <w:szCs w:val="28"/>
        </w:rPr>
        <w:tab/>
      </w:r>
      <w:r w:rsidR="00C53CF4">
        <w:rPr>
          <w:sz w:val="28"/>
          <w:szCs w:val="28"/>
        </w:rPr>
        <w:tab/>
      </w:r>
      <w:r w:rsidR="00C53CF4">
        <w:rPr>
          <w:sz w:val="28"/>
          <w:szCs w:val="28"/>
        </w:rPr>
        <w:tab/>
      </w:r>
      <w:r w:rsidR="00C53CF4">
        <w:rPr>
          <w:sz w:val="28"/>
          <w:szCs w:val="28"/>
        </w:rPr>
        <w:tab/>
      </w:r>
      <w:r w:rsidR="00C53CF4">
        <w:rPr>
          <w:sz w:val="28"/>
          <w:szCs w:val="28"/>
        </w:rPr>
        <w:tab/>
      </w:r>
      <w:r w:rsidR="00C53CF4">
        <w:rPr>
          <w:sz w:val="28"/>
          <w:szCs w:val="28"/>
        </w:rPr>
        <w:tab/>
      </w:r>
      <w:r w:rsidR="00C53CF4">
        <w:rPr>
          <w:sz w:val="28"/>
          <w:szCs w:val="28"/>
        </w:rPr>
        <w:tab/>
      </w:r>
      <w:r w:rsidR="00C53CF4">
        <w:rPr>
          <w:sz w:val="28"/>
          <w:szCs w:val="28"/>
        </w:rPr>
        <w:tab/>
      </w:r>
      <w:r w:rsidR="00C53CF4">
        <w:rPr>
          <w:sz w:val="28"/>
          <w:szCs w:val="28"/>
        </w:rPr>
        <w:tab/>
      </w:r>
      <w:r>
        <w:rPr>
          <w:noProof/>
          <w:sz w:val="28"/>
          <w:szCs w:val="28"/>
          <w:lang w:eastAsia="hr-HR"/>
        </w:rPr>
        <w:drawing>
          <wp:inline distT="0" distB="0" distL="0" distR="0">
            <wp:extent cx="1993392" cy="2005584"/>
            <wp:effectExtent l="19050" t="0" r="6858" b="0"/>
            <wp:docPr id="2" name="Slika 1" descr="C:\Users\Tominac\AppData\Local\Microsoft\Windows\Temporary Internet Files\Content.IE5\UI13UH4I\MC90044202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minac\AppData\Local\Microsoft\Windows\Temporary Internet Files\Content.IE5\UI13UH4I\MC900442026[1]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971" cy="2007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CF4" w:rsidRDefault="00C53CF4" w:rsidP="001A119A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A119A" w:rsidRDefault="00C53CF4" w:rsidP="001A119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A119A" w:rsidRDefault="001A119A" w:rsidP="00747FBB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7138D3">
        <w:rPr>
          <w:noProof/>
          <w:sz w:val="28"/>
          <w:szCs w:val="28"/>
          <w:lang w:eastAsia="hr-HR"/>
        </w:rPr>
        <w:drawing>
          <wp:inline distT="0" distB="0" distL="0" distR="0">
            <wp:extent cx="1810385" cy="1487170"/>
            <wp:effectExtent l="19050" t="0" r="0" b="0"/>
            <wp:docPr id="21" name="Slika 6" descr="C:\Users\Tominac\AppData\Local\Microsoft\Windows\Temporary Internet Files\Content.IE5\YFMGH264\MC90025164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ominac\AppData\Local\Microsoft\Windows\Temporary Internet Files\Content.IE5\YFMGH264\MC900251645[1].wm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385" cy="1487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A119A" w:rsidRDefault="001A119A" w:rsidP="00747FBB">
      <w:pPr>
        <w:rPr>
          <w:sz w:val="28"/>
          <w:szCs w:val="28"/>
        </w:rPr>
      </w:pPr>
    </w:p>
    <w:p w:rsidR="00554F50" w:rsidRPr="0069382A" w:rsidRDefault="00554F50" w:rsidP="00554F50">
      <w:pPr>
        <w:rPr>
          <w:b/>
          <w:sz w:val="36"/>
          <w:szCs w:val="36"/>
        </w:rPr>
      </w:pPr>
      <w:r w:rsidRPr="0069382A">
        <w:rPr>
          <w:b/>
          <w:sz w:val="36"/>
          <w:szCs w:val="36"/>
        </w:rPr>
        <w:t>SKUPINA 2.</w:t>
      </w:r>
    </w:p>
    <w:p w:rsidR="00554F50" w:rsidRDefault="00554F50" w:rsidP="00554F50"/>
    <w:p w:rsidR="00554F50" w:rsidRDefault="00554F50" w:rsidP="00554F50">
      <w:pPr>
        <w:jc w:val="center"/>
        <w:rPr>
          <w:sz w:val="28"/>
          <w:szCs w:val="28"/>
        </w:rPr>
      </w:pPr>
      <w:r>
        <w:rPr>
          <w:sz w:val="28"/>
          <w:szCs w:val="28"/>
        </w:rPr>
        <w:t>POGODI TKO SAM ?</w:t>
      </w:r>
    </w:p>
    <w:p w:rsidR="00554F50" w:rsidRDefault="00554F50" w:rsidP="00554F50">
      <w:pPr>
        <w:rPr>
          <w:sz w:val="28"/>
          <w:szCs w:val="28"/>
        </w:rPr>
      </w:pPr>
      <w:r>
        <w:rPr>
          <w:sz w:val="28"/>
          <w:szCs w:val="28"/>
        </w:rPr>
        <w:t>Pokus:Identifikacija dobivenog uzorka</w:t>
      </w:r>
    </w:p>
    <w:p w:rsidR="00554F50" w:rsidRDefault="00554F50" w:rsidP="00554F50">
      <w:pPr>
        <w:rPr>
          <w:sz w:val="28"/>
          <w:szCs w:val="28"/>
        </w:rPr>
      </w:pPr>
    </w:p>
    <w:p w:rsidR="00554F50" w:rsidRDefault="00554F50" w:rsidP="00554F50">
      <w:r>
        <w:rPr>
          <w:sz w:val="28"/>
          <w:szCs w:val="28"/>
        </w:rPr>
        <w:t>Pribor i kemikalije:</w:t>
      </w:r>
      <w:r w:rsidR="006641EB" w:rsidRPr="006641EB">
        <w:t>otopina</w:t>
      </w:r>
      <w:r w:rsidR="006641EB">
        <w:rPr>
          <w:sz w:val="28"/>
          <w:szCs w:val="28"/>
        </w:rPr>
        <w:t xml:space="preserve"> </w:t>
      </w:r>
      <w:r w:rsidR="006641EB">
        <w:t>uzorka nekog ionskog spoja</w:t>
      </w:r>
      <w:r w:rsidR="006F2C90">
        <w:t xml:space="preserve"> koji sadrži kation 1. skupine</w:t>
      </w:r>
      <w:r w:rsidR="006641EB">
        <w:t xml:space="preserve">,otopina </w:t>
      </w:r>
      <w:r w:rsidR="006F2C90">
        <w:tab/>
      </w:r>
      <w:r w:rsidR="006F2C90">
        <w:tab/>
      </w:r>
      <w:r w:rsidR="006F2C90">
        <w:tab/>
      </w:r>
      <w:r w:rsidR="006641EB">
        <w:t>AgNO</w:t>
      </w:r>
      <w:r w:rsidR="006641EB" w:rsidRPr="001E4C51">
        <w:rPr>
          <w:vertAlign w:val="subscript"/>
        </w:rPr>
        <w:t>3</w:t>
      </w:r>
      <w:r w:rsidR="006F2C90">
        <w:t>,</w:t>
      </w:r>
      <w:r w:rsidR="00C314C5">
        <w:t xml:space="preserve"> </w:t>
      </w:r>
      <w:r w:rsidR="006F2C90">
        <w:t xml:space="preserve">platinska igla,plamenik, </w:t>
      </w:r>
      <w:r w:rsidR="006641EB">
        <w:t>žigice,epruveta,stalak za epruvete</w:t>
      </w:r>
    </w:p>
    <w:p w:rsidR="00554F50" w:rsidRDefault="00554F50" w:rsidP="00554F50"/>
    <w:p w:rsidR="001E4C51" w:rsidRDefault="00554F50" w:rsidP="00554F50">
      <w:r w:rsidRPr="004B0D59">
        <w:rPr>
          <w:sz w:val="28"/>
          <w:szCs w:val="28"/>
        </w:rPr>
        <w:t>Opis pokusa:</w:t>
      </w:r>
      <w:r w:rsidR="00A24166">
        <w:rPr>
          <w:sz w:val="28"/>
          <w:szCs w:val="28"/>
        </w:rPr>
        <w:t xml:space="preserve"> </w:t>
      </w:r>
      <w:r w:rsidR="00E80FB3" w:rsidRPr="00E80FB3">
        <w:t>Platinsku iglu</w:t>
      </w:r>
      <w:r w:rsidR="00E80FB3">
        <w:t xml:space="preserve"> ugrij u plamenu i uroni je u dobiveni uzorak, te ponovo prinesi </w:t>
      </w:r>
      <w:r w:rsidR="00E80FB3">
        <w:tab/>
      </w:r>
      <w:r w:rsidR="00E80FB3">
        <w:tab/>
      </w:r>
      <w:r w:rsidR="00E80FB3">
        <w:tab/>
        <w:t>plamenu.</w:t>
      </w:r>
      <w:r w:rsidR="00A24166">
        <w:t xml:space="preserve"> </w:t>
      </w:r>
      <w:r w:rsidR="00E80FB3">
        <w:t>Postupak ponovi nekoliko puta.</w:t>
      </w:r>
      <w:r w:rsidR="00C314C5">
        <w:t xml:space="preserve"> </w:t>
      </w:r>
      <w:r w:rsidR="00E80FB3">
        <w:t>Što opažaš?</w:t>
      </w:r>
      <w:r w:rsidR="00C314C5">
        <w:t xml:space="preserve"> </w:t>
      </w:r>
      <w:r w:rsidR="00E80FB3">
        <w:t xml:space="preserve">Ostatku uzorka u epruveti dodaj  </w:t>
      </w:r>
      <w:r w:rsidR="00E80FB3">
        <w:tab/>
      </w:r>
      <w:r w:rsidR="00E80FB3">
        <w:tab/>
        <w:t>nekoliko kapi otopine AgNO</w:t>
      </w:r>
      <w:r w:rsidR="00E80FB3" w:rsidRPr="001E4C51">
        <w:rPr>
          <w:vertAlign w:val="subscript"/>
        </w:rPr>
        <w:t>3</w:t>
      </w:r>
      <w:r w:rsidR="00E80FB3">
        <w:t xml:space="preserve">.Što opažaš?Na temelju promjena pokušaj identificirati </w:t>
      </w:r>
      <w:r w:rsidR="00E80FB3">
        <w:tab/>
      </w:r>
      <w:r w:rsidR="00E80FB3">
        <w:tab/>
        <w:t>kation</w:t>
      </w:r>
      <w:r w:rsidR="001E4C51">
        <w:t xml:space="preserve"> i anion koji grade ionski spoj, dobro topljiv u vodi.                                                  </w:t>
      </w:r>
      <w:r w:rsidR="001E4C51">
        <w:tab/>
      </w:r>
      <w:r w:rsidR="001E4C51">
        <w:tab/>
        <w:t>Kemijske promjene tvari potkrijepi jednadžbom kemijske reakcije.</w:t>
      </w:r>
    </w:p>
    <w:p w:rsidR="001E4C51" w:rsidRDefault="001E4C51" w:rsidP="00554F50">
      <w:r>
        <w:t xml:space="preserve">                                 </w:t>
      </w:r>
      <w:r w:rsidR="00E80FB3">
        <w:t xml:space="preserve">                                                                                  </w:t>
      </w:r>
      <w:r>
        <w:rPr>
          <w:noProof/>
          <w:lang w:eastAsia="hr-HR"/>
        </w:rPr>
        <w:drawing>
          <wp:inline distT="0" distB="0" distL="0" distR="0">
            <wp:extent cx="1207135" cy="1901825"/>
            <wp:effectExtent l="19050" t="0" r="0" b="0"/>
            <wp:docPr id="7" name="Slika 3" descr="C:\Users\Tominac\AppData\Local\Microsoft\Windows\Temporary Internet Files\Content.IE5\UI13UH4I\MC90043438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ominac\AppData\Local\Microsoft\Windows\Temporary Internet Files\Content.IE5\UI13UH4I\MC900434389[1].wm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35" cy="190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2EF8">
        <w:t xml:space="preserve">                                                   Kation je____________, anion je_____________.</w:t>
      </w:r>
      <w:r w:rsidR="00A24166">
        <w:t xml:space="preserve"> </w:t>
      </w:r>
      <w:r w:rsidR="00502EF8">
        <w:t>Oni tvore ionski spoj________________.                                               Lewisovom simbolikom i kemijskim jednadžbama prikaži nastajanje kemijske veze u tom ionskom spoju.</w:t>
      </w:r>
    </w:p>
    <w:p w:rsidR="00502EF8" w:rsidRDefault="007B6EE4" w:rsidP="00502EF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</w:p>
    <w:p w:rsidR="007B6EE4" w:rsidRPr="0069382A" w:rsidRDefault="007B6EE4" w:rsidP="00502EF8">
      <w:pPr>
        <w:rPr>
          <w:b/>
          <w:sz w:val="28"/>
          <w:szCs w:val="28"/>
        </w:rPr>
      </w:pPr>
      <w:r w:rsidRPr="0069382A">
        <w:rPr>
          <w:b/>
          <w:sz w:val="28"/>
          <w:szCs w:val="28"/>
        </w:rPr>
        <w:lastRenderedPageBreak/>
        <w:t>ZADATAK</w:t>
      </w:r>
    </w:p>
    <w:p w:rsidR="007B6EE4" w:rsidRDefault="00502EF8" w:rsidP="00502EF8">
      <w:pPr>
        <w:rPr>
          <w:sz w:val="28"/>
          <w:szCs w:val="28"/>
        </w:rPr>
      </w:pPr>
      <w:r>
        <w:rPr>
          <w:sz w:val="28"/>
          <w:szCs w:val="28"/>
        </w:rPr>
        <w:t xml:space="preserve">Natrijev klorid kristalizira po tipu plošno centrirane kubične slagaline(vidi </w:t>
      </w:r>
    </w:p>
    <w:p w:rsidR="007A528F" w:rsidRDefault="00502EF8" w:rsidP="00502EF8">
      <w:pPr>
        <w:rPr>
          <w:sz w:val="28"/>
          <w:szCs w:val="28"/>
        </w:rPr>
      </w:pPr>
      <w:r>
        <w:rPr>
          <w:sz w:val="28"/>
          <w:szCs w:val="28"/>
        </w:rPr>
        <w:t>model).</w:t>
      </w:r>
      <w:r w:rsidR="00A24166">
        <w:rPr>
          <w:sz w:val="28"/>
          <w:szCs w:val="28"/>
        </w:rPr>
        <w:t xml:space="preserve"> </w:t>
      </w:r>
      <w:r>
        <w:rPr>
          <w:sz w:val="28"/>
          <w:szCs w:val="28"/>
        </w:rPr>
        <w:t>Duljina brida jedinične ćelije iznosi 564 pm.</w:t>
      </w:r>
      <w:r w:rsidR="00A24166">
        <w:rPr>
          <w:sz w:val="28"/>
          <w:szCs w:val="28"/>
        </w:rPr>
        <w:t xml:space="preserve"> </w:t>
      </w:r>
      <w:r>
        <w:rPr>
          <w:sz w:val="28"/>
          <w:szCs w:val="28"/>
        </w:rPr>
        <w:t>Izračunaj:</w:t>
      </w:r>
    </w:p>
    <w:p w:rsidR="00502EF8" w:rsidRDefault="00502EF8" w:rsidP="00502EF8">
      <w:pPr>
        <w:rPr>
          <w:sz w:val="28"/>
          <w:szCs w:val="28"/>
        </w:rPr>
      </w:pPr>
      <w:r>
        <w:rPr>
          <w:sz w:val="28"/>
          <w:szCs w:val="28"/>
        </w:rPr>
        <w:t>a) gustoću natrijevog klorida</w:t>
      </w:r>
    </w:p>
    <w:p w:rsidR="00502EF8" w:rsidRDefault="00502EF8" w:rsidP="00502EF8">
      <w:pPr>
        <w:rPr>
          <w:sz w:val="28"/>
          <w:szCs w:val="28"/>
        </w:rPr>
      </w:pPr>
      <w:r>
        <w:rPr>
          <w:sz w:val="28"/>
          <w:szCs w:val="28"/>
        </w:rPr>
        <w:t>b) polumjer kloridnog iona, ako je polu</w:t>
      </w:r>
      <w:r w:rsidR="00DC62DD">
        <w:rPr>
          <w:sz w:val="28"/>
          <w:szCs w:val="28"/>
        </w:rPr>
        <w:t>mjer kationa natrija 95 pm uz pretpostavku da se ioni dodiruju?</w:t>
      </w:r>
    </w:p>
    <w:p w:rsidR="00EB51B7" w:rsidRDefault="00EB51B7" w:rsidP="00502EF8">
      <w:pPr>
        <w:rPr>
          <w:sz w:val="28"/>
          <w:szCs w:val="28"/>
        </w:rPr>
      </w:pPr>
    </w:p>
    <w:p w:rsidR="00EB51B7" w:rsidRDefault="00EB51B7" w:rsidP="00502EF8">
      <w:pPr>
        <w:rPr>
          <w:sz w:val="28"/>
          <w:szCs w:val="28"/>
        </w:rPr>
      </w:pPr>
    </w:p>
    <w:p w:rsidR="00EB51B7" w:rsidRDefault="00EB51B7" w:rsidP="00502EF8">
      <w:pPr>
        <w:rPr>
          <w:sz w:val="28"/>
          <w:szCs w:val="28"/>
        </w:rPr>
      </w:pPr>
      <w:r>
        <w:rPr>
          <w:sz w:val="28"/>
          <w:szCs w:val="28"/>
        </w:rPr>
        <w:t>Objasni tko ima više talište:</w:t>
      </w:r>
    </w:p>
    <w:p w:rsidR="00EB51B7" w:rsidRDefault="00EB51B7" w:rsidP="00502EF8">
      <w:pPr>
        <w:rPr>
          <w:sz w:val="28"/>
          <w:szCs w:val="28"/>
        </w:rPr>
      </w:pPr>
      <w:r>
        <w:rPr>
          <w:sz w:val="28"/>
          <w:szCs w:val="28"/>
        </w:rPr>
        <w:t>a) NaCl ili KCl</w:t>
      </w:r>
    </w:p>
    <w:p w:rsidR="00EB51B7" w:rsidRDefault="00EB51B7" w:rsidP="00502EF8">
      <w:pPr>
        <w:rPr>
          <w:sz w:val="28"/>
          <w:szCs w:val="28"/>
        </w:rPr>
      </w:pPr>
      <w:r>
        <w:rPr>
          <w:sz w:val="28"/>
          <w:szCs w:val="28"/>
        </w:rPr>
        <w:t xml:space="preserve">b)NaCl ili MgO                                                     </w:t>
      </w:r>
    </w:p>
    <w:p w:rsidR="00EB51B7" w:rsidRDefault="00EB51B7" w:rsidP="00502EF8">
      <w:pPr>
        <w:rPr>
          <w:sz w:val="28"/>
          <w:szCs w:val="28"/>
        </w:rPr>
      </w:pPr>
    </w:p>
    <w:p w:rsidR="00EB51B7" w:rsidRDefault="00EB51B7" w:rsidP="00502EF8">
      <w:pPr>
        <w:rPr>
          <w:sz w:val="28"/>
          <w:szCs w:val="28"/>
        </w:rPr>
      </w:pPr>
    </w:p>
    <w:p w:rsidR="00EB51B7" w:rsidRDefault="00EB51B7" w:rsidP="00502EF8">
      <w:pPr>
        <w:rPr>
          <w:sz w:val="28"/>
          <w:szCs w:val="28"/>
        </w:rPr>
      </w:pPr>
    </w:p>
    <w:p w:rsidR="00EB51B7" w:rsidRDefault="00EB51B7" w:rsidP="00502EF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>
        <w:rPr>
          <w:noProof/>
          <w:sz w:val="28"/>
          <w:szCs w:val="28"/>
          <w:lang w:eastAsia="hr-HR"/>
        </w:rPr>
        <w:drawing>
          <wp:inline distT="0" distB="0" distL="0" distR="0">
            <wp:extent cx="1816735" cy="1731010"/>
            <wp:effectExtent l="19050" t="0" r="0" b="0"/>
            <wp:docPr id="8" name="Slika 4" descr="C:\Users\Tominac\AppData\Local\Microsoft\Windows\Temporary Internet Files\Content.IE5\MG9SX5IF\MC90043799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ominac\AppData\Local\Microsoft\Windows\Temporary Internet Files\Content.IE5\MG9SX5IF\MC900437990[1].wm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735" cy="173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1B7" w:rsidRDefault="00EB51B7" w:rsidP="00502EF8">
      <w:pPr>
        <w:rPr>
          <w:sz w:val="28"/>
          <w:szCs w:val="28"/>
        </w:rPr>
      </w:pPr>
    </w:p>
    <w:p w:rsidR="00EB51B7" w:rsidRDefault="00EB51B7" w:rsidP="00502EF8">
      <w:pPr>
        <w:rPr>
          <w:sz w:val="28"/>
          <w:szCs w:val="28"/>
        </w:rPr>
      </w:pPr>
    </w:p>
    <w:p w:rsidR="00EB51B7" w:rsidRDefault="00EB51B7" w:rsidP="00502EF8">
      <w:pPr>
        <w:rPr>
          <w:sz w:val="28"/>
          <w:szCs w:val="28"/>
        </w:rPr>
      </w:pPr>
    </w:p>
    <w:p w:rsidR="00EB51B7" w:rsidRDefault="00EB51B7" w:rsidP="00502EF8">
      <w:pPr>
        <w:rPr>
          <w:sz w:val="28"/>
          <w:szCs w:val="28"/>
        </w:rPr>
      </w:pPr>
    </w:p>
    <w:p w:rsidR="00EB51B7" w:rsidRDefault="00EB51B7" w:rsidP="00502EF8">
      <w:pPr>
        <w:rPr>
          <w:sz w:val="28"/>
          <w:szCs w:val="28"/>
        </w:rPr>
      </w:pPr>
    </w:p>
    <w:p w:rsidR="00EB51B7" w:rsidRDefault="00EB51B7" w:rsidP="00502EF8">
      <w:pPr>
        <w:rPr>
          <w:sz w:val="28"/>
          <w:szCs w:val="28"/>
        </w:rPr>
      </w:pPr>
    </w:p>
    <w:p w:rsidR="00EB51B7" w:rsidRPr="00747FBB" w:rsidRDefault="00EB51B7" w:rsidP="00EB51B7">
      <w:pPr>
        <w:rPr>
          <w:sz w:val="36"/>
          <w:szCs w:val="36"/>
        </w:rPr>
      </w:pPr>
      <w:r>
        <w:rPr>
          <w:noProof/>
          <w:sz w:val="28"/>
          <w:szCs w:val="28"/>
          <w:lang w:eastAsia="hr-HR"/>
        </w:rPr>
        <w:drawing>
          <wp:inline distT="0" distB="0" distL="0" distR="0">
            <wp:extent cx="1551687" cy="1402080"/>
            <wp:effectExtent l="0" t="0" r="0" b="0"/>
            <wp:docPr id="10" name="Slika 5" descr="C:\Users\Tominac\AppData\Local\Microsoft\Windows\Temporary Internet Files\Content.IE5\2B2007QZ\MC90025164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ominac\AppData\Local\Microsoft\Windows\Temporary Internet Files\Content.IE5\2B2007QZ\MC900251641[1].wm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581" cy="140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6EE4">
        <w:rPr>
          <w:sz w:val="28"/>
          <w:szCs w:val="28"/>
        </w:rPr>
        <w:t xml:space="preserve">                                                             </w:t>
      </w:r>
    </w:p>
    <w:p w:rsidR="007B6EE4" w:rsidRPr="0069382A" w:rsidRDefault="007B6EE4" w:rsidP="007B6EE4">
      <w:pPr>
        <w:rPr>
          <w:b/>
          <w:sz w:val="36"/>
          <w:szCs w:val="36"/>
        </w:rPr>
      </w:pPr>
      <w:r w:rsidRPr="0069382A">
        <w:rPr>
          <w:b/>
          <w:sz w:val="36"/>
          <w:szCs w:val="36"/>
        </w:rPr>
        <w:t>SKUPINA 3.</w:t>
      </w:r>
      <w:r w:rsidRPr="0069382A">
        <w:rPr>
          <w:b/>
          <w:noProof/>
          <w:sz w:val="28"/>
          <w:szCs w:val="28"/>
          <w:lang w:eastAsia="hr-HR"/>
        </w:rPr>
        <w:t xml:space="preserve"> </w:t>
      </w:r>
    </w:p>
    <w:p w:rsidR="00EB51B7" w:rsidRDefault="00EB51B7" w:rsidP="00EB51B7"/>
    <w:p w:rsidR="00EB51B7" w:rsidRDefault="00EB51B7" w:rsidP="00EB51B7">
      <w:pPr>
        <w:jc w:val="center"/>
        <w:rPr>
          <w:sz w:val="28"/>
          <w:szCs w:val="28"/>
        </w:rPr>
      </w:pPr>
      <w:r>
        <w:rPr>
          <w:sz w:val="28"/>
          <w:szCs w:val="28"/>
        </w:rPr>
        <w:t>POGODI TKO SAM ?</w:t>
      </w:r>
    </w:p>
    <w:p w:rsidR="00EB51B7" w:rsidRDefault="00EB51B7" w:rsidP="00EB51B7">
      <w:pPr>
        <w:rPr>
          <w:sz w:val="28"/>
          <w:szCs w:val="28"/>
        </w:rPr>
      </w:pPr>
      <w:r>
        <w:rPr>
          <w:sz w:val="28"/>
          <w:szCs w:val="28"/>
        </w:rPr>
        <w:t>Pokus:Identifikacija dobivenog uzorka</w:t>
      </w:r>
    </w:p>
    <w:p w:rsidR="00EB51B7" w:rsidRDefault="00EB51B7" w:rsidP="00EB51B7">
      <w:pPr>
        <w:rPr>
          <w:sz w:val="28"/>
          <w:szCs w:val="28"/>
        </w:rPr>
      </w:pPr>
      <w:r>
        <w:rPr>
          <w:sz w:val="28"/>
          <w:szCs w:val="28"/>
        </w:rPr>
        <w:t xml:space="preserve">Pribor i kemikalije:uzorci otopina soli alkalijskih i zemnoalkalijskih metala,stalak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za epruvete, 3 epruvete,žigice,</w:t>
      </w:r>
      <w:r w:rsidR="00C314C5">
        <w:rPr>
          <w:sz w:val="28"/>
          <w:szCs w:val="28"/>
        </w:rPr>
        <w:t xml:space="preserve"> </w:t>
      </w:r>
      <w:r>
        <w:rPr>
          <w:sz w:val="28"/>
          <w:szCs w:val="28"/>
        </w:rPr>
        <w:t>platinske igle</w:t>
      </w:r>
      <w:r w:rsidR="000B4689">
        <w:rPr>
          <w:sz w:val="28"/>
          <w:szCs w:val="28"/>
        </w:rPr>
        <w:t>,spektrometar</w:t>
      </w:r>
    </w:p>
    <w:p w:rsidR="00EB51B7" w:rsidRDefault="00EB51B7" w:rsidP="00EB51B7">
      <w:pPr>
        <w:rPr>
          <w:sz w:val="28"/>
          <w:szCs w:val="28"/>
        </w:rPr>
      </w:pPr>
    </w:p>
    <w:p w:rsidR="00385299" w:rsidRDefault="00EB51B7" w:rsidP="00EB51B7">
      <w:pPr>
        <w:rPr>
          <w:sz w:val="28"/>
          <w:szCs w:val="28"/>
        </w:rPr>
      </w:pPr>
      <w:r>
        <w:rPr>
          <w:sz w:val="28"/>
          <w:szCs w:val="28"/>
        </w:rPr>
        <w:t>Opis pokusa:</w:t>
      </w:r>
      <w:r w:rsidR="00385299">
        <w:rPr>
          <w:sz w:val="28"/>
          <w:szCs w:val="28"/>
        </w:rPr>
        <w:t xml:space="preserve">Platinsku iglu zagrij u plamenu te je uroni u dobivene uzorke i </w:t>
      </w:r>
      <w:r w:rsidR="00385299">
        <w:rPr>
          <w:sz w:val="28"/>
          <w:szCs w:val="28"/>
        </w:rPr>
        <w:tab/>
      </w:r>
      <w:r w:rsidR="00385299">
        <w:rPr>
          <w:sz w:val="28"/>
          <w:szCs w:val="28"/>
        </w:rPr>
        <w:tab/>
      </w:r>
      <w:r w:rsidR="00385299">
        <w:rPr>
          <w:sz w:val="28"/>
          <w:szCs w:val="28"/>
        </w:rPr>
        <w:tab/>
        <w:t>ponovo prinesi plamenu.</w:t>
      </w:r>
      <w:r w:rsidR="00C314C5">
        <w:rPr>
          <w:sz w:val="28"/>
          <w:szCs w:val="28"/>
        </w:rPr>
        <w:t xml:space="preserve"> </w:t>
      </w:r>
      <w:r w:rsidR="00385299">
        <w:rPr>
          <w:sz w:val="28"/>
          <w:szCs w:val="28"/>
        </w:rPr>
        <w:t xml:space="preserve">Što opažaš?Postupak ponovi nekoliko </w:t>
      </w:r>
      <w:r w:rsidR="00385299">
        <w:rPr>
          <w:sz w:val="28"/>
          <w:szCs w:val="28"/>
        </w:rPr>
        <w:tab/>
      </w:r>
      <w:r w:rsidR="00385299">
        <w:rPr>
          <w:sz w:val="28"/>
          <w:szCs w:val="28"/>
        </w:rPr>
        <w:tab/>
        <w:t>puta koristeći uvijek istu platinsku iglu za isti uzorak.</w:t>
      </w:r>
      <w:r w:rsidR="00A24166">
        <w:rPr>
          <w:sz w:val="28"/>
          <w:szCs w:val="28"/>
        </w:rPr>
        <w:t xml:space="preserve"> </w:t>
      </w:r>
      <w:r w:rsidR="00385299">
        <w:rPr>
          <w:sz w:val="28"/>
          <w:szCs w:val="28"/>
        </w:rPr>
        <w:t xml:space="preserve">Džepnim </w:t>
      </w:r>
      <w:r w:rsidR="00385299">
        <w:rPr>
          <w:sz w:val="28"/>
          <w:szCs w:val="28"/>
        </w:rPr>
        <w:tab/>
      </w:r>
      <w:r w:rsidR="00385299">
        <w:rPr>
          <w:sz w:val="28"/>
          <w:szCs w:val="28"/>
        </w:rPr>
        <w:tab/>
      </w:r>
      <w:r w:rsidR="00385299">
        <w:rPr>
          <w:sz w:val="28"/>
          <w:szCs w:val="28"/>
        </w:rPr>
        <w:tab/>
        <w:t xml:space="preserve">spektrometrom promatraj svjetlost plamena u kojem je platinska </w:t>
      </w:r>
      <w:r w:rsidR="00385299">
        <w:rPr>
          <w:sz w:val="28"/>
          <w:szCs w:val="28"/>
        </w:rPr>
        <w:tab/>
      </w:r>
      <w:r w:rsidR="00385299">
        <w:rPr>
          <w:sz w:val="28"/>
          <w:szCs w:val="28"/>
        </w:rPr>
        <w:tab/>
        <w:t>igla i svjetlost žarulje ili dnevnu svjetlost.</w:t>
      </w:r>
      <w:r w:rsidR="00C314C5">
        <w:rPr>
          <w:sz w:val="28"/>
          <w:szCs w:val="28"/>
        </w:rPr>
        <w:t xml:space="preserve"> </w:t>
      </w:r>
      <w:r w:rsidR="00385299">
        <w:rPr>
          <w:sz w:val="28"/>
          <w:szCs w:val="28"/>
        </w:rPr>
        <w:t>Što si uočio?Ima li razlike?</w:t>
      </w:r>
    </w:p>
    <w:p w:rsidR="00385299" w:rsidRDefault="00385299" w:rsidP="00EB51B7">
      <w:pPr>
        <w:rPr>
          <w:sz w:val="28"/>
          <w:szCs w:val="28"/>
        </w:rPr>
      </w:pPr>
    </w:p>
    <w:p w:rsidR="007138D3" w:rsidRDefault="007138D3" w:rsidP="00EB51B7">
      <w:pPr>
        <w:rPr>
          <w:sz w:val="28"/>
          <w:szCs w:val="28"/>
        </w:rPr>
      </w:pPr>
    </w:p>
    <w:p w:rsidR="007138D3" w:rsidRDefault="007138D3" w:rsidP="00EB51B7">
      <w:pPr>
        <w:rPr>
          <w:sz w:val="28"/>
          <w:szCs w:val="28"/>
        </w:rPr>
      </w:pPr>
      <w:r>
        <w:rPr>
          <w:sz w:val="28"/>
          <w:szCs w:val="28"/>
        </w:rPr>
        <w:t>Uzorak u 1. epruveti sadrži otopinu soli alkalijskog metala(najmanje gustoće)__________,koji boji plamen_________________.</w:t>
      </w:r>
    </w:p>
    <w:p w:rsidR="007138D3" w:rsidRDefault="007138D3" w:rsidP="00EB51B7">
      <w:pPr>
        <w:rPr>
          <w:sz w:val="28"/>
          <w:szCs w:val="28"/>
        </w:rPr>
      </w:pPr>
      <w:r>
        <w:rPr>
          <w:sz w:val="28"/>
          <w:szCs w:val="28"/>
        </w:rPr>
        <w:t>Uzorak u 2. epruveti sadrži otopinu soli alkalijskog metala__________, koji boji plamen____________.</w:t>
      </w:r>
    </w:p>
    <w:p w:rsidR="00EB51B7" w:rsidRDefault="007138D3" w:rsidP="00EB51B7">
      <w:pPr>
        <w:rPr>
          <w:sz w:val="28"/>
          <w:szCs w:val="28"/>
        </w:rPr>
      </w:pPr>
      <w:r>
        <w:rPr>
          <w:sz w:val="28"/>
          <w:szCs w:val="28"/>
        </w:rPr>
        <w:t>Uzorak u 3. epruveti sadrži otopinu soli zemnoalkalijskog metala__________, koji boji plamen_______________.</w:t>
      </w:r>
      <w:r w:rsidR="00385299">
        <w:rPr>
          <w:sz w:val="28"/>
          <w:szCs w:val="28"/>
        </w:rPr>
        <w:t xml:space="preserve"> </w:t>
      </w:r>
      <w:r w:rsidR="00385299">
        <w:rPr>
          <w:sz w:val="28"/>
          <w:szCs w:val="28"/>
        </w:rPr>
        <w:tab/>
      </w:r>
      <w:r w:rsidR="00385299">
        <w:rPr>
          <w:sz w:val="28"/>
          <w:szCs w:val="28"/>
        </w:rPr>
        <w:tab/>
      </w:r>
      <w:r w:rsidR="00385299">
        <w:rPr>
          <w:sz w:val="28"/>
          <w:szCs w:val="28"/>
        </w:rPr>
        <w:tab/>
      </w:r>
    </w:p>
    <w:p w:rsidR="00EB51B7" w:rsidRDefault="00EB51B7" w:rsidP="00502EF8">
      <w:pPr>
        <w:rPr>
          <w:sz w:val="28"/>
          <w:szCs w:val="28"/>
        </w:rPr>
      </w:pPr>
    </w:p>
    <w:p w:rsidR="00EB51B7" w:rsidRDefault="00EB51B7" w:rsidP="00502EF8">
      <w:pPr>
        <w:rPr>
          <w:sz w:val="28"/>
          <w:szCs w:val="28"/>
        </w:rPr>
      </w:pPr>
    </w:p>
    <w:p w:rsidR="00EB51B7" w:rsidRDefault="007B6EE4" w:rsidP="00502EF8">
      <w:pPr>
        <w:rPr>
          <w:sz w:val="28"/>
          <w:szCs w:val="28"/>
        </w:rPr>
      </w:pPr>
      <w:r>
        <w:rPr>
          <w:noProof/>
          <w:sz w:val="28"/>
          <w:szCs w:val="28"/>
          <w:lang w:eastAsia="hr-HR"/>
        </w:rPr>
        <w:drawing>
          <wp:inline distT="0" distB="0" distL="0" distR="0">
            <wp:extent cx="1852930" cy="1664335"/>
            <wp:effectExtent l="19050" t="0" r="0" b="0"/>
            <wp:docPr id="34" name="Slika 12" descr="C:\Users\Tominac\AppData\Local\Microsoft\Windows\Temporary Internet Files\Content.IE5\YFMGH264\MC90043779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Tominac\AppData\Local\Microsoft\Windows\Temporary Internet Files\Content.IE5\YFMGH264\MC900437797[1].wm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930" cy="1664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6EE4" w:rsidRDefault="007B6EE4" w:rsidP="00502EF8">
      <w:pPr>
        <w:rPr>
          <w:sz w:val="28"/>
          <w:szCs w:val="28"/>
        </w:rPr>
      </w:pPr>
    </w:p>
    <w:p w:rsidR="007B6EE4" w:rsidRPr="0069382A" w:rsidRDefault="007B6EE4" w:rsidP="00502EF8">
      <w:pPr>
        <w:rPr>
          <w:b/>
          <w:sz w:val="28"/>
          <w:szCs w:val="28"/>
        </w:rPr>
      </w:pPr>
      <w:r w:rsidRPr="0069382A">
        <w:rPr>
          <w:b/>
          <w:sz w:val="28"/>
          <w:szCs w:val="28"/>
        </w:rPr>
        <w:t>ZADATAK</w:t>
      </w:r>
    </w:p>
    <w:p w:rsidR="007B6EE4" w:rsidRDefault="007B6EE4" w:rsidP="00502EF8">
      <w:pPr>
        <w:rPr>
          <w:sz w:val="28"/>
          <w:szCs w:val="28"/>
        </w:rPr>
      </w:pPr>
      <w:r>
        <w:rPr>
          <w:sz w:val="28"/>
          <w:szCs w:val="28"/>
        </w:rPr>
        <w:t>Litij kristalizira po tipu volumno centrirane kubične slagaline.</w:t>
      </w:r>
      <w:r w:rsidR="00C314C5">
        <w:rPr>
          <w:sz w:val="28"/>
          <w:szCs w:val="28"/>
        </w:rPr>
        <w:t xml:space="preserve"> </w:t>
      </w:r>
      <w:r>
        <w:rPr>
          <w:sz w:val="28"/>
          <w:szCs w:val="28"/>
        </w:rPr>
        <w:t>Duljina brida</w:t>
      </w:r>
      <w:r w:rsidR="00550DDF">
        <w:rPr>
          <w:sz w:val="28"/>
          <w:szCs w:val="28"/>
        </w:rPr>
        <w:t xml:space="preserve"> elementarne ćelije je 350 pm.</w:t>
      </w:r>
      <w:r w:rsidR="00C314C5">
        <w:rPr>
          <w:sz w:val="28"/>
          <w:szCs w:val="28"/>
        </w:rPr>
        <w:t xml:space="preserve"> </w:t>
      </w:r>
      <w:r w:rsidR="00550DDF">
        <w:rPr>
          <w:sz w:val="28"/>
          <w:szCs w:val="28"/>
        </w:rPr>
        <w:t>Izračunaj:</w:t>
      </w:r>
    </w:p>
    <w:p w:rsidR="00550DDF" w:rsidRDefault="00550DDF" w:rsidP="00502EF8">
      <w:pPr>
        <w:rPr>
          <w:sz w:val="28"/>
          <w:szCs w:val="28"/>
        </w:rPr>
      </w:pPr>
      <w:r>
        <w:rPr>
          <w:sz w:val="28"/>
          <w:szCs w:val="28"/>
        </w:rPr>
        <w:t>a) gustoću litija</w:t>
      </w:r>
    </w:p>
    <w:p w:rsidR="00550DDF" w:rsidRDefault="00550DDF" w:rsidP="00502EF8">
      <w:pPr>
        <w:rPr>
          <w:sz w:val="28"/>
          <w:szCs w:val="28"/>
        </w:rPr>
      </w:pPr>
      <w:r>
        <w:rPr>
          <w:sz w:val="28"/>
          <w:szCs w:val="28"/>
        </w:rPr>
        <w:t>b) udaljenost između središta najbližih atoma</w:t>
      </w:r>
    </w:p>
    <w:p w:rsidR="00550DDF" w:rsidRDefault="00550DDF" w:rsidP="00502EF8">
      <w:pPr>
        <w:rPr>
          <w:sz w:val="28"/>
          <w:szCs w:val="28"/>
        </w:rPr>
      </w:pPr>
      <w:r>
        <w:rPr>
          <w:sz w:val="28"/>
          <w:szCs w:val="28"/>
        </w:rPr>
        <w:t>c) polumjer atoma litija</w:t>
      </w:r>
    </w:p>
    <w:p w:rsidR="00550DDF" w:rsidRDefault="00550DDF" w:rsidP="00502EF8">
      <w:pPr>
        <w:rPr>
          <w:sz w:val="28"/>
          <w:szCs w:val="28"/>
        </w:rPr>
      </w:pPr>
      <w:r>
        <w:rPr>
          <w:sz w:val="28"/>
          <w:szCs w:val="28"/>
        </w:rPr>
        <w:t>d) popunjenost prostora i udio šupljina?</w:t>
      </w:r>
    </w:p>
    <w:p w:rsidR="000B4689" w:rsidRDefault="000B4689" w:rsidP="00502EF8">
      <w:pPr>
        <w:rPr>
          <w:sz w:val="28"/>
          <w:szCs w:val="28"/>
        </w:rPr>
      </w:pPr>
    </w:p>
    <w:p w:rsidR="000B4689" w:rsidRDefault="000B4689" w:rsidP="00502EF8">
      <w:pPr>
        <w:rPr>
          <w:sz w:val="28"/>
          <w:szCs w:val="28"/>
        </w:rPr>
      </w:pPr>
      <w:r>
        <w:rPr>
          <w:sz w:val="28"/>
          <w:szCs w:val="28"/>
        </w:rPr>
        <w:t>Zašto alkalijski i zemnoalkalijski metali boje plamen karakterističnim bojama?Kako to objašnjavamo?</w:t>
      </w:r>
      <w:r w:rsidR="0003063A">
        <w:rPr>
          <w:sz w:val="28"/>
          <w:szCs w:val="28"/>
        </w:rPr>
        <w:t>Propuštajući bijelu svjetlost</w:t>
      </w:r>
      <w:r w:rsidR="00D9544C">
        <w:rPr>
          <w:sz w:val="28"/>
          <w:szCs w:val="28"/>
        </w:rPr>
        <w:t xml:space="preserve"> kroz spektrometar dobijemo___________ spektar, a propuštanjem obojene svjetlosti dobijemo___________spektar.</w:t>
      </w:r>
    </w:p>
    <w:p w:rsidR="004045D9" w:rsidRDefault="00D9544C" w:rsidP="00502EF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9544C">
        <w:rPr>
          <w:noProof/>
          <w:sz w:val="28"/>
          <w:szCs w:val="28"/>
          <w:lang w:eastAsia="hr-HR"/>
        </w:rPr>
        <w:drawing>
          <wp:inline distT="0" distB="0" distL="0" distR="0">
            <wp:extent cx="1207135" cy="1901825"/>
            <wp:effectExtent l="19050" t="0" r="0" b="0"/>
            <wp:docPr id="23" name="Slika 7" descr="C:\Users\Tominac\AppData\Local\Microsoft\Windows\Temporary Internet Files\Content.IE5\2B2007QZ\MC90043438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ominac\AppData\Local\Microsoft\Windows\Temporary Internet Files\Content.IE5\2B2007QZ\MC900434389[1].wm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35" cy="190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5D9" w:rsidRDefault="004045D9" w:rsidP="004045D9">
      <w:pPr>
        <w:tabs>
          <w:tab w:val="center" w:pos="3711"/>
        </w:tabs>
        <w:rPr>
          <w:sz w:val="28"/>
          <w:szCs w:val="28"/>
        </w:rPr>
      </w:pPr>
      <w:r>
        <w:rPr>
          <w:noProof/>
          <w:sz w:val="28"/>
          <w:szCs w:val="28"/>
          <w:lang w:eastAsia="hr-HR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913638" cy="908304"/>
            <wp:effectExtent l="19050" t="0" r="762" b="0"/>
            <wp:wrapSquare wrapText="bothSides"/>
            <wp:docPr id="3" name="Slika 1" descr="C:\Users\Tominac\AppData\Local\Microsoft\Windows\Temporary Internet Files\Content.IE5\MG9SX5IF\MC90024109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minac\AppData\Local\Microsoft\Windows\Temporary Internet Files\Content.IE5\MG9SX5IF\MC900241091[1].wm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638" cy="908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</w:p>
    <w:p w:rsidR="004045D9" w:rsidRDefault="000603F2" w:rsidP="004045D9">
      <w:pPr>
        <w:tabs>
          <w:tab w:val="center" w:pos="3711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9544C">
        <w:rPr>
          <w:sz w:val="28"/>
          <w:szCs w:val="28"/>
        </w:rPr>
        <w:tab/>
      </w:r>
      <w:r w:rsidR="00D9544C">
        <w:rPr>
          <w:noProof/>
          <w:sz w:val="28"/>
          <w:szCs w:val="28"/>
          <w:lang w:eastAsia="hr-HR"/>
        </w:rPr>
        <w:drawing>
          <wp:inline distT="0" distB="0" distL="0" distR="0">
            <wp:extent cx="1188720" cy="1133856"/>
            <wp:effectExtent l="19050" t="0" r="0" b="0"/>
            <wp:docPr id="28" name="Slika 10" descr="C:\Users\Tominac\AppData\Local\Microsoft\Windows\Temporary Internet Files\Content.IE5\YFMGH264\MC90039704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Tominac\AppData\Local\Microsoft\Windows\Temporary Internet Files\Content.IE5\YFMGH264\MC900397048[1].wm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893" cy="11340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5D9" w:rsidRPr="0069382A" w:rsidRDefault="00F53771" w:rsidP="004045D9">
      <w:pPr>
        <w:tabs>
          <w:tab w:val="center" w:pos="3711"/>
        </w:tabs>
        <w:rPr>
          <w:b/>
          <w:sz w:val="36"/>
          <w:szCs w:val="36"/>
        </w:rPr>
      </w:pPr>
      <w:r w:rsidRPr="0069382A">
        <w:rPr>
          <w:b/>
          <w:sz w:val="36"/>
          <w:szCs w:val="36"/>
        </w:rPr>
        <w:t>SKUPINA 4.</w:t>
      </w:r>
    </w:p>
    <w:p w:rsidR="004045D9" w:rsidRDefault="004045D9" w:rsidP="004045D9">
      <w:pPr>
        <w:tabs>
          <w:tab w:val="center" w:pos="3711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F53771">
        <w:rPr>
          <w:sz w:val="28"/>
          <w:szCs w:val="28"/>
        </w:rPr>
        <w:t>POGODI TKO SAM?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73FA5" w:rsidRDefault="00F53771" w:rsidP="00F53771">
      <w:pPr>
        <w:rPr>
          <w:sz w:val="28"/>
          <w:szCs w:val="28"/>
        </w:rPr>
      </w:pPr>
      <w:r>
        <w:rPr>
          <w:sz w:val="28"/>
          <w:szCs w:val="28"/>
        </w:rPr>
        <w:t>Pokus: Identifikacija dobivenog uzorka</w:t>
      </w:r>
    </w:p>
    <w:p w:rsidR="00973FA5" w:rsidRDefault="00973FA5" w:rsidP="00973FA5">
      <w:pPr>
        <w:rPr>
          <w:sz w:val="28"/>
          <w:szCs w:val="28"/>
        </w:rPr>
      </w:pPr>
    </w:p>
    <w:p w:rsidR="00973FA5" w:rsidRDefault="00973FA5" w:rsidP="00973FA5">
      <w:pPr>
        <w:rPr>
          <w:sz w:val="28"/>
          <w:szCs w:val="28"/>
        </w:rPr>
      </w:pPr>
      <w:r>
        <w:rPr>
          <w:sz w:val="28"/>
          <w:szCs w:val="28"/>
        </w:rPr>
        <w:t>Pribor i kemikalij</w:t>
      </w:r>
      <w:r w:rsidR="00836E84">
        <w:rPr>
          <w:sz w:val="28"/>
          <w:szCs w:val="28"/>
        </w:rPr>
        <w:t>e:uzorak otopine soli koja se koristi u vinogradarstvu</w:t>
      </w:r>
      <w:r>
        <w:rPr>
          <w:sz w:val="28"/>
          <w:szCs w:val="28"/>
        </w:rPr>
        <w:t xml:space="preserve">,Fe </w:t>
      </w:r>
      <w:r w:rsidR="00836E84">
        <w:rPr>
          <w:sz w:val="28"/>
          <w:szCs w:val="28"/>
        </w:rPr>
        <w:tab/>
      </w:r>
      <w:r w:rsidR="00836E84">
        <w:rPr>
          <w:sz w:val="28"/>
          <w:szCs w:val="28"/>
        </w:rPr>
        <w:tab/>
      </w:r>
      <w:r w:rsidR="00836E84">
        <w:rPr>
          <w:sz w:val="28"/>
          <w:szCs w:val="28"/>
        </w:rPr>
        <w:tab/>
      </w:r>
      <w:r w:rsidR="00836E84">
        <w:rPr>
          <w:sz w:val="28"/>
          <w:szCs w:val="28"/>
        </w:rPr>
        <w:tab/>
      </w:r>
      <w:r>
        <w:rPr>
          <w:sz w:val="28"/>
          <w:szCs w:val="28"/>
        </w:rPr>
        <w:t>čavlić,</w:t>
      </w:r>
      <w:r w:rsidR="00836E84">
        <w:rPr>
          <w:sz w:val="28"/>
          <w:szCs w:val="28"/>
        </w:rPr>
        <w:t xml:space="preserve"> epruveta, </w:t>
      </w:r>
      <w:r>
        <w:rPr>
          <w:sz w:val="28"/>
          <w:szCs w:val="28"/>
        </w:rPr>
        <w:t>stalak za epruvete</w:t>
      </w:r>
    </w:p>
    <w:p w:rsidR="00973FA5" w:rsidRDefault="00973FA5" w:rsidP="00973FA5">
      <w:pPr>
        <w:rPr>
          <w:sz w:val="28"/>
          <w:szCs w:val="28"/>
        </w:rPr>
      </w:pPr>
    </w:p>
    <w:p w:rsidR="00973FA5" w:rsidRDefault="00973FA5" w:rsidP="00973FA5">
      <w:pPr>
        <w:rPr>
          <w:sz w:val="28"/>
          <w:szCs w:val="28"/>
        </w:rPr>
      </w:pPr>
      <w:r>
        <w:rPr>
          <w:sz w:val="28"/>
          <w:szCs w:val="28"/>
        </w:rPr>
        <w:t xml:space="preserve">Opis pokusa: U dobiveni uzorak otopine nepoznate soli uroni Fe čavlić zavezan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za konac.</w:t>
      </w:r>
      <w:r w:rsidR="00A241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Pričekaj 2-3 minute, a zatim uz pomoć konca izvuci čavlić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iz epruvete.</w:t>
      </w:r>
      <w:r w:rsidR="00A24166">
        <w:rPr>
          <w:sz w:val="28"/>
          <w:szCs w:val="28"/>
        </w:rPr>
        <w:t xml:space="preserve"> </w:t>
      </w:r>
      <w:r>
        <w:rPr>
          <w:sz w:val="28"/>
          <w:szCs w:val="28"/>
        </w:rPr>
        <w:t>Što primjećuješ?</w:t>
      </w:r>
    </w:p>
    <w:p w:rsidR="00973FA5" w:rsidRDefault="00973FA5" w:rsidP="00973FA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Kemijsku promjenu potkrijepi jednadžbom kemijske reakcije.</w:t>
      </w:r>
    </w:p>
    <w:p w:rsidR="00973FA5" w:rsidRDefault="00973FA5" w:rsidP="00973FA5">
      <w:pPr>
        <w:rPr>
          <w:sz w:val="28"/>
          <w:szCs w:val="28"/>
        </w:rPr>
      </w:pPr>
    </w:p>
    <w:p w:rsidR="00973FA5" w:rsidRDefault="00973FA5" w:rsidP="00973FA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noProof/>
          <w:sz w:val="28"/>
          <w:szCs w:val="28"/>
          <w:lang w:eastAsia="hr-HR"/>
        </w:rPr>
        <w:drawing>
          <wp:inline distT="0" distB="0" distL="0" distR="0">
            <wp:extent cx="1926590" cy="1536065"/>
            <wp:effectExtent l="19050" t="0" r="0" b="0"/>
            <wp:docPr id="20" name="Slika 18" descr="C:\Users\Tominac\AppData\Local\Microsoft\Windows\Temporary Internet Files\Content.IE5\UI13UH4I\MC90043985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Tominac\AppData\Local\Microsoft\Windows\Temporary Internet Files\Content.IE5\UI13UH4I\MC900439851[1].wm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590" cy="153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3FA5" w:rsidRDefault="00973FA5" w:rsidP="00973FA5">
      <w:pPr>
        <w:rPr>
          <w:sz w:val="28"/>
          <w:szCs w:val="28"/>
        </w:rPr>
      </w:pPr>
    </w:p>
    <w:p w:rsidR="00973FA5" w:rsidRDefault="00973FA5" w:rsidP="00973FA5">
      <w:pPr>
        <w:rPr>
          <w:sz w:val="28"/>
          <w:szCs w:val="28"/>
        </w:rPr>
      </w:pPr>
      <w:r>
        <w:rPr>
          <w:sz w:val="28"/>
          <w:szCs w:val="28"/>
        </w:rPr>
        <w:t>Nepoznata otopina u epruveti je______________.</w:t>
      </w:r>
    </w:p>
    <w:p w:rsidR="00973FA5" w:rsidRDefault="00973FA5" w:rsidP="00973FA5">
      <w:pPr>
        <w:rPr>
          <w:sz w:val="28"/>
          <w:szCs w:val="28"/>
        </w:rPr>
      </w:pPr>
      <w:r>
        <w:rPr>
          <w:sz w:val="28"/>
          <w:szCs w:val="28"/>
        </w:rPr>
        <w:t>Tvar koja se izlučila na čavliću je_______________.</w:t>
      </w:r>
      <w:r>
        <w:rPr>
          <w:sz w:val="28"/>
          <w:szCs w:val="28"/>
        </w:rPr>
        <w:tab/>
      </w:r>
    </w:p>
    <w:p w:rsidR="00973FA5" w:rsidRPr="0069382A" w:rsidRDefault="00973FA5" w:rsidP="00973FA5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068E6">
        <w:rPr>
          <w:sz w:val="28"/>
          <w:szCs w:val="28"/>
        </w:rPr>
        <w:t xml:space="preserve">     </w:t>
      </w:r>
      <w:r w:rsidRPr="0069382A">
        <w:rPr>
          <w:b/>
          <w:sz w:val="28"/>
          <w:szCs w:val="28"/>
        </w:rPr>
        <w:t>ZADATAK</w:t>
      </w:r>
    </w:p>
    <w:p w:rsidR="00973FA5" w:rsidRDefault="00973FA5" w:rsidP="00973FA5">
      <w:pPr>
        <w:rPr>
          <w:sz w:val="28"/>
          <w:szCs w:val="28"/>
        </w:rPr>
      </w:pPr>
      <w:r>
        <w:rPr>
          <w:sz w:val="28"/>
          <w:szCs w:val="28"/>
        </w:rPr>
        <w:t>Elementarna ćelija bakra je kubična</w:t>
      </w:r>
      <w:r w:rsidR="0003063A">
        <w:rPr>
          <w:sz w:val="28"/>
          <w:szCs w:val="28"/>
        </w:rPr>
        <w:t>, duljine brida 362 pm.Kristalizira li bakar u obliku plošno ili volumno centrirane slagaline?Gustoća bakra je 8,92 g/cm</w:t>
      </w:r>
      <w:r w:rsidR="0003063A" w:rsidRPr="0003063A">
        <w:rPr>
          <w:sz w:val="28"/>
          <w:szCs w:val="28"/>
          <w:vertAlign w:val="superscript"/>
        </w:rPr>
        <w:t>3</w:t>
      </w:r>
      <w:r w:rsidR="0003063A">
        <w:rPr>
          <w:sz w:val="28"/>
          <w:szCs w:val="28"/>
        </w:rPr>
        <w:t>.</w:t>
      </w:r>
    </w:p>
    <w:p w:rsidR="0003063A" w:rsidRDefault="0003063A" w:rsidP="00973FA5">
      <w:pPr>
        <w:rPr>
          <w:sz w:val="28"/>
          <w:szCs w:val="28"/>
        </w:rPr>
      </w:pPr>
      <w:r>
        <w:rPr>
          <w:sz w:val="28"/>
          <w:szCs w:val="28"/>
        </w:rPr>
        <w:t>Izračunaj:</w:t>
      </w:r>
    </w:p>
    <w:p w:rsidR="0003063A" w:rsidRDefault="0003063A" w:rsidP="00973FA5">
      <w:pPr>
        <w:rPr>
          <w:sz w:val="28"/>
          <w:szCs w:val="28"/>
        </w:rPr>
      </w:pPr>
      <w:r>
        <w:rPr>
          <w:sz w:val="28"/>
          <w:szCs w:val="28"/>
        </w:rPr>
        <w:t>a) udaljenost između središta najbližih atoma</w:t>
      </w:r>
    </w:p>
    <w:p w:rsidR="0003063A" w:rsidRDefault="0003063A" w:rsidP="00973FA5">
      <w:pPr>
        <w:rPr>
          <w:sz w:val="28"/>
          <w:szCs w:val="28"/>
        </w:rPr>
      </w:pPr>
      <w:r>
        <w:rPr>
          <w:sz w:val="28"/>
          <w:szCs w:val="28"/>
        </w:rPr>
        <w:t>b) polumjer atoma bakra</w:t>
      </w:r>
    </w:p>
    <w:p w:rsidR="0003063A" w:rsidRDefault="0003063A" w:rsidP="00973FA5">
      <w:pPr>
        <w:rPr>
          <w:sz w:val="28"/>
          <w:szCs w:val="28"/>
        </w:rPr>
      </w:pPr>
      <w:r>
        <w:rPr>
          <w:sz w:val="28"/>
          <w:szCs w:val="28"/>
        </w:rPr>
        <w:t>c) popunjenost prostora i udio šupljina</w:t>
      </w:r>
      <w:r w:rsidR="00D9544C">
        <w:rPr>
          <w:sz w:val="28"/>
          <w:szCs w:val="28"/>
        </w:rPr>
        <w:t>?</w:t>
      </w:r>
    </w:p>
    <w:p w:rsidR="00D9544C" w:rsidRDefault="00D9544C" w:rsidP="00973FA5">
      <w:pPr>
        <w:rPr>
          <w:sz w:val="28"/>
          <w:szCs w:val="28"/>
        </w:rPr>
      </w:pPr>
    </w:p>
    <w:p w:rsidR="00D9544C" w:rsidRDefault="00D9544C" w:rsidP="00973FA5">
      <w:pPr>
        <w:rPr>
          <w:sz w:val="28"/>
          <w:szCs w:val="28"/>
        </w:rPr>
      </w:pPr>
      <w:r>
        <w:rPr>
          <w:sz w:val="28"/>
          <w:szCs w:val="28"/>
        </w:rPr>
        <w:t>Od naveden</w:t>
      </w:r>
      <w:r w:rsidR="007438FC">
        <w:rPr>
          <w:sz w:val="28"/>
          <w:szCs w:val="28"/>
        </w:rPr>
        <w:t>ih tvari: cezijev klorid, bakar, bijeli fosfor,dijamant, grafit, jod, sumpor i kalcijev oksid izdvoji one koje imaju:</w:t>
      </w:r>
    </w:p>
    <w:p w:rsidR="007438FC" w:rsidRDefault="007438FC" w:rsidP="00973FA5">
      <w:pPr>
        <w:rPr>
          <w:sz w:val="28"/>
          <w:szCs w:val="28"/>
        </w:rPr>
      </w:pPr>
      <w:r>
        <w:rPr>
          <w:sz w:val="28"/>
          <w:szCs w:val="28"/>
        </w:rPr>
        <w:t>a) molekulsku kristalnu rešetku</w:t>
      </w:r>
    </w:p>
    <w:p w:rsidR="007438FC" w:rsidRDefault="007438FC" w:rsidP="00973FA5">
      <w:pPr>
        <w:rPr>
          <w:sz w:val="28"/>
          <w:szCs w:val="28"/>
        </w:rPr>
      </w:pPr>
      <w:r>
        <w:rPr>
          <w:sz w:val="28"/>
          <w:szCs w:val="28"/>
        </w:rPr>
        <w:t>b) ionsku kristalnu rešetku</w:t>
      </w:r>
    </w:p>
    <w:p w:rsidR="007438FC" w:rsidRDefault="007438FC" w:rsidP="00973FA5">
      <w:pPr>
        <w:rPr>
          <w:sz w:val="28"/>
          <w:szCs w:val="28"/>
        </w:rPr>
      </w:pPr>
      <w:r>
        <w:rPr>
          <w:sz w:val="28"/>
          <w:szCs w:val="28"/>
        </w:rPr>
        <w:t>c) metalnu kristalnu rešetku</w:t>
      </w:r>
    </w:p>
    <w:p w:rsidR="00F53771" w:rsidRDefault="007438FC" w:rsidP="00F53771">
      <w:pPr>
        <w:rPr>
          <w:sz w:val="28"/>
          <w:szCs w:val="28"/>
        </w:rPr>
      </w:pPr>
      <w:r>
        <w:rPr>
          <w:sz w:val="28"/>
          <w:szCs w:val="28"/>
        </w:rPr>
        <w:t>Pr</w:t>
      </w:r>
      <w:r w:rsidR="00F53771">
        <w:rPr>
          <w:sz w:val="28"/>
          <w:szCs w:val="28"/>
        </w:rPr>
        <w:t>ikaži te tvari kemijskim pismom.</w:t>
      </w:r>
    </w:p>
    <w:p w:rsidR="00F53771" w:rsidRDefault="00F53771" w:rsidP="00F53771">
      <w:pPr>
        <w:jc w:val="center"/>
        <w:rPr>
          <w:sz w:val="28"/>
          <w:szCs w:val="28"/>
        </w:rPr>
      </w:pPr>
    </w:p>
    <w:p w:rsidR="00F53771" w:rsidRDefault="00F53771" w:rsidP="00F5377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E182B">
        <w:rPr>
          <w:noProof/>
          <w:sz w:val="28"/>
          <w:szCs w:val="28"/>
          <w:lang w:eastAsia="hr-HR"/>
        </w:rPr>
        <w:drawing>
          <wp:inline distT="0" distB="0" distL="0" distR="0">
            <wp:extent cx="1718945" cy="1791970"/>
            <wp:effectExtent l="19050" t="0" r="0" b="0"/>
            <wp:docPr id="32" name="Slika 13" descr="C:\Users\Tominac\AppData\Local\Microsoft\Windows\Temporary Internet Files\Content.IE5\UI13UH4I\MC90008894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Tominac\AppData\Local\Microsoft\Windows\Temporary Internet Files\Content.IE5\UI13UH4I\MC900088948[1].wm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945" cy="1791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5D9" w:rsidRDefault="004045D9" w:rsidP="00F53771">
      <w:pPr>
        <w:tabs>
          <w:tab w:val="center" w:pos="3711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B6EE4" w:rsidRDefault="004045D9" w:rsidP="00502EF8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E182B" w:rsidRDefault="00BB5ECF" w:rsidP="00BB5ECF">
      <w:pPr>
        <w:rPr>
          <w:sz w:val="28"/>
          <w:szCs w:val="28"/>
        </w:rPr>
      </w:pPr>
      <w:r w:rsidRPr="0069382A">
        <w:rPr>
          <w:b/>
          <w:sz w:val="36"/>
          <w:szCs w:val="36"/>
        </w:rPr>
        <w:lastRenderedPageBreak/>
        <w:t>SKUPINA 5.</w:t>
      </w:r>
      <w:r w:rsidR="004045D9" w:rsidRPr="0069382A">
        <w:rPr>
          <w:b/>
          <w:sz w:val="36"/>
          <w:szCs w:val="36"/>
        </w:rPr>
        <w:tab/>
      </w:r>
      <w:r w:rsidR="004045D9" w:rsidRPr="00BB5ECF">
        <w:rPr>
          <w:sz w:val="36"/>
          <w:szCs w:val="36"/>
        </w:rPr>
        <w:tab/>
      </w:r>
      <w:r w:rsidR="004045D9" w:rsidRPr="00BB5ECF">
        <w:rPr>
          <w:sz w:val="36"/>
          <w:szCs w:val="36"/>
        </w:rPr>
        <w:tab/>
      </w:r>
      <w:r w:rsidR="004045D9" w:rsidRPr="00BB5ECF">
        <w:rPr>
          <w:sz w:val="36"/>
          <w:szCs w:val="36"/>
        </w:rPr>
        <w:tab/>
      </w:r>
      <w:r w:rsidR="004045D9" w:rsidRPr="00BB5ECF">
        <w:rPr>
          <w:sz w:val="36"/>
          <w:szCs w:val="36"/>
        </w:rPr>
        <w:tab/>
      </w:r>
      <w:r w:rsidR="004045D9" w:rsidRPr="00BB5ECF">
        <w:rPr>
          <w:sz w:val="36"/>
          <w:szCs w:val="36"/>
        </w:rPr>
        <w:tab/>
      </w:r>
      <w:r w:rsidR="004045D9" w:rsidRPr="00BB5ECF">
        <w:rPr>
          <w:sz w:val="36"/>
          <w:szCs w:val="36"/>
        </w:rPr>
        <w:tab/>
      </w:r>
      <w:r w:rsidR="004045D9" w:rsidRPr="00BB5ECF">
        <w:rPr>
          <w:sz w:val="36"/>
          <w:szCs w:val="36"/>
        </w:rPr>
        <w:tab/>
      </w:r>
      <w:r w:rsidR="004045D9">
        <w:rPr>
          <w:sz w:val="28"/>
          <w:szCs w:val="28"/>
        </w:rPr>
        <w:tab/>
      </w:r>
      <w:r w:rsidR="006A41BC">
        <w:rPr>
          <w:noProof/>
          <w:sz w:val="28"/>
          <w:szCs w:val="28"/>
          <w:lang w:eastAsia="hr-HR"/>
        </w:rPr>
        <w:drawing>
          <wp:inline distT="0" distB="0" distL="0" distR="0">
            <wp:extent cx="1645158" cy="1773936"/>
            <wp:effectExtent l="19050" t="0" r="0" b="0"/>
            <wp:docPr id="5" name="Slika 1" descr="C:\Users\Tominac\AppData\Local\Microsoft\Windows\Temporary Internet Files\Content.IE5\2B2007QZ\MC90028081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minac\AppData\Local\Microsoft\Windows\Temporary Internet Files\Content.IE5\2B2007QZ\MC900280812[1].wm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268" cy="1774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182B" w:rsidRDefault="00AE182B" w:rsidP="00AE182B">
      <w:pPr>
        <w:tabs>
          <w:tab w:val="center" w:pos="3711"/>
        </w:tabs>
        <w:rPr>
          <w:sz w:val="28"/>
          <w:szCs w:val="28"/>
        </w:rPr>
      </w:pPr>
      <w:r>
        <w:rPr>
          <w:sz w:val="28"/>
          <w:szCs w:val="28"/>
        </w:rPr>
        <w:tab/>
        <w:t>POGODI TKO SAM?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E182B" w:rsidRDefault="00AE182B" w:rsidP="00AE182B">
      <w:pPr>
        <w:rPr>
          <w:sz w:val="28"/>
          <w:szCs w:val="28"/>
        </w:rPr>
      </w:pPr>
      <w:r>
        <w:rPr>
          <w:sz w:val="28"/>
          <w:szCs w:val="28"/>
        </w:rPr>
        <w:t>Pokus: Identifikacija dobivenog uzorka</w:t>
      </w:r>
    </w:p>
    <w:p w:rsidR="00AE182B" w:rsidRDefault="00AE182B" w:rsidP="00AE182B">
      <w:pPr>
        <w:rPr>
          <w:sz w:val="28"/>
          <w:szCs w:val="28"/>
        </w:rPr>
      </w:pPr>
    </w:p>
    <w:p w:rsidR="00AE182B" w:rsidRDefault="00A6189F" w:rsidP="00AE182B">
      <w:pPr>
        <w:rPr>
          <w:sz w:val="28"/>
          <w:szCs w:val="28"/>
        </w:rPr>
      </w:pPr>
      <w:r>
        <w:rPr>
          <w:sz w:val="28"/>
          <w:szCs w:val="28"/>
        </w:rPr>
        <w:t xml:space="preserve">Pribor i kemikalije:komadić školjke,uzorak nepoznate otopine X, fenolftalein,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destilirana voda, epruvete, stalak za epruvete, slamka,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plamenik,satno staklo, žigice, pinceta, žličica</w:t>
      </w:r>
    </w:p>
    <w:p w:rsidR="00AE182B" w:rsidRDefault="00AE182B" w:rsidP="00AE182B">
      <w:pPr>
        <w:rPr>
          <w:sz w:val="28"/>
          <w:szCs w:val="28"/>
        </w:rPr>
      </w:pPr>
    </w:p>
    <w:p w:rsidR="007B45C3" w:rsidRDefault="00A6189F" w:rsidP="00AE182B">
      <w:pPr>
        <w:rPr>
          <w:sz w:val="28"/>
          <w:szCs w:val="28"/>
        </w:rPr>
      </w:pPr>
      <w:r>
        <w:rPr>
          <w:sz w:val="28"/>
          <w:szCs w:val="28"/>
        </w:rPr>
        <w:t>Opis pokusa: Komadić školjke i</w:t>
      </w:r>
      <w:r w:rsidR="00C314C5">
        <w:rPr>
          <w:sz w:val="28"/>
          <w:szCs w:val="28"/>
        </w:rPr>
        <w:t xml:space="preserve"> </w:t>
      </w:r>
      <w:r>
        <w:rPr>
          <w:sz w:val="28"/>
          <w:szCs w:val="28"/>
        </w:rPr>
        <w:t>žari u plamenu.</w:t>
      </w:r>
      <w:r w:rsidR="00836E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Dobivenu tvar stavi na satno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stakalce i opiši je.</w:t>
      </w:r>
      <w:r w:rsidR="00836E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Žličicom je pretresi u praznu epruvetu, dodaj </w:t>
      </w:r>
      <w:r w:rsidR="007B45C3">
        <w:rPr>
          <w:sz w:val="28"/>
          <w:szCs w:val="28"/>
        </w:rPr>
        <w:tab/>
      </w:r>
      <w:r w:rsidR="007B45C3">
        <w:rPr>
          <w:sz w:val="28"/>
          <w:szCs w:val="28"/>
        </w:rPr>
        <w:tab/>
      </w:r>
      <w:r>
        <w:rPr>
          <w:sz w:val="28"/>
          <w:szCs w:val="28"/>
        </w:rPr>
        <w:t>destilirane vode i 2-3 kapi</w:t>
      </w:r>
      <w:r w:rsidR="007B45C3">
        <w:rPr>
          <w:sz w:val="28"/>
          <w:szCs w:val="28"/>
        </w:rPr>
        <w:t xml:space="preserve"> fenolftaleina.                                        </w:t>
      </w:r>
      <w:r w:rsidR="007B45C3">
        <w:rPr>
          <w:sz w:val="28"/>
          <w:szCs w:val="28"/>
        </w:rPr>
        <w:tab/>
      </w:r>
      <w:r w:rsidR="007B45C3">
        <w:rPr>
          <w:sz w:val="28"/>
          <w:szCs w:val="28"/>
        </w:rPr>
        <w:tab/>
      </w:r>
      <w:r w:rsidR="007B45C3">
        <w:rPr>
          <w:sz w:val="28"/>
          <w:szCs w:val="28"/>
        </w:rPr>
        <w:tab/>
        <w:t xml:space="preserve">U epruvetu s nepoznatom tekućinom X uroni slamku i oprezno puši </w:t>
      </w:r>
      <w:r w:rsidR="007B45C3">
        <w:rPr>
          <w:sz w:val="28"/>
          <w:szCs w:val="28"/>
        </w:rPr>
        <w:tab/>
      </w:r>
      <w:r w:rsidR="007B45C3">
        <w:rPr>
          <w:sz w:val="28"/>
          <w:szCs w:val="28"/>
        </w:rPr>
        <w:tab/>
        <w:t>do uočljive promjene.</w:t>
      </w:r>
    </w:p>
    <w:p w:rsidR="007B45C3" w:rsidRDefault="007B45C3" w:rsidP="00AE182B">
      <w:pPr>
        <w:rPr>
          <w:sz w:val="28"/>
          <w:szCs w:val="28"/>
        </w:rPr>
      </w:pPr>
      <w:r>
        <w:rPr>
          <w:sz w:val="28"/>
          <w:szCs w:val="28"/>
        </w:rPr>
        <w:t>Sve kemijske promjene potkrijepi jednadžbama kemijskih reakcija.</w:t>
      </w:r>
    </w:p>
    <w:p w:rsidR="007B45C3" w:rsidRDefault="007B45C3" w:rsidP="00AE182B">
      <w:pPr>
        <w:rPr>
          <w:sz w:val="28"/>
          <w:szCs w:val="28"/>
        </w:rPr>
      </w:pPr>
    </w:p>
    <w:p w:rsidR="00A068E6" w:rsidRDefault="00836E84" w:rsidP="00A068E6">
      <w:pPr>
        <w:rPr>
          <w:sz w:val="28"/>
          <w:szCs w:val="28"/>
        </w:rPr>
      </w:pPr>
      <w:r>
        <w:rPr>
          <w:sz w:val="28"/>
          <w:szCs w:val="28"/>
        </w:rPr>
        <w:t>Uzorak tvari s kojom si započeo i završio</w:t>
      </w:r>
      <w:r w:rsidR="007B45C3">
        <w:rPr>
          <w:sz w:val="28"/>
          <w:szCs w:val="28"/>
        </w:rPr>
        <w:t xml:space="preserve"> pokus je_____________.To je najvažniji spoj kalcija i jako je rasprostranjen u zemljinoj kori.U prirodi dolazi u dva kristalna oblika kao mineral _____________ i _____________.</w:t>
      </w:r>
      <w:r w:rsidR="00B15424">
        <w:rPr>
          <w:sz w:val="28"/>
          <w:szCs w:val="28"/>
        </w:rPr>
        <w:t xml:space="preserve">                           Pojava da se kemijski spoj pojavljuje u dva ili više kristalnih oblika zove se_____________.</w:t>
      </w:r>
      <w:r w:rsidR="00550DDF">
        <w:rPr>
          <w:sz w:val="28"/>
          <w:szCs w:val="28"/>
        </w:rPr>
        <w:t xml:space="preserve"> </w:t>
      </w:r>
      <w:r w:rsidR="007B45C3">
        <w:rPr>
          <w:sz w:val="28"/>
          <w:szCs w:val="28"/>
        </w:rPr>
        <w:t xml:space="preserve"> </w:t>
      </w:r>
      <w:r w:rsidR="00550DDF">
        <w:rPr>
          <w:sz w:val="28"/>
          <w:szCs w:val="28"/>
        </w:rPr>
        <w:t xml:space="preserve"> </w:t>
      </w:r>
    </w:p>
    <w:p w:rsidR="000603F2" w:rsidRPr="0069382A" w:rsidRDefault="00A068E6" w:rsidP="00AE182B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="000603F2">
        <w:rPr>
          <w:sz w:val="28"/>
          <w:szCs w:val="28"/>
        </w:rPr>
        <w:t xml:space="preserve">                </w:t>
      </w:r>
      <w:r w:rsidR="000603F2">
        <w:rPr>
          <w:sz w:val="28"/>
          <w:szCs w:val="28"/>
        </w:rPr>
        <w:tab/>
      </w:r>
      <w:r w:rsidR="000603F2">
        <w:rPr>
          <w:sz w:val="28"/>
          <w:szCs w:val="28"/>
        </w:rPr>
        <w:tab/>
      </w:r>
      <w:r w:rsidR="000603F2">
        <w:rPr>
          <w:sz w:val="28"/>
          <w:szCs w:val="28"/>
        </w:rPr>
        <w:tab/>
      </w:r>
      <w:r w:rsidR="000603F2">
        <w:rPr>
          <w:sz w:val="28"/>
          <w:szCs w:val="28"/>
        </w:rPr>
        <w:tab/>
      </w:r>
      <w:r w:rsidR="000603F2">
        <w:rPr>
          <w:sz w:val="28"/>
          <w:szCs w:val="28"/>
        </w:rPr>
        <w:tab/>
      </w:r>
      <w:r w:rsidR="000603F2">
        <w:rPr>
          <w:sz w:val="28"/>
          <w:szCs w:val="28"/>
        </w:rPr>
        <w:tab/>
      </w:r>
      <w:r w:rsidR="000603F2">
        <w:rPr>
          <w:sz w:val="28"/>
          <w:szCs w:val="28"/>
        </w:rPr>
        <w:tab/>
      </w:r>
      <w:r w:rsidR="000603F2">
        <w:rPr>
          <w:sz w:val="28"/>
          <w:szCs w:val="28"/>
        </w:rPr>
        <w:tab/>
      </w:r>
      <w:r w:rsidR="000603F2">
        <w:rPr>
          <w:sz w:val="28"/>
          <w:szCs w:val="28"/>
        </w:rPr>
        <w:tab/>
      </w:r>
      <w:r w:rsidR="000603F2">
        <w:rPr>
          <w:sz w:val="28"/>
          <w:szCs w:val="28"/>
        </w:rPr>
        <w:tab/>
      </w:r>
      <w:r w:rsidR="000603F2">
        <w:rPr>
          <w:sz w:val="28"/>
          <w:szCs w:val="28"/>
        </w:rPr>
        <w:tab/>
      </w:r>
      <w:r w:rsidR="000603F2">
        <w:rPr>
          <w:sz w:val="28"/>
          <w:szCs w:val="28"/>
        </w:rPr>
        <w:tab/>
      </w:r>
      <w:r w:rsidR="000B7922">
        <w:rPr>
          <w:sz w:val="28"/>
          <w:szCs w:val="28"/>
        </w:rPr>
        <w:lastRenderedPageBreak/>
        <w:tab/>
      </w:r>
      <w:r w:rsidR="000B7922">
        <w:rPr>
          <w:sz w:val="28"/>
          <w:szCs w:val="28"/>
        </w:rPr>
        <w:tab/>
      </w:r>
      <w:r w:rsidR="000B7922">
        <w:rPr>
          <w:sz w:val="28"/>
          <w:szCs w:val="28"/>
        </w:rPr>
        <w:tab/>
      </w:r>
      <w:r w:rsidR="000B7922">
        <w:rPr>
          <w:sz w:val="28"/>
          <w:szCs w:val="28"/>
        </w:rPr>
        <w:tab/>
      </w:r>
      <w:r w:rsidR="000B7922">
        <w:rPr>
          <w:sz w:val="28"/>
          <w:szCs w:val="28"/>
        </w:rPr>
        <w:tab/>
      </w:r>
      <w:r w:rsidR="000B7922">
        <w:rPr>
          <w:sz w:val="28"/>
          <w:szCs w:val="28"/>
        </w:rPr>
        <w:tab/>
      </w:r>
      <w:r w:rsidR="000B7922">
        <w:rPr>
          <w:sz w:val="28"/>
          <w:szCs w:val="28"/>
        </w:rPr>
        <w:tab/>
      </w:r>
      <w:r w:rsidR="000B7922">
        <w:rPr>
          <w:sz w:val="28"/>
          <w:szCs w:val="28"/>
        </w:rPr>
        <w:tab/>
      </w:r>
      <w:r w:rsidR="000B7922">
        <w:rPr>
          <w:sz w:val="28"/>
          <w:szCs w:val="28"/>
        </w:rPr>
        <w:tab/>
      </w:r>
      <w:r w:rsidR="000B7922">
        <w:rPr>
          <w:sz w:val="28"/>
          <w:szCs w:val="28"/>
        </w:rPr>
        <w:tab/>
      </w:r>
      <w:r w:rsidR="000B7922">
        <w:rPr>
          <w:sz w:val="28"/>
          <w:szCs w:val="28"/>
        </w:rPr>
        <w:tab/>
        <w:t xml:space="preserve">    </w:t>
      </w:r>
      <w:r w:rsidRPr="0069382A">
        <w:rPr>
          <w:b/>
          <w:sz w:val="28"/>
          <w:szCs w:val="28"/>
        </w:rPr>
        <w:t>ZADATA</w:t>
      </w:r>
      <w:r w:rsidR="000603F2" w:rsidRPr="0069382A">
        <w:rPr>
          <w:b/>
          <w:sz w:val="28"/>
          <w:szCs w:val="28"/>
        </w:rPr>
        <w:t>K</w:t>
      </w:r>
    </w:p>
    <w:p w:rsidR="00A068E6" w:rsidRDefault="00A068E6" w:rsidP="00AE182B">
      <w:pPr>
        <w:rPr>
          <w:sz w:val="28"/>
          <w:szCs w:val="28"/>
        </w:rPr>
      </w:pPr>
    </w:p>
    <w:p w:rsidR="00BB5ECF" w:rsidRDefault="00A068E6" w:rsidP="00AE182B">
      <w:pPr>
        <w:rPr>
          <w:sz w:val="28"/>
          <w:szCs w:val="28"/>
        </w:rPr>
      </w:pPr>
      <w:r>
        <w:rPr>
          <w:sz w:val="28"/>
          <w:szCs w:val="28"/>
        </w:rPr>
        <w:t>Kalcij kristalizira</w:t>
      </w:r>
      <w:r w:rsidR="00F45025">
        <w:rPr>
          <w:sz w:val="28"/>
          <w:szCs w:val="28"/>
        </w:rPr>
        <w:t xml:space="preserve"> u plošno centriranoj kubičnoj slagalini. Radijus atoma kalcija  je 197 </w:t>
      </w:r>
      <w:r>
        <w:rPr>
          <w:sz w:val="28"/>
          <w:szCs w:val="28"/>
        </w:rPr>
        <w:t>pm.</w:t>
      </w:r>
      <w:r w:rsidR="00F45025">
        <w:rPr>
          <w:sz w:val="28"/>
          <w:szCs w:val="28"/>
        </w:rPr>
        <w:t xml:space="preserve"> </w:t>
      </w:r>
      <w:r>
        <w:rPr>
          <w:sz w:val="28"/>
          <w:szCs w:val="28"/>
        </w:rPr>
        <w:t>Izračunaj:</w:t>
      </w:r>
    </w:p>
    <w:p w:rsidR="00F45025" w:rsidRDefault="00F45025" w:rsidP="00AE182B">
      <w:pPr>
        <w:rPr>
          <w:sz w:val="28"/>
          <w:szCs w:val="28"/>
        </w:rPr>
      </w:pPr>
      <w:r>
        <w:rPr>
          <w:sz w:val="28"/>
          <w:szCs w:val="28"/>
        </w:rPr>
        <w:t>a) duljinu brida elementarne ćelije</w:t>
      </w:r>
      <w:r w:rsidR="007F08B1">
        <w:rPr>
          <w:sz w:val="28"/>
          <w:szCs w:val="28"/>
        </w:rPr>
        <w:tab/>
      </w:r>
      <w:r w:rsidR="007F08B1">
        <w:rPr>
          <w:sz w:val="28"/>
          <w:szCs w:val="28"/>
        </w:rPr>
        <w:tab/>
      </w:r>
      <w:r w:rsidR="007F08B1">
        <w:rPr>
          <w:sz w:val="28"/>
          <w:szCs w:val="28"/>
        </w:rPr>
        <w:tab/>
      </w:r>
      <w:r w:rsidR="007F08B1">
        <w:rPr>
          <w:sz w:val="28"/>
          <w:szCs w:val="28"/>
        </w:rPr>
        <w:tab/>
      </w:r>
    </w:p>
    <w:p w:rsidR="00BB5ECF" w:rsidRDefault="00F45025" w:rsidP="00AE182B">
      <w:pPr>
        <w:rPr>
          <w:sz w:val="28"/>
          <w:szCs w:val="28"/>
        </w:rPr>
      </w:pPr>
      <w:r>
        <w:rPr>
          <w:sz w:val="28"/>
          <w:szCs w:val="28"/>
        </w:rPr>
        <w:t>b</w:t>
      </w:r>
      <w:r w:rsidR="00BB5ECF">
        <w:rPr>
          <w:sz w:val="28"/>
          <w:szCs w:val="28"/>
        </w:rPr>
        <w:t>) gustoću kalcija</w:t>
      </w:r>
    </w:p>
    <w:p w:rsidR="00BB5ECF" w:rsidRDefault="00BB5ECF" w:rsidP="00AE182B">
      <w:pPr>
        <w:rPr>
          <w:sz w:val="28"/>
          <w:szCs w:val="28"/>
        </w:rPr>
      </w:pPr>
      <w:r>
        <w:rPr>
          <w:sz w:val="28"/>
          <w:szCs w:val="28"/>
        </w:rPr>
        <w:t xml:space="preserve">c) udaljenost </w:t>
      </w:r>
      <w:r w:rsidR="00F45025">
        <w:rPr>
          <w:sz w:val="28"/>
          <w:szCs w:val="28"/>
        </w:rPr>
        <w:t>između središta najbližih atoma</w:t>
      </w:r>
    </w:p>
    <w:p w:rsidR="00E52E41" w:rsidRDefault="00F45025" w:rsidP="00AE182B">
      <w:pPr>
        <w:rPr>
          <w:sz w:val="28"/>
          <w:szCs w:val="28"/>
        </w:rPr>
      </w:pPr>
      <w:r>
        <w:rPr>
          <w:sz w:val="28"/>
          <w:szCs w:val="28"/>
        </w:rPr>
        <w:t>d) koliko elementarnih ćelija ima u 1 cm</w:t>
      </w:r>
      <w:r w:rsidRPr="00F45025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kalcija</w:t>
      </w:r>
      <w:r w:rsidR="00FD6DDA">
        <w:rPr>
          <w:sz w:val="28"/>
          <w:szCs w:val="28"/>
        </w:rPr>
        <w:t xml:space="preserve">?  </w:t>
      </w:r>
    </w:p>
    <w:p w:rsidR="00E52E41" w:rsidRDefault="00E52E41" w:rsidP="00AE182B">
      <w:pPr>
        <w:rPr>
          <w:sz w:val="28"/>
          <w:szCs w:val="28"/>
        </w:rPr>
      </w:pPr>
    </w:p>
    <w:p w:rsidR="0058344F" w:rsidRDefault="0058344F" w:rsidP="00AE182B">
      <w:pPr>
        <w:rPr>
          <w:sz w:val="28"/>
          <w:szCs w:val="28"/>
        </w:rPr>
      </w:pPr>
      <w:r>
        <w:rPr>
          <w:sz w:val="28"/>
          <w:szCs w:val="28"/>
        </w:rPr>
        <w:t>Poveži tvari iz lijevog i desnog stupca</w:t>
      </w:r>
    </w:p>
    <w:p w:rsidR="0058344F" w:rsidRDefault="0058344F" w:rsidP="00AE182B">
      <w:pPr>
        <w:rPr>
          <w:sz w:val="28"/>
          <w:szCs w:val="28"/>
        </w:rPr>
      </w:pPr>
      <w:r>
        <w:rPr>
          <w:sz w:val="28"/>
          <w:szCs w:val="28"/>
        </w:rPr>
        <w:t>a) cezijev klorid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1. molekulska kristalna rešetka</w:t>
      </w:r>
    </w:p>
    <w:p w:rsidR="0058344F" w:rsidRDefault="0058344F" w:rsidP="00AE182B">
      <w:pPr>
        <w:rPr>
          <w:sz w:val="28"/>
          <w:szCs w:val="28"/>
        </w:rPr>
      </w:pPr>
      <w:r>
        <w:rPr>
          <w:sz w:val="28"/>
          <w:szCs w:val="28"/>
        </w:rPr>
        <w:t>b) bijeli fosfor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2.</w:t>
      </w:r>
      <w:r w:rsidR="001C2B70">
        <w:rPr>
          <w:sz w:val="28"/>
          <w:szCs w:val="28"/>
        </w:rPr>
        <w:t xml:space="preserve"> vodi struju u čvrstom stanju</w:t>
      </w:r>
    </w:p>
    <w:p w:rsidR="001C2B70" w:rsidRDefault="001C2B70" w:rsidP="00AE182B">
      <w:pPr>
        <w:rPr>
          <w:sz w:val="28"/>
          <w:szCs w:val="28"/>
        </w:rPr>
      </w:pPr>
      <w:r>
        <w:rPr>
          <w:sz w:val="28"/>
          <w:szCs w:val="28"/>
        </w:rPr>
        <w:t>c) grafit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3. vodi struju samo u rastaljenom stanju</w:t>
      </w:r>
    </w:p>
    <w:p w:rsidR="001C2B70" w:rsidRDefault="001C2B70" w:rsidP="00AE182B">
      <w:pPr>
        <w:rPr>
          <w:sz w:val="28"/>
          <w:szCs w:val="28"/>
        </w:rPr>
      </w:pPr>
      <w:r>
        <w:rPr>
          <w:sz w:val="28"/>
          <w:szCs w:val="28"/>
        </w:rPr>
        <w:t>d) bakar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4. ne provodi struju</w:t>
      </w:r>
    </w:p>
    <w:p w:rsidR="001C2B70" w:rsidRDefault="001C2B70" w:rsidP="00AE182B">
      <w:pPr>
        <w:rPr>
          <w:sz w:val="28"/>
          <w:szCs w:val="28"/>
        </w:rPr>
      </w:pPr>
      <w:r>
        <w:rPr>
          <w:sz w:val="28"/>
          <w:szCs w:val="28"/>
        </w:rPr>
        <w:t>e) dijamant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5.</w:t>
      </w:r>
      <w:r w:rsidR="00A85EA3">
        <w:rPr>
          <w:sz w:val="28"/>
          <w:szCs w:val="28"/>
        </w:rPr>
        <w:t xml:space="preserve"> sublimira</w:t>
      </w:r>
    </w:p>
    <w:p w:rsidR="00A85EA3" w:rsidRDefault="00A85EA3" w:rsidP="00AE182B">
      <w:pPr>
        <w:rPr>
          <w:sz w:val="28"/>
          <w:szCs w:val="28"/>
        </w:rPr>
      </w:pPr>
      <w:r>
        <w:rPr>
          <w:sz w:val="28"/>
          <w:szCs w:val="28"/>
        </w:rPr>
        <w:t>f) jod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6. mala tvrdoća</w:t>
      </w:r>
    </w:p>
    <w:p w:rsidR="00A85EA3" w:rsidRDefault="00DC62DD" w:rsidP="00AE182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7. prisutne vodljive vrpce</w:t>
      </w:r>
    </w:p>
    <w:p w:rsidR="00A85EA3" w:rsidRDefault="000603F2" w:rsidP="00AE182B">
      <w:pPr>
        <w:rPr>
          <w:sz w:val="28"/>
          <w:szCs w:val="28"/>
        </w:rPr>
      </w:pPr>
      <w:r>
        <w:rPr>
          <w:noProof/>
          <w:sz w:val="28"/>
          <w:szCs w:val="28"/>
          <w:lang w:eastAsia="hr-HR"/>
        </w:rPr>
        <w:drawing>
          <wp:inline distT="0" distB="0" distL="0" distR="0">
            <wp:extent cx="1590294" cy="1687807"/>
            <wp:effectExtent l="19050" t="0" r="0" b="0"/>
            <wp:docPr id="14" name="Slika 6" descr="C:\Users\Tominac\AppData\Local\Microsoft\Windows\Temporary Internet Files\Content.IE5\UI13UH4I\MC90044042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ominac\AppData\Local\Microsoft\Windows\Temporary Internet Files\Content.IE5\UI13UH4I\MC900440428[1].wm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732" cy="1689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EA3" w:rsidRDefault="00A85EA3" w:rsidP="00AE182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B0247" w:rsidRPr="00BB5ECF" w:rsidRDefault="00CB0247" w:rsidP="00CB0247">
      <w:pPr>
        <w:tabs>
          <w:tab w:val="center" w:pos="3711"/>
        </w:tabs>
        <w:rPr>
          <w:sz w:val="36"/>
          <w:szCs w:val="36"/>
        </w:rPr>
      </w:pPr>
      <w:r w:rsidRPr="0069382A">
        <w:rPr>
          <w:b/>
          <w:sz w:val="36"/>
          <w:szCs w:val="36"/>
        </w:rPr>
        <w:lastRenderedPageBreak/>
        <w:t>SKUPINA 6.</w:t>
      </w:r>
      <w:r w:rsidR="00F9351A">
        <w:rPr>
          <w:sz w:val="36"/>
          <w:szCs w:val="36"/>
        </w:rPr>
        <w:tab/>
      </w:r>
      <w:r w:rsidR="00F9351A">
        <w:rPr>
          <w:sz w:val="36"/>
          <w:szCs w:val="36"/>
        </w:rPr>
        <w:tab/>
      </w:r>
      <w:r w:rsidR="00F9351A">
        <w:rPr>
          <w:sz w:val="36"/>
          <w:szCs w:val="36"/>
        </w:rPr>
        <w:tab/>
      </w:r>
      <w:r w:rsidR="00F9351A">
        <w:rPr>
          <w:sz w:val="36"/>
          <w:szCs w:val="36"/>
        </w:rPr>
        <w:tab/>
      </w:r>
      <w:r w:rsidR="00F9351A">
        <w:rPr>
          <w:sz w:val="36"/>
          <w:szCs w:val="36"/>
        </w:rPr>
        <w:tab/>
      </w:r>
      <w:r w:rsidR="00F9351A">
        <w:rPr>
          <w:noProof/>
          <w:sz w:val="36"/>
          <w:szCs w:val="36"/>
          <w:lang w:eastAsia="hr-HR"/>
        </w:rPr>
        <w:drawing>
          <wp:inline distT="0" distB="0" distL="0" distR="0">
            <wp:extent cx="1511935" cy="1810385"/>
            <wp:effectExtent l="19050" t="0" r="0" b="0"/>
            <wp:docPr id="15" name="Slika 7" descr="C:\Users\Tominac\AppData\Local\Microsoft\Windows\Temporary Internet Files\Content.IE5\MG9SX5IF\MC90025163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ominac\AppData\Local\Microsoft\Windows\Temporary Internet Files\Content.IE5\MG9SX5IF\MC900251633[1].wm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1810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247" w:rsidRDefault="00CB0247" w:rsidP="00CB0247">
      <w:pPr>
        <w:tabs>
          <w:tab w:val="center" w:pos="3711"/>
        </w:tabs>
        <w:rPr>
          <w:sz w:val="28"/>
          <w:szCs w:val="28"/>
        </w:rPr>
      </w:pPr>
      <w:r>
        <w:rPr>
          <w:sz w:val="28"/>
          <w:szCs w:val="28"/>
        </w:rPr>
        <w:tab/>
        <w:t>POGODI TKO SAM?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B0247" w:rsidRDefault="00CB0247" w:rsidP="00CB0247">
      <w:pPr>
        <w:rPr>
          <w:sz w:val="28"/>
          <w:szCs w:val="28"/>
        </w:rPr>
      </w:pPr>
      <w:r>
        <w:rPr>
          <w:sz w:val="28"/>
          <w:szCs w:val="28"/>
        </w:rPr>
        <w:t>Pokus: Identifikacija dobivenog uzorka</w:t>
      </w:r>
    </w:p>
    <w:p w:rsidR="00CB0247" w:rsidRDefault="00CB0247" w:rsidP="00CB0247">
      <w:pPr>
        <w:rPr>
          <w:sz w:val="28"/>
          <w:szCs w:val="28"/>
        </w:rPr>
      </w:pPr>
    </w:p>
    <w:p w:rsidR="00CB0247" w:rsidRDefault="00CB0247" w:rsidP="00CB0247">
      <w:pPr>
        <w:rPr>
          <w:sz w:val="28"/>
          <w:szCs w:val="28"/>
        </w:rPr>
      </w:pPr>
      <w:r>
        <w:rPr>
          <w:sz w:val="28"/>
          <w:szCs w:val="28"/>
        </w:rPr>
        <w:t xml:space="preserve">Pribor i kemikalije:uzorak otopine soli </w:t>
      </w:r>
      <w:r w:rsidR="00106015">
        <w:rPr>
          <w:sz w:val="28"/>
          <w:szCs w:val="28"/>
        </w:rPr>
        <w:t xml:space="preserve">metala 2. skupine,razrijeđena </w:t>
      </w:r>
      <w:r w:rsidR="004F25CB">
        <w:rPr>
          <w:sz w:val="28"/>
          <w:szCs w:val="28"/>
        </w:rPr>
        <w:tab/>
      </w:r>
      <w:r w:rsidR="004F25CB">
        <w:rPr>
          <w:sz w:val="28"/>
          <w:szCs w:val="28"/>
        </w:rPr>
        <w:tab/>
      </w:r>
      <w:r w:rsidR="004F25CB">
        <w:rPr>
          <w:sz w:val="28"/>
          <w:szCs w:val="28"/>
        </w:rPr>
        <w:tab/>
      </w:r>
      <w:r w:rsidR="004F25CB">
        <w:rPr>
          <w:sz w:val="28"/>
          <w:szCs w:val="28"/>
        </w:rPr>
        <w:tab/>
      </w:r>
      <w:r w:rsidR="004F25CB">
        <w:rPr>
          <w:sz w:val="28"/>
          <w:szCs w:val="28"/>
        </w:rPr>
        <w:tab/>
      </w:r>
      <w:r w:rsidR="00106015">
        <w:rPr>
          <w:sz w:val="28"/>
          <w:szCs w:val="28"/>
        </w:rPr>
        <w:t>H</w:t>
      </w:r>
      <w:r w:rsidR="00106015" w:rsidRPr="004F25CB">
        <w:rPr>
          <w:sz w:val="28"/>
          <w:szCs w:val="28"/>
          <w:vertAlign w:val="subscript"/>
        </w:rPr>
        <w:t>2</w:t>
      </w:r>
      <w:r w:rsidR="00106015">
        <w:rPr>
          <w:sz w:val="28"/>
          <w:szCs w:val="28"/>
        </w:rPr>
        <w:t>SO</w:t>
      </w:r>
      <w:r w:rsidR="00106015" w:rsidRPr="004F25CB">
        <w:rPr>
          <w:sz w:val="28"/>
          <w:szCs w:val="28"/>
          <w:vertAlign w:val="subscript"/>
        </w:rPr>
        <w:t>4</w:t>
      </w:r>
      <w:r w:rsidR="00106015">
        <w:rPr>
          <w:sz w:val="28"/>
          <w:szCs w:val="28"/>
        </w:rPr>
        <w:t>,otopina AgNO</w:t>
      </w:r>
      <w:r w:rsidR="00106015" w:rsidRPr="004F25CB">
        <w:rPr>
          <w:sz w:val="28"/>
          <w:szCs w:val="28"/>
          <w:vertAlign w:val="subscript"/>
        </w:rPr>
        <w:t>3</w:t>
      </w:r>
      <w:r w:rsidR="00106015">
        <w:rPr>
          <w:sz w:val="28"/>
          <w:szCs w:val="28"/>
        </w:rPr>
        <w:t xml:space="preserve">,platinska igla, plamenik, žigice, </w:t>
      </w:r>
      <w:r w:rsidR="004F25CB">
        <w:rPr>
          <w:sz w:val="28"/>
          <w:szCs w:val="28"/>
        </w:rPr>
        <w:tab/>
      </w:r>
      <w:r w:rsidR="004F25CB">
        <w:rPr>
          <w:sz w:val="28"/>
          <w:szCs w:val="28"/>
        </w:rPr>
        <w:tab/>
      </w:r>
      <w:r w:rsidR="004F25CB">
        <w:rPr>
          <w:sz w:val="28"/>
          <w:szCs w:val="28"/>
        </w:rPr>
        <w:tab/>
      </w:r>
      <w:r w:rsidR="004F25CB">
        <w:rPr>
          <w:sz w:val="28"/>
          <w:szCs w:val="28"/>
        </w:rPr>
        <w:tab/>
      </w:r>
      <w:r w:rsidR="00106015">
        <w:rPr>
          <w:sz w:val="28"/>
          <w:szCs w:val="28"/>
        </w:rPr>
        <w:t>epruvete,</w:t>
      </w:r>
      <w:r w:rsidR="004F25CB">
        <w:rPr>
          <w:sz w:val="28"/>
          <w:szCs w:val="28"/>
        </w:rPr>
        <w:t xml:space="preserve"> stalak za epruvete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85EA3" w:rsidRDefault="00CB0247" w:rsidP="00CB0247">
      <w:pPr>
        <w:rPr>
          <w:sz w:val="28"/>
          <w:szCs w:val="28"/>
          <w:vertAlign w:val="subscript"/>
        </w:rPr>
      </w:pPr>
      <w:r>
        <w:rPr>
          <w:sz w:val="28"/>
          <w:szCs w:val="28"/>
        </w:rPr>
        <w:t>O</w:t>
      </w:r>
      <w:r w:rsidR="004F25CB">
        <w:rPr>
          <w:sz w:val="28"/>
          <w:szCs w:val="28"/>
        </w:rPr>
        <w:t>pis pokusa:</w:t>
      </w:r>
      <w:r w:rsidR="00F9351A">
        <w:rPr>
          <w:sz w:val="28"/>
          <w:szCs w:val="28"/>
        </w:rPr>
        <w:t xml:space="preserve">Platinsku iglu užari u plamenu plinskog plamenika, uroni je u </w:t>
      </w:r>
      <w:r w:rsidR="002F22BD">
        <w:rPr>
          <w:sz w:val="28"/>
          <w:szCs w:val="28"/>
        </w:rPr>
        <w:tab/>
      </w:r>
      <w:r w:rsidR="002F22BD">
        <w:rPr>
          <w:sz w:val="28"/>
          <w:szCs w:val="28"/>
        </w:rPr>
        <w:tab/>
      </w:r>
      <w:r w:rsidR="002F22BD">
        <w:rPr>
          <w:sz w:val="28"/>
          <w:szCs w:val="28"/>
        </w:rPr>
        <w:tab/>
      </w:r>
      <w:r w:rsidR="00F9351A">
        <w:rPr>
          <w:sz w:val="28"/>
          <w:szCs w:val="28"/>
        </w:rPr>
        <w:t>otopinu nepoznate soli, te ponovo prinesi plamenu</w:t>
      </w:r>
      <w:r w:rsidR="007721CA">
        <w:rPr>
          <w:sz w:val="28"/>
          <w:szCs w:val="28"/>
        </w:rPr>
        <w:t xml:space="preserve">. Postupak </w:t>
      </w:r>
      <w:r w:rsidR="002F22BD">
        <w:rPr>
          <w:sz w:val="28"/>
          <w:szCs w:val="28"/>
        </w:rPr>
        <w:tab/>
      </w:r>
      <w:r w:rsidR="002F22BD">
        <w:rPr>
          <w:sz w:val="28"/>
          <w:szCs w:val="28"/>
        </w:rPr>
        <w:tab/>
      </w:r>
      <w:r w:rsidR="002F22BD">
        <w:rPr>
          <w:sz w:val="28"/>
          <w:szCs w:val="28"/>
        </w:rPr>
        <w:tab/>
      </w:r>
      <w:r w:rsidR="007721CA">
        <w:rPr>
          <w:sz w:val="28"/>
          <w:szCs w:val="28"/>
        </w:rPr>
        <w:t xml:space="preserve">ponovi nekoliko puta. Što primjećuješ? Možeš li zaključiti koji se </w:t>
      </w:r>
      <w:r w:rsidR="002F22BD">
        <w:rPr>
          <w:sz w:val="28"/>
          <w:szCs w:val="28"/>
        </w:rPr>
        <w:tab/>
      </w:r>
      <w:r w:rsidR="002F22BD">
        <w:rPr>
          <w:sz w:val="28"/>
          <w:szCs w:val="28"/>
        </w:rPr>
        <w:tab/>
      </w:r>
      <w:r w:rsidR="007721CA">
        <w:rPr>
          <w:sz w:val="28"/>
          <w:szCs w:val="28"/>
        </w:rPr>
        <w:t>zemnoalkalijski metal nalazi u sastavu soli?</w:t>
      </w:r>
      <w:r w:rsidR="004E355E">
        <w:rPr>
          <w:sz w:val="28"/>
          <w:szCs w:val="28"/>
        </w:rPr>
        <w:t xml:space="preserve">Kako bi potvrdio svoju </w:t>
      </w:r>
      <w:r w:rsidR="002F22BD">
        <w:rPr>
          <w:sz w:val="28"/>
          <w:szCs w:val="28"/>
        </w:rPr>
        <w:tab/>
      </w:r>
      <w:r w:rsidR="002F22BD">
        <w:rPr>
          <w:sz w:val="28"/>
          <w:szCs w:val="28"/>
        </w:rPr>
        <w:tab/>
      </w:r>
      <w:r w:rsidR="004E355E">
        <w:rPr>
          <w:sz w:val="28"/>
          <w:szCs w:val="28"/>
        </w:rPr>
        <w:t xml:space="preserve">pretpostavku, te dokazao i anion sadržaj epruvete podijeli u dvije </w:t>
      </w:r>
      <w:r w:rsidR="002F22BD">
        <w:rPr>
          <w:sz w:val="28"/>
          <w:szCs w:val="28"/>
        </w:rPr>
        <w:tab/>
      </w:r>
      <w:r w:rsidR="002F22BD">
        <w:rPr>
          <w:sz w:val="28"/>
          <w:szCs w:val="28"/>
        </w:rPr>
        <w:tab/>
      </w:r>
      <w:r w:rsidR="004E355E">
        <w:rPr>
          <w:sz w:val="28"/>
          <w:szCs w:val="28"/>
        </w:rPr>
        <w:t>epruvete. Jednom dijelu dodaj nekoliko kapi otopine H</w:t>
      </w:r>
      <w:r w:rsidR="004E355E" w:rsidRPr="002F22BD">
        <w:rPr>
          <w:sz w:val="28"/>
          <w:szCs w:val="28"/>
          <w:vertAlign w:val="subscript"/>
        </w:rPr>
        <w:t>2</w:t>
      </w:r>
      <w:r w:rsidR="004E355E">
        <w:rPr>
          <w:sz w:val="28"/>
          <w:szCs w:val="28"/>
        </w:rPr>
        <w:t>SO</w:t>
      </w:r>
      <w:r w:rsidR="004E355E" w:rsidRPr="002F22BD">
        <w:rPr>
          <w:sz w:val="28"/>
          <w:szCs w:val="28"/>
          <w:vertAlign w:val="subscript"/>
        </w:rPr>
        <w:t>4</w:t>
      </w:r>
      <w:r w:rsidR="004E355E">
        <w:rPr>
          <w:sz w:val="28"/>
          <w:szCs w:val="28"/>
        </w:rPr>
        <w:t xml:space="preserve">, a </w:t>
      </w:r>
      <w:r w:rsidR="002F22BD">
        <w:rPr>
          <w:sz w:val="28"/>
          <w:szCs w:val="28"/>
        </w:rPr>
        <w:tab/>
      </w:r>
      <w:r w:rsidR="002F22BD">
        <w:rPr>
          <w:sz w:val="28"/>
          <w:szCs w:val="28"/>
        </w:rPr>
        <w:tab/>
      </w:r>
      <w:r w:rsidR="002F22BD">
        <w:rPr>
          <w:sz w:val="28"/>
          <w:szCs w:val="28"/>
        </w:rPr>
        <w:tab/>
      </w:r>
      <w:r w:rsidR="004E355E">
        <w:rPr>
          <w:sz w:val="28"/>
          <w:szCs w:val="28"/>
        </w:rPr>
        <w:t>drugom nekoliko</w:t>
      </w:r>
      <w:r w:rsidR="002F22BD">
        <w:rPr>
          <w:sz w:val="28"/>
          <w:szCs w:val="28"/>
        </w:rPr>
        <w:t xml:space="preserve"> kapi otopine AgNO</w:t>
      </w:r>
      <w:r w:rsidR="002F22BD" w:rsidRPr="002F22BD">
        <w:rPr>
          <w:sz w:val="28"/>
          <w:szCs w:val="28"/>
          <w:vertAlign w:val="subscript"/>
        </w:rPr>
        <w:t>3</w:t>
      </w:r>
      <w:r w:rsidR="002F22BD">
        <w:rPr>
          <w:sz w:val="28"/>
          <w:szCs w:val="28"/>
          <w:vertAlign w:val="subscript"/>
        </w:rPr>
        <w:t>.</w:t>
      </w:r>
    </w:p>
    <w:p w:rsidR="00330C0F" w:rsidRDefault="002F22BD" w:rsidP="00330C0F">
      <w:pPr>
        <w:rPr>
          <w:sz w:val="28"/>
          <w:szCs w:val="28"/>
        </w:rPr>
      </w:pPr>
      <w:r w:rsidRPr="003D366A">
        <w:rPr>
          <w:sz w:val="28"/>
          <w:szCs w:val="28"/>
        </w:rPr>
        <w:t>Kemijske promjene potkrijepi</w:t>
      </w:r>
      <w:r w:rsidR="003D366A">
        <w:rPr>
          <w:sz w:val="28"/>
          <w:szCs w:val="28"/>
        </w:rPr>
        <w:t xml:space="preserve"> jednadžbama kemijskih reakcija.</w:t>
      </w:r>
      <w:r w:rsidR="00EA2A94">
        <w:rPr>
          <w:noProof/>
          <w:sz w:val="28"/>
          <w:szCs w:val="28"/>
          <w:lang w:eastAsia="hr-HR"/>
        </w:rPr>
        <w:drawing>
          <wp:inline distT="0" distB="0" distL="0" distR="0">
            <wp:extent cx="1359535" cy="1908175"/>
            <wp:effectExtent l="19050" t="0" r="0" b="0"/>
            <wp:docPr id="17" name="Slika 9" descr="C:\Users\Tominac\AppData\Local\Microsoft\Windows\Temporary Internet Files\Content.IE5\YFMGH264\MC900434403[2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Tominac\AppData\Local\Microsoft\Windows\Temporary Internet Files\Content.IE5\YFMGH264\MC900434403[2].wm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190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D366A">
        <w:rPr>
          <w:sz w:val="28"/>
          <w:szCs w:val="28"/>
        </w:rPr>
        <w:t xml:space="preserve"> </w:t>
      </w:r>
      <w:r w:rsidR="00EA2A94">
        <w:rPr>
          <w:sz w:val="28"/>
          <w:szCs w:val="28"/>
        </w:rPr>
        <w:t>Uzorak tvari u epruveti je otopina____________.</w:t>
      </w:r>
      <w:r w:rsidR="00A65DF0">
        <w:rPr>
          <w:sz w:val="28"/>
          <w:szCs w:val="28"/>
        </w:rPr>
        <w:t xml:space="preserve"> Kation _________ i anion ___________ tvore__________ vezu.</w:t>
      </w:r>
      <w:r w:rsidR="00330C0F">
        <w:rPr>
          <w:sz w:val="28"/>
          <w:szCs w:val="28"/>
        </w:rPr>
        <w:t xml:space="preserve"> Lewisovom simbolikom prikaži nastajanje te veze.</w:t>
      </w:r>
    </w:p>
    <w:p w:rsidR="000B7922" w:rsidRPr="0069382A" w:rsidRDefault="000B7922" w:rsidP="000B7922">
      <w:pPr>
        <w:rPr>
          <w:b/>
          <w:sz w:val="28"/>
          <w:szCs w:val="28"/>
        </w:rPr>
      </w:pPr>
      <w:r w:rsidRPr="0069382A">
        <w:rPr>
          <w:b/>
          <w:sz w:val="28"/>
          <w:szCs w:val="28"/>
        </w:rPr>
        <w:lastRenderedPageBreak/>
        <w:t>ZADATAK</w:t>
      </w:r>
    </w:p>
    <w:p w:rsidR="000B7922" w:rsidRDefault="000B7922" w:rsidP="000B7922">
      <w:pPr>
        <w:rPr>
          <w:sz w:val="28"/>
          <w:szCs w:val="28"/>
        </w:rPr>
      </w:pPr>
    </w:p>
    <w:p w:rsidR="000B7922" w:rsidRDefault="000B7922" w:rsidP="000B7922">
      <w:pPr>
        <w:rPr>
          <w:sz w:val="28"/>
          <w:szCs w:val="28"/>
        </w:rPr>
      </w:pPr>
      <w:r>
        <w:rPr>
          <w:sz w:val="28"/>
          <w:szCs w:val="28"/>
        </w:rPr>
        <w:t>Barij kristalizira po tipu volumno centrirane kubične slag</w:t>
      </w:r>
      <w:r w:rsidR="00E031CD">
        <w:rPr>
          <w:sz w:val="28"/>
          <w:szCs w:val="28"/>
        </w:rPr>
        <w:t>aline s duljinom brida a= 0,5025 nm. Izračunaj:</w:t>
      </w:r>
    </w:p>
    <w:p w:rsidR="00E031CD" w:rsidRDefault="00E031CD" w:rsidP="000B7922">
      <w:pPr>
        <w:rPr>
          <w:sz w:val="28"/>
          <w:szCs w:val="28"/>
        </w:rPr>
      </w:pPr>
      <w:r>
        <w:rPr>
          <w:sz w:val="28"/>
          <w:szCs w:val="28"/>
        </w:rPr>
        <w:t>a) gustoću barija</w:t>
      </w:r>
    </w:p>
    <w:p w:rsidR="00E031CD" w:rsidRDefault="00E031CD" w:rsidP="000B7922">
      <w:pPr>
        <w:rPr>
          <w:sz w:val="28"/>
          <w:szCs w:val="28"/>
        </w:rPr>
      </w:pPr>
      <w:r>
        <w:rPr>
          <w:sz w:val="28"/>
          <w:szCs w:val="28"/>
        </w:rPr>
        <w:t>b) udaljenost između središta najbližih atoma</w:t>
      </w:r>
    </w:p>
    <w:p w:rsidR="00E031CD" w:rsidRDefault="00E031CD" w:rsidP="000B7922">
      <w:pPr>
        <w:rPr>
          <w:sz w:val="28"/>
          <w:szCs w:val="28"/>
        </w:rPr>
      </w:pPr>
      <w:r>
        <w:rPr>
          <w:sz w:val="28"/>
          <w:szCs w:val="28"/>
        </w:rPr>
        <w:t>c) polumjer atoma barija?</w:t>
      </w:r>
    </w:p>
    <w:p w:rsidR="00643413" w:rsidRDefault="00643413" w:rsidP="000B7922">
      <w:pPr>
        <w:rPr>
          <w:sz w:val="28"/>
          <w:szCs w:val="28"/>
        </w:rPr>
      </w:pPr>
      <w:r>
        <w:rPr>
          <w:noProof/>
          <w:sz w:val="28"/>
          <w:szCs w:val="28"/>
          <w:lang w:eastAsia="hr-HR"/>
        </w:rPr>
        <w:drawing>
          <wp:inline distT="0" distB="0" distL="0" distR="0">
            <wp:extent cx="1828800" cy="1731010"/>
            <wp:effectExtent l="19050" t="0" r="0" b="0"/>
            <wp:docPr id="29" name="Slika 11" descr="C:\Users\Tominac\AppData\Local\Microsoft\Windows\Temporary Internet Files\Content.IE5\UI13UH4I\MC90044041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Tominac\AppData\Local\Microsoft\Windows\Temporary Internet Files\Content.IE5\UI13UH4I\MC900440410[1].wmf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3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7922" w:rsidRPr="0004440A" w:rsidRDefault="000B7922" w:rsidP="00330C0F">
      <w:pPr>
        <w:rPr>
          <w:sz w:val="28"/>
          <w:szCs w:val="28"/>
          <w:vertAlign w:val="subscript"/>
        </w:rPr>
      </w:pPr>
    </w:p>
    <w:p w:rsidR="0004440A" w:rsidRDefault="00FD6DDA" w:rsidP="00AE182B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tbl>
      <w:tblPr>
        <w:tblStyle w:val="Reetkatablice"/>
        <w:tblW w:w="0" w:type="auto"/>
        <w:tblLook w:val="04A0"/>
      </w:tblPr>
      <w:tblGrid>
        <w:gridCol w:w="2322"/>
        <w:gridCol w:w="2322"/>
        <w:gridCol w:w="2322"/>
        <w:gridCol w:w="2322"/>
      </w:tblGrid>
      <w:tr w:rsidR="0004440A" w:rsidTr="0004440A">
        <w:tc>
          <w:tcPr>
            <w:tcW w:w="2322" w:type="dxa"/>
          </w:tcPr>
          <w:p w:rsidR="0004440A" w:rsidRDefault="0004440A" w:rsidP="00AE1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Svojstva tvari</w:t>
            </w:r>
          </w:p>
        </w:tc>
        <w:tc>
          <w:tcPr>
            <w:tcW w:w="2322" w:type="dxa"/>
          </w:tcPr>
          <w:p w:rsidR="0004440A" w:rsidRDefault="0004440A" w:rsidP="00AE1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X</w:t>
            </w:r>
          </w:p>
        </w:tc>
        <w:tc>
          <w:tcPr>
            <w:tcW w:w="2322" w:type="dxa"/>
          </w:tcPr>
          <w:p w:rsidR="0004440A" w:rsidRDefault="0004440A" w:rsidP="00AE1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Y</w:t>
            </w:r>
          </w:p>
        </w:tc>
        <w:tc>
          <w:tcPr>
            <w:tcW w:w="2322" w:type="dxa"/>
          </w:tcPr>
          <w:p w:rsidR="0004440A" w:rsidRDefault="0004440A" w:rsidP="00AE1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XY</w:t>
            </w:r>
            <w:r w:rsidRPr="0004440A">
              <w:rPr>
                <w:sz w:val="28"/>
                <w:szCs w:val="28"/>
                <w:vertAlign w:val="subscript"/>
              </w:rPr>
              <w:t>2</w:t>
            </w:r>
          </w:p>
        </w:tc>
      </w:tr>
      <w:tr w:rsidR="0004440A" w:rsidTr="0004440A">
        <w:tc>
          <w:tcPr>
            <w:tcW w:w="2322" w:type="dxa"/>
          </w:tcPr>
          <w:p w:rsidR="0004440A" w:rsidRDefault="00927BC2" w:rsidP="00AE1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Talište</w:t>
            </w:r>
          </w:p>
        </w:tc>
        <w:tc>
          <w:tcPr>
            <w:tcW w:w="2322" w:type="dxa"/>
          </w:tcPr>
          <w:p w:rsidR="0004440A" w:rsidRDefault="00927BC2" w:rsidP="00AE1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visoko</w:t>
            </w:r>
          </w:p>
        </w:tc>
        <w:tc>
          <w:tcPr>
            <w:tcW w:w="2322" w:type="dxa"/>
          </w:tcPr>
          <w:p w:rsidR="0004440A" w:rsidRDefault="00927BC2" w:rsidP="00AE1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vrlo nisko</w:t>
            </w:r>
          </w:p>
        </w:tc>
        <w:tc>
          <w:tcPr>
            <w:tcW w:w="2322" w:type="dxa"/>
          </w:tcPr>
          <w:p w:rsidR="0004440A" w:rsidRDefault="00927BC2" w:rsidP="00AE1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srednje visoko</w:t>
            </w:r>
          </w:p>
        </w:tc>
      </w:tr>
      <w:tr w:rsidR="0004440A" w:rsidTr="0004440A">
        <w:tc>
          <w:tcPr>
            <w:tcW w:w="2322" w:type="dxa"/>
          </w:tcPr>
          <w:p w:rsidR="0004440A" w:rsidRDefault="00927BC2" w:rsidP="00AE1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El. vodljivost u čvrstom stanju</w:t>
            </w:r>
          </w:p>
        </w:tc>
        <w:tc>
          <w:tcPr>
            <w:tcW w:w="2322" w:type="dxa"/>
          </w:tcPr>
          <w:p w:rsidR="0004440A" w:rsidRDefault="00927BC2" w:rsidP="00AE1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dobra</w:t>
            </w:r>
          </w:p>
        </w:tc>
        <w:tc>
          <w:tcPr>
            <w:tcW w:w="2322" w:type="dxa"/>
          </w:tcPr>
          <w:p w:rsidR="0004440A" w:rsidRDefault="00347CCB" w:rsidP="00AE1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 provodi</w:t>
            </w:r>
          </w:p>
        </w:tc>
        <w:tc>
          <w:tcPr>
            <w:tcW w:w="2322" w:type="dxa"/>
          </w:tcPr>
          <w:p w:rsidR="0004440A" w:rsidRDefault="00347CCB" w:rsidP="00AE1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 provodi</w:t>
            </w:r>
          </w:p>
        </w:tc>
      </w:tr>
      <w:tr w:rsidR="0004440A" w:rsidTr="0004440A">
        <w:tc>
          <w:tcPr>
            <w:tcW w:w="2322" w:type="dxa"/>
          </w:tcPr>
          <w:p w:rsidR="0004440A" w:rsidRDefault="00927BC2" w:rsidP="00AE1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El. vodljivost taline</w:t>
            </w:r>
          </w:p>
        </w:tc>
        <w:tc>
          <w:tcPr>
            <w:tcW w:w="2322" w:type="dxa"/>
          </w:tcPr>
          <w:p w:rsidR="0004440A" w:rsidRDefault="00347CCB" w:rsidP="00AE1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dobra</w:t>
            </w:r>
          </w:p>
        </w:tc>
        <w:tc>
          <w:tcPr>
            <w:tcW w:w="2322" w:type="dxa"/>
          </w:tcPr>
          <w:p w:rsidR="0004440A" w:rsidRDefault="00347CCB" w:rsidP="00AE1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 provodi</w:t>
            </w:r>
          </w:p>
        </w:tc>
        <w:tc>
          <w:tcPr>
            <w:tcW w:w="2322" w:type="dxa"/>
          </w:tcPr>
          <w:p w:rsidR="0004440A" w:rsidRDefault="00347CCB" w:rsidP="00AE1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dobra</w:t>
            </w:r>
          </w:p>
        </w:tc>
      </w:tr>
      <w:tr w:rsidR="0004440A" w:rsidTr="0004440A">
        <w:tc>
          <w:tcPr>
            <w:tcW w:w="2322" w:type="dxa"/>
          </w:tcPr>
          <w:p w:rsidR="0004440A" w:rsidRDefault="00927BC2" w:rsidP="00AE1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El. vodljivost vodene otopine</w:t>
            </w:r>
          </w:p>
        </w:tc>
        <w:tc>
          <w:tcPr>
            <w:tcW w:w="2322" w:type="dxa"/>
          </w:tcPr>
          <w:p w:rsidR="0004440A" w:rsidRDefault="00347CCB" w:rsidP="00AE1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</w:p>
        </w:tc>
        <w:tc>
          <w:tcPr>
            <w:tcW w:w="2322" w:type="dxa"/>
          </w:tcPr>
          <w:p w:rsidR="0004440A" w:rsidRDefault="00347CCB" w:rsidP="00AE1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 provodi</w:t>
            </w:r>
          </w:p>
        </w:tc>
        <w:tc>
          <w:tcPr>
            <w:tcW w:w="2322" w:type="dxa"/>
          </w:tcPr>
          <w:p w:rsidR="0004440A" w:rsidRDefault="00347CCB" w:rsidP="00AE1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dobra</w:t>
            </w:r>
          </w:p>
        </w:tc>
      </w:tr>
    </w:tbl>
    <w:p w:rsidR="00470A1B" w:rsidRDefault="00470A1B" w:rsidP="00AE182B">
      <w:pPr>
        <w:rPr>
          <w:sz w:val="28"/>
          <w:szCs w:val="28"/>
        </w:rPr>
      </w:pPr>
    </w:p>
    <w:p w:rsidR="00F45025" w:rsidRPr="001B073D" w:rsidRDefault="006A677D" w:rsidP="00AE182B">
      <w:pPr>
        <w:rPr>
          <w:sz w:val="28"/>
          <w:szCs w:val="28"/>
        </w:rPr>
      </w:pPr>
      <w:r>
        <w:rPr>
          <w:sz w:val="28"/>
          <w:szCs w:val="28"/>
        </w:rPr>
        <w:t>Tvari X i Y reagiraju, te nastaje spoj XY</w:t>
      </w:r>
      <w:r w:rsidRPr="006A677D">
        <w:rPr>
          <w:sz w:val="28"/>
          <w:szCs w:val="28"/>
          <w:vertAlign w:val="subscript"/>
        </w:rPr>
        <w:t>2</w:t>
      </w:r>
      <w:r>
        <w:rPr>
          <w:sz w:val="28"/>
          <w:szCs w:val="28"/>
          <w:vertAlign w:val="subscript"/>
        </w:rPr>
        <w:t xml:space="preserve">. </w:t>
      </w:r>
      <w:r w:rsidRPr="006A677D">
        <w:rPr>
          <w:sz w:val="28"/>
          <w:szCs w:val="28"/>
        </w:rPr>
        <w:t>Elementarna tvar Y</w:t>
      </w:r>
      <w:r>
        <w:rPr>
          <w:sz w:val="28"/>
          <w:szCs w:val="28"/>
        </w:rPr>
        <w:t xml:space="preserve"> građena je od dvoatomnih molekula.</w:t>
      </w:r>
      <w:r w:rsidR="00FA6181">
        <w:rPr>
          <w:sz w:val="28"/>
          <w:szCs w:val="28"/>
        </w:rPr>
        <w:t xml:space="preserve"> Zaključi:</w:t>
      </w:r>
      <w:r w:rsidR="00FA6181" w:rsidRPr="00271E60">
        <w:rPr>
          <w:b/>
          <w:sz w:val="28"/>
          <w:szCs w:val="28"/>
        </w:rPr>
        <w:t>1.</w:t>
      </w:r>
      <w:r w:rsidR="00FA6181">
        <w:rPr>
          <w:sz w:val="28"/>
          <w:szCs w:val="28"/>
        </w:rPr>
        <w:t xml:space="preserve"> koji je tip veze u tvarima X, Y, XY</w:t>
      </w:r>
      <w:r w:rsidR="00FA6181" w:rsidRPr="00FA6181">
        <w:rPr>
          <w:sz w:val="28"/>
          <w:szCs w:val="28"/>
          <w:vertAlign w:val="subscript"/>
        </w:rPr>
        <w:t>2</w:t>
      </w:r>
      <w:r w:rsidR="00271E60">
        <w:rPr>
          <w:sz w:val="28"/>
          <w:szCs w:val="28"/>
          <w:vertAlign w:val="subscript"/>
        </w:rPr>
        <w:t>,</w:t>
      </w:r>
      <w:r w:rsidR="00271E60">
        <w:rPr>
          <w:sz w:val="28"/>
          <w:szCs w:val="28"/>
        </w:rPr>
        <w:t xml:space="preserve">   </w:t>
      </w:r>
      <w:r w:rsidR="00271E60" w:rsidRPr="001B073D">
        <w:rPr>
          <w:b/>
          <w:sz w:val="28"/>
          <w:szCs w:val="28"/>
        </w:rPr>
        <w:t>2.</w:t>
      </w:r>
      <w:r w:rsidR="00271E60">
        <w:rPr>
          <w:sz w:val="28"/>
          <w:szCs w:val="28"/>
        </w:rPr>
        <w:t>koje čestice provode struju kroz uzorak X, ako</w:t>
      </w:r>
      <w:r w:rsidR="00C314C5">
        <w:rPr>
          <w:sz w:val="28"/>
          <w:szCs w:val="28"/>
        </w:rPr>
        <w:t xml:space="preserve"> </w:t>
      </w:r>
      <w:r w:rsidR="00271E60">
        <w:rPr>
          <w:sz w:val="28"/>
          <w:szCs w:val="28"/>
        </w:rPr>
        <w:t>je kroz uzorak XY</w:t>
      </w:r>
      <w:r w:rsidR="00271E60" w:rsidRPr="00271E60">
        <w:rPr>
          <w:sz w:val="28"/>
          <w:szCs w:val="28"/>
          <w:vertAlign w:val="subscript"/>
        </w:rPr>
        <w:t>2</w:t>
      </w:r>
      <w:r w:rsidR="00271E60">
        <w:rPr>
          <w:sz w:val="28"/>
          <w:szCs w:val="28"/>
          <w:vertAlign w:val="subscript"/>
        </w:rPr>
        <w:t>,</w:t>
      </w:r>
      <w:r w:rsidR="001B073D">
        <w:rPr>
          <w:sz w:val="28"/>
          <w:szCs w:val="28"/>
          <w:vertAlign w:val="subscript"/>
        </w:rPr>
        <w:t xml:space="preserve">  </w:t>
      </w:r>
      <w:r w:rsidR="001B073D">
        <w:rPr>
          <w:sz w:val="28"/>
          <w:szCs w:val="28"/>
        </w:rPr>
        <w:t xml:space="preserve"> </w:t>
      </w:r>
      <w:r w:rsidR="001B073D" w:rsidRPr="001B073D">
        <w:rPr>
          <w:b/>
          <w:sz w:val="28"/>
          <w:szCs w:val="28"/>
        </w:rPr>
        <w:t>3.</w:t>
      </w:r>
      <w:r w:rsidR="001B073D">
        <w:rPr>
          <w:b/>
          <w:sz w:val="28"/>
          <w:szCs w:val="28"/>
        </w:rPr>
        <w:t xml:space="preserve"> </w:t>
      </w:r>
      <w:r w:rsidR="001B073D" w:rsidRPr="001B073D">
        <w:rPr>
          <w:sz w:val="28"/>
          <w:szCs w:val="28"/>
        </w:rPr>
        <w:t>zašto</w:t>
      </w:r>
      <w:r w:rsidR="001B073D">
        <w:rPr>
          <w:sz w:val="28"/>
          <w:szCs w:val="28"/>
        </w:rPr>
        <w:t xml:space="preserve"> tvar XY</w:t>
      </w:r>
      <w:r w:rsidR="001B073D" w:rsidRPr="001B073D">
        <w:rPr>
          <w:sz w:val="28"/>
          <w:szCs w:val="28"/>
          <w:vertAlign w:val="subscript"/>
        </w:rPr>
        <w:t>2</w:t>
      </w:r>
      <w:r w:rsidR="00470A1B">
        <w:rPr>
          <w:sz w:val="28"/>
          <w:szCs w:val="28"/>
        </w:rPr>
        <w:t xml:space="preserve"> ne provodi struju u čvrstom stanju  </w:t>
      </w:r>
      <w:r w:rsidR="00470A1B" w:rsidRPr="00470A1B">
        <w:rPr>
          <w:b/>
          <w:sz w:val="28"/>
          <w:szCs w:val="28"/>
        </w:rPr>
        <w:t>4.</w:t>
      </w:r>
      <w:r w:rsidR="00470A1B">
        <w:rPr>
          <w:sz w:val="28"/>
          <w:szCs w:val="28"/>
        </w:rPr>
        <w:t xml:space="preserve"> zašto tvar Y ne provodi električnu struju</w:t>
      </w:r>
      <w:r w:rsidR="0069382A">
        <w:rPr>
          <w:sz w:val="28"/>
          <w:szCs w:val="28"/>
        </w:rPr>
        <w:t>?</w:t>
      </w:r>
    </w:p>
    <w:p w:rsidR="00FD6DDA" w:rsidRDefault="00FD6DDA" w:rsidP="00AE182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 w:rsidR="001B073D">
        <w:rPr>
          <w:sz w:val="28"/>
          <w:szCs w:val="28"/>
        </w:rPr>
        <w:t xml:space="preserve"> </w:t>
      </w:r>
    </w:p>
    <w:p w:rsidR="00BB5ECF" w:rsidRDefault="00BB5ECF" w:rsidP="00AE182B">
      <w:pPr>
        <w:rPr>
          <w:sz w:val="28"/>
          <w:szCs w:val="28"/>
        </w:rPr>
      </w:pPr>
    </w:p>
    <w:p w:rsidR="007B6EE4" w:rsidRDefault="00550DDF" w:rsidP="00AE182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B5ECF"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1B073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                              </w:t>
      </w:r>
    </w:p>
    <w:p w:rsidR="00550DDF" w:rsidRDefault="00550DDF">
      <w:pPr>
        <w:rPr>
          <w:sz w:val="28"/>
          <w:szCs w:val="28"/>
        </w:rPr>
      </w:pPr>
    </w:p>
    <w:p w:rsidR="00550DDF" w:rsidRDefault="00A873F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873F2" w:rsidRDefault="00A873F2">
      <w:pPr>
        <w:rPr>
          <w:sz w:val="28"/>
          <w:szCs w:val="28"/>
        </w:rPr>
      </w:pPr>
    </w:p>
    <w:p w:rsidR="00A873F2" w:rsidRDefault="00A873F2">
      <w:pPr>
        <w:rPr>
          <w:sz w:val="28"/>
          <w:szCs w:val="28"/>
        </w:rPr>
      </w:pPr>
    </w:p>
    <w:p w:rsidR="00A873F2" w:rsidRDefault="00A873F2">
      <w:pPr>
        <w:rPr>
          <w:sz w:val="28"/>
          <w:szCs w:val="28"/>
        </w:rPr>
      </w:pPr>
    </w:p>
    <w:p w:rsidR="00A873F2" w:rsidRDefault="00A873F2">
      <w:pPr>
        <w:rPr>
          <w:sz w:val="28"/>
          <w:szCs w:val="28"/>
        </w:rPr>
      </w:pPr>
    </w:p>
    <w:p w:rsidR="00550DDF" w:rsidRDefault="00550DDF">
      <w:pPr>
        <w:rPr>
          <w:sz w:val="28"/>
          <w:szCs w:val="28"/>
        </w:rPr>
      </w:pPr>
    </w:p>
    <w:p w:rsidR="00550DDF" w:rsidRDefault="00550DDF">
      <w:pPr>
        <w:rPr>
          <w:sz w:val="28"/>
          <w:szCs w:val="28"/>
        </w:rPr>
      </w:pPr>
    </w:p>
    <w:p w:rsidR="00550DDF" w:rsidRDefault="00550DDF">
      <w:pPr>
        <w:rPr>
          <w:sz w:val="28"/>
          <w:szCs w:val="28"/>
        </w:rPr>
      </w:pPr>
    </w:p>
    <w:p w:rsidR="009B3F4C" w:rsidRPr="00973FA5" w:rsidRDefault="009B3F4C" w:rsidP="00973FA5">
      <w:pPr>
        <w:rPr>
          <w:sz w:val="36"/>
          <w:szCs w:val="36"/>
        </w:rPr>
      </w:pPr>
    </w:p>
    <w:p w:rsidR="009B3F4C" w:rsidRDefault="009B3F4C" w:rsidP="00550DDF">
      <w:pPr>
        <w:rPr>
          <w:sz w:val="28"/>
          <w:szCs w:val="28"/>
        </w:rPr>
      </w:pPr>
    </w:p>
    <w:p w:rsidR="008B46DC" w:rsidRDefault="008B46DC" w:rsidP="00550DDF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550DDF" w:rsidRDefault="008B46DC" w:rsidP="00550DD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50DDF">
        <w:rPr>
          <w:sz w:val="28"/>
          <w:szCs w:val="28"/>
        </w:rPr>
        <w:tab/>
      </w:r>
      <w:r w:rsidR="00550DDF">
        <w:rPr>
          <w:sz w:val="28"/>
          <w:szCs w:val="28"/>
        </w:rPr>
        <w:tab/>
      </w:r>
      <w:r w:rsidR="00550DDF">
        <w:rPr>
          <w:sz w:val="28"/>
          <w:szCs w:val="28"/>
        </w:rPr>
        <w:tab/>
      </w:r>
    </w:p>
    <w:p w:rsidR="00550DDF" w:rsidRDefault="00550DDF" w:rsidP="00550DDF">
      <w:pPr>
        <w:rPr>
          <w:sz w:val="28"/>
          <w:szCs w:val="28"/>
        </w:rPr>
      </w:pPr>
    </w:p>
    <w:p w:rsidR="00550DDF" w:rsidRPr="004B0D59" w:rsidRDefault="009B3F4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550DDF" w:rsidRPr="004B0D59" w:rsidSect="00243E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292" w:rsidRDefault="00B30292" w:rsidP="00EB51B7">
      <w:pPr>
        <w:spacing w:after="0" w:line="240" w:lineRule="auto"/>
      </w:pPr>
      <w:r>
        <w:separator/>
      </w:r>
    </w:p>
  </w:endnote>
  <w:endnote w:type="continuationSeparator" w:id="1">
    <w:p w:rsidR="00B30292" w:rsidRDefault="00B30292" w:rsidP="00EB5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292" w:rsidRDefault="00B30292" w:rsidP="00EB51B7">
      <w:pPr>
        <w:spacing w:after="0" w:line="240" w:lineRule="auto"/>
      </w:pPr>
      <w:r>
        <w:separator/>
      </w:r>
    </w:p>
  </w:footnote>
  <w:footnote w:type="continuationSeparator" w:id="1">
    <w:p w:rsidR="00B30292" w:rsidRDefault="00B30292" w:rsidP="00EB51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7FBB"/>
    <w:rsid w:val="0003063A"/>
    <w:rsid w:val="0004440A"/>
    <w:rsid w:val="000603F2"/>
    <w:rsid w:val="00086743"/>
    <w:rsid w:val="000B4689"/>
    <w:rsid w:val="000B7922"/>
    <w:rsid w:val="00106015"/>
    <w:rsid w:val="0013387B"/>
    <w:rsid w:val="00152B71"/>
    <w:rsid w:val="001A119A"/>
    <w:rsid w:val="001B073D"/>
    <w:rsid w:val="001C2B70"/>
    <w:rsid w:val="001C4D3B"/>
    <w:rsid w:val="001E116C"/>
    <w:rsid w:val="001E4C51"/>
    <w:rsid w:val="00243E8F"/>
    <w:rsid w:val="00271E60"/>
    <w:rsid w:val="002C4B12"/>
    <w:rsid w:val="002D1760"/>
    <w:rsid w:val="002F22BD"/>
    <w:rsid w:val="00330C0F"/>
    <w:rsid w:val="00347CCB"/>
    <w:rsid w:val="00384292"/>
    <w:rsid w:val="00385299"/>
    <w:rsid w:val="003B0319"/>
    <w:rsid w:val="003D366A"/>
    <w:rsid w:val="003E2D53"/>
    <w:rsid w:val="004045D9"/>
    <w:rsid w:val="00470A1B"/>
    <w:rsid w:val="004B0D59"/>
    <w:rsid w:val="004E355E"/>
    <w:rsid w:val="004F25CB"/>
    <w:rsid w:val="00502EF8"/>
    <w:rsid w:val="00550DDF"/>
    <w:rsid w:val="00554F50"/>
    <w:rsid w:val="0058344F"/>
    <w:rsid w:val="00643413"/>
    <w:rsid w:val="006641EB"/>
    <w:rsid w:val="0069382A"/>
    <w:rsid w:val="006A41BC"/>
    <w:rsid w:val="006A677D"/>
    <w:rsid w:val="006D0F30"/>
    <w:rsid w:val="006F2C90"/>
    <w:rsid w:val="007138D3"/>
    <w:rsid w:val="007438FC"/>
    <w:rsid w:val="00747FBB"/>
    <w:rsid w:val="007721CA"/>
    <w:rsid w:val="007A528F"/>
    <w:rsid w:val="007B45C3"/>
    <w:rsid w:val="007B6EE4"/>
    <w:rsid w:val="007F08B1"/>
    <w:rsid w:val="00836E84"/>
    <w:rsid w:val="008B46DC"/>
    <w:rsid w:val="00927BC2"/>
    <w:rsid w:val="00973FA5"/>
    <w:rsid w:val="009B3F4C"/>
    <w:rsid w:val="009E5B7D"/>
    <w:rsid w:val="00A068E6"/>
    <w:rsid w:val="00A24166"/>
    <w:rsid w:val="00A3391F"/>
    <w:rsid w:val="00A6189F"/>
    <w:rsid w:val="00A65DF0"/>
    <w:rsid w:val="00A85EA3"/>
    <w:rsid w:val="00A873F2"/>
    <w:rsid w:val="00AE182B"/>
    <w:rsid w:val="00B15424"/>
    <w:rsid w:val="00B30292"/>
    <w:rsid w:val="00B4333E"/>
    <w:rsid w:val="00B66002"/>
    <w:rsid w:val="00BA2095"/>
    <w:rsid w:val="00BB5ECF"/>
    <w:rsid w:val="00BD47A6"/>
    <w:rsid w:val="00BE0A05"/>
    <w:rsid w:val="00C314C5"/>
    <w:rsid w:val="00C53CF4"/>
    <w:rsid w:val="00CB0247"/>
    <w:rsid w:val="00D24D71"/>
    <w:rsid w:val="00D51313"/>
    <w:rsid w:val="00D66557"/>
    <w:rsid w:val="00D9544C"/>
    <w:rsid w:val="00DC62DD"/>
    <w:rsid w:val="00E031CD"/>
    <w:rsid w:val="00E52E41"/>
    <w:rsid w:val="00E80FB3"/>
    <w:rsid w:val="00EA2A94"/>
    <w:rsid w:val="00EB4B53"/>
    <w:rsid w:val="00EB51B7"/>
    <w:rsid w:val="00F45025"/>
    <w:rsid w:val="00F53771"/>
    <w:rsid w:val="00F9351A"/>
    <w:rsid w:val="00FA6181"/>
    <w:rsid w:val="00FD6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E8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47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7FBB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semiHidden/>
    <w:unhideWhenUsed/>
    <w:rsid w:val="00EB5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B51B7"/>
  </w:style>
  <w:style w:type="paragraph" w:styleId="Podnoje">
    <w:name w:val="footer"/>
    <w:basedOn w:val="Normal"/>
    <w:link w:val="PodnojeChar"/>
    <w:uiPriority w:val="99"/>
    <w:semiHidden/>
    <w:unhideWhenUsed/>
    <w:rsid w:val="00EB5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EB51B7"/>
  </w:style>
  <w:style w:type="table" w:styleId="Reetkatablice">
    <w:name w:val="Table Grid"/>
    <w:basedOn w:val="Obinatablica"/>
    <w:uiPriority w:val="59"/>
    <w:rsid w:val="000444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gi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9914A-7707-46E5-9352-1F5F71E52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13</Pages>
  <Words>1481</Words>
  <Characters>8444</Characters>
  <Application>Microsoft Office Word</Application>
  <DocSecurity>0</DocSecurity>
  <Lines>70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Tominac</dc:creator>
  <cp:lastModifiedBy>Tominac</cp:lastModifiedBy>
  <cp:revision>17</cp:revision>
  <dcterms:created xsi:type="dcterms:W3CDTF">2013-06-09T13:39:00Z</dcterms:created>
  <dcterms:modified xsi:type="dcterms:W3CDTF">2013-06-17T16:27:00Z</dcterms:modified>
</cp:coreProperties>
</file>