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3F" w:rsidRPr="00C8008B" w:rsidRDefault="0002693F" w:rsidP="00C800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Slike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nepostojećih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uspomena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C8008B" w:rsidRPr="00C8008B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C8008B" w:rsidRPr="00C8008B">
        <w:rPr>
          <w:rFonts w:ascii="Times New Roman" w:hAnsi="Times New Roman" w:cs="Times New Roman"/>
          <w:sz w:val="24"/>
          <w:szCs w:val="24"/>
        </w:rPr>
        <w:t xml:space="preserve"> Melita Kraus</w:t>
      </w:r>
    </w:p>
    <w:p w:rsidR="00C8008B" w:rsidRPr="00C8008B" w:rsidRDefault="00C8008B" w:rsidP="00C800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93F" w:rsidRPr="00C8008B" w:rsidRDefault="0002693F" w:rsidP="00C800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Rođ</w:t>
      </w:r>
      <w:r w:rsidR="00C8008B">
        <w:rPr>
          <w:rFonts w:ascii="Times New Roman" w:hAnsi="Times New Roman" w:cs="Times New Roman"/>
          <w:sz w:val="24"/>
          <w:szCs w:val="24"/>
        </w:rPr>
        <w:t>ena</w:t>
      </w:r>
      <w:proofErr w:type="spellEnd"/>
      <w:r w:rsid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08B">
        <w:rPr>
          <w:rFonts w:ascii="Times New Roman" w:hAnsi="Times New Roman" w:cs="Times New Roman"/>
          <w:sz w:val="24"/>
          <w:szCs w:val="24"/>
        </w:rPr>
        <w:t>sam</w:t>
      </w:r>
      <w:proofErr w:type="spellEnd"/>
      <w:r w:rsidR="00C8008B">
        <w:rPr>
          <w:rFonts w:ascii="Times New Roman" w:hAnsi="Times New Roman" w:cs="Times New Roman"/>
          <w:sz w:val="24"/>
          <w:szCs w:val="24"/>
        </w:rPr>
        <w:t xml:space="preserve"> 1954 </w:t>
      </w:r>
      <w:proofErr w:type="spellStart"/>
      <w:r w:rsidR="00C8008B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8008B">
        <w:rPr>
          <w:rFonts w:ascii="Times New Roman" w:hAnsi="Times New Roman" w:cs="Times New Roman"/>
          <w:sz w:val="24"/>
          <w:szCs w:val="24"/>
        </w:rPr>
        <w:t>Bjelovaru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Sudbina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nalikuje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sudbini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malobrojnih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preostalih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Židovskih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</w:t>
      </w:r>
      <w:r w:rsidR="00C8008B">
        <w:rPr>
          <w:rFonts w:ascii="Times New Roman" w:hAnsi="Times New Roman" w:cs="Times New Roman"/>
          <w:sz w:val="24"/>
          <w:szCs w:val="24"/>
        </w:rPr>
        <w:t>ji</w:t>
      </w:r>
      <w:proofErr w:type="spellEnd"/>
      <w:r w:rsid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8008B">
        <w:rPr>
          <w:rFonts w:ascii="Times New Roman" w:hAnsi="Times New Roman" w:cs="Times New Roman"/>
          <w:sz w:val="24"/>
          <w:szCs w:val="24"/>
        </w:rPr>
        <w:t>Hrvatskoj</w:t>
      </w:r>
      <w:proofErr w:type="spellEnd"/>
      <w:r w:rsid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08B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08B">
        <w:rPr>
          <w:rFonts w:ascii="Times New Roman" w:hAnsi="Times New Roman" w:cs="Times New Roman"/>
          <w:sz w:val="24"/>
          <w:szCs w:val="24"/>
        </w:rPr>
        <w:t>Holokausta</w:t>
      </w:r>
      <w:r w:rsidRPr="00C8008B">
        <w:rPr>
          <w:rFonts w:ascii="Times New Roman" w:hAnsi="Times New Roman" w:cs="Times New Roman"/>
          <w:sz w:val="24"/>
          <w:szCs w:val="24"/>
        </w:rPr>
        <w:t>.Važno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preživjeti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,I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nastaviti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život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potomstvo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najčešće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mješovitim</w:t>
      </w:r>
      <w:proofErr w:type="spellEnd"/>
      <w:r w:rsid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08B">
        <w:rPr>
          <w:rFonts w:ascii="Times New Roman" w:hAnsi="Times New Roman" w:cs="Times New Roman"/>
          <w:sz w:val="24"/>
          <w:szCs w:val="24"/>
        </w:rPr>
        <w:t>brakovima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>.</w:t>
      </w:r>
      <w:r w:rsid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oca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pripadala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Aškenaskim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Židovima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 iz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Poljske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Njemačke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Djed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bio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imučni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trgovac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Požegi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Oženio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bakom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</w:t>
      </w:r>
      <w:r w:rsidR="00C756F4" w:rsidRPr="00C8008B">
        <w:rPr>
          <w:rFonts w:ascii="Times New Roman" w:hAnsi="Times New Roman" w:cs="Times New Roman"/>
          <w:sz w:val="24"/>
          <w:szCs w:val="24"/>
        </w:rPr>
        <w:t>č</w:t>
      </w:r>
      <w:r w:rsidRPr="00C8008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sitnog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tvorničara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08B">
        <w:rPr>
          <w:rFonts w:ascii="Times New Roman" w:hAnsi="Times New Roman" w:cs="Times New Roman"/>
          <w:sz w:val="24"/>
          <w:szCs w:val="24"/>
        </w:rPr>
        <w:t xml:space="preserve">iz </w:t>
      </w:r>
      <w:r w:rsidR="004C79C7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Pakračke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Miller.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braku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rođeno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sina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3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kčeri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Sinovi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,a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među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njima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moj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otac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završili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fakultete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Beču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Otac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postao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liječnik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Kčeri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udale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Židovske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intelektualce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neki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konvertirali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katoličanstvo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Moj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otac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stričevi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bili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religiozni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1964A0" w:rsidRPr="00C8008B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živjeli</w:t>
      </w:r>
      <w:proofErr w:type="spellEnd"/>
      <w:proofErr w:type="gram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A</w:t>
      </w:r>
      <w:r w:rsidR="001964A0" w:rsidRPr="00C8008B">
        <w:rPr>
          <w:rFonts w:ascii="Times New Roman" w:hAnsi="Times New Roman" w:cs="Times New Roman"/>
          <w:sz w:val="24"/>
          <w:szCs w:val="24"/>
        </w:rPr>
        <w:t>ustrougarskoj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prijestolnici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doba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njenog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največeg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intelektualnog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procvata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njihova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glavna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vjera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znanost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filozofija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Bili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suvremenici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Junga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Zvaiga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Freuda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.</w:t>
      </w:r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4C79C7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O</w:t>
      </w:r>
      <w:r w:rsidR="001964A0" w:rsidRPr="00C8008B">
        <w:rPr>
          <w:rFonts w:ascii="Times New Roman" w:hAnsi="Times New Roman" w:cs="Times New Roman"/>
          <w:sz w:val="24"/>
          <w:szCs w:val="24"/>
        </w:rPr>
        <w:t>bitelji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mojhih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stričeva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tetaka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bile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964A0" w:rsidRPr="00C8008B">
        <w:rPr>
          <w:rFonts w:ascii="Times New Roman" w:hAnsi="Times New Roman" w:cs="Times New Roman"/>
          <w:sz w:val="24"/>
          <w:szCs w:val="24"/>
        </w:rPr>
        <w:t>mnogočlane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 I</w:t>
      </w:r>
      <w:proofErr w:type="gram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ugledne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. No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Holokaust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proofErr w:type="gramStart"/>
      <w:r w:rsidR="001964A0" w:rsidRPr="00C8008B">
        <w:rPr>
          <w:rFonts w:ascii="Times New Roman" w:hAnsi="Times New Roman" w:cs="Times New Roman"/>
          <w:sz w:val="24"/>
          <w:szCs w:val="24"/>
        </w:rPr>
        <w:t>prekinuo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Stradali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964A0" w:rsidRPr="00C8008B">
        <w:rPr>
          <w:rFonts w:ascii="Times New Roman" w:hAnsi="Times New Roman" w:cs="Times New Roman"/>
          <w:sz w:val="24"/>
          <w:szCs w:val="24"/>
        </w:rPr>
        <w:t>stričevi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tet</w:t>
      </w:r>
      <w:r w:rsidR="00C756F4" w:rsidRPr="00C8008B">
        <w:rPr>
          <w:rFonts w:ascii="Times New Roman" w:hAnsi="Times New Roman" w:cs="Times New Roman"/>
          <w:sz w:val="24"/>
          <w:szCs w:val="24"/>
        </w:rPr>
        <w:t>ke</w:t>
      </w:r>
      <w:proofErr w:type="spellEnd"/>
      <w:proofErr w:type="gram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baka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nečaci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Jedini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preživjeli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bili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moj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otac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proofErr w:type="gramStart"/>
      <w:r w:rsidR="001964A0" w:rsidRPr="00C8008B">
        <w:rPr>
          <w:rFonts w:ascii="Times New Roman" w:hAnsi="Times New Roman" w:cs="Times New Roman"/>
          <w:sz w:val="24"/>
          <w:szCs w:val="24"/>
        </w:rPr>
        <w:t>tetka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kući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doba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mog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djetinjstva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nikada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govorilo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proofErr w:type="gramStart"/>
      <w:r w:rsidR="001964A0" w:rsidRPr="00C8008B">
        <w:rPr>
          <w:rFonts w:ascii="Times New Roman" w:hAnsi="Times New Roman" w:cs="Times New Roman"/>
          <w:sz w:val="24"/>
          <w:szCs w:val="24"/>
        </w:rPr>
        <w:t>porjeklu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,no</w:t>
      </w:r>
      <w:proofErr w:type="gram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sam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ga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slučajno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saznala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mi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ukazali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tada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4A0" w:rsidRPr="00C8008B">
        <w:rPr>
          <w:rFonts w:ascii="Times New Roman" w:hAnsi="Times New Roman" w:cs="Times New Roman"/>
          <w:sz w:val="24"/>
          <w:szCs w:val="24"/>
        </w:rPr>
        <w:t>moja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964A0" w:rsidRPr="00C8008B">
        <w:rPr>
          <w:rFonts w:ascii="Times New Roman" w:hAnsi="Times New Roman" w:cs="Times New Roman"/>
          <w:sz w:val="24"/>
          <w:szCs w:val="24"/>
        </w:rPr>
        <w:t>potraga</w:t>
      </w:r>
      <w:proofErr w:type="spellEnd"/>
      <w:r w:rsidR="001964A0"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964A0" w:rsidRPr="00C8008B" w:rsidRDefault="001964A0" w:rsidP="00C800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Želila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sam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saznati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članovima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svoje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nikad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nisam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upoznala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Nažalost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otac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bio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razgovorljiv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želio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odgaja</w:t>
      </w:r>
      <w:r w:rsidR="00C756F4" w:rsidRPr="00C8008B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me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predrasuda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mržnje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želio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Pr="00C8008B">
        <w:rPr>
          <w:rFonts w:ascii="Times New Roman" w:hAnsi="Times New Roman" w:cs="Times New Roman"/>
          <w:sz w:val="24"/>
          <w:szCs w:val="24"/>
        </w:rPr>
        <w:t xml:space="preserve"> je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podariti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mi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bezbrižno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sretno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djetinjstvo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>.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Otac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mi je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umro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izmučen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ratom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sam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imala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proofErr w:type="gramStart"/>
      <w:r w:rsidR="00C756F4" w:rsidRPr="00C8008B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ubrzo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potom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Pr="00C8008B">
        <w:rPr>
          <w:rFonts w:ascii="Times New Roman" w:hAnsi="Times New Roman" w:cs="Times New Roman"/>
          <w:sz w:val="24"/>
          <w:szCs w:val="24"/>
        </w:rPr>
        <w:t xml:space="preserve"> I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jedina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tetka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Pr="00C8008B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svega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ostao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jedan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stari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album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obiteljskim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fotografijama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,I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nekoliko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komada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namještaja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C756F4" w:rsidRPr="00C8008B">
        <w:rPr>
          <w:rFonts w:ascii="Times New Roman" w:hAnsi="Times New Roman" w:cs="Times New Roman"/>
          <w:sz w:val="24"/>
          <w:szCs w:val="24"/>
        </w:rPr>
        <w:t>i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ukrasnih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nastavili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plutati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besmisleno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mojim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životom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1964A0" w:rsidRPr="00C8008B" w:rsidRDefault="00882744" w:rsidP="00C800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Nastavila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sam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svoju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potragu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za “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izgubljenom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karikom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08B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čitajući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Židovsku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književnost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proučavajući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Yiddish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glazbu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stvarajući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vlastiti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svjet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>”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n</w:t>
      </w:r>
      <w:r w:rsidRPr="00C8008B">
        <w:rPr>
          <w:rFonts w:ascii="Times New Roman" w:hAnsi="Times New Roman" w:cs="Times New Roman"/>
          <w:sz w:val="24"/>
          <w:szCs w:val="24"/>
        </w:rPr>
        <w:t>epostojećih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9C7" w:rsidRPr="00C8008B">
        <w:rPr>
          <w:rFonts w:ascii="Times New Roman" w:hAnsi="Times New Roman" w:cs="Times New Roman"/>
          <w:sz w:val="24"/>
          <w:szCs w:val="24"/>
        </w:rPr>
        <w:t>uspomena</w:t>
      </w:r>
      <w:proofErr w:type="spellEnd"/>
      <w:r w:rsidR="004C79C7" w:rsidRPr="00C8008B">
        <w:rPr>
          <w:rFonts w:ascii="Times New Roman" w:hAnsi="Times New Roman" w:cs="Times New Roman"/>
          <w:sz w:val="24"/>
          <w:szCs w:val="24"/>
        </w:rPr>
        <w:t xml:space="preserve">”! 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9C7" w:rsidRPr="00C8008B" w:rsidRDefault="004C79C7" w:rsidP="00C800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79C7" w:rsidRPr="00C8008B" w:rsidRDefault="004C79C7" w:rsidP="00C800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79C7" w:rsidRPr="00C8008B" w:rsidRDefault="004C79C7" w:rsidP="00C800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008B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identitetu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svakoga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naroda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uspomene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njegov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temeljni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kamen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One se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slažu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jedna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druge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isprepliću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se</w:t>
      </w:r>
      <w:proofErr w:type="gramStart"/>
      <w:r w:rsidRPr="00C8008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prožimaju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svijet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okružuje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čine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jedinstvenom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pozornicom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moguće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ono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možda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nikad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dogodilo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. Ali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postoje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narodi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poput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Židova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čije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uspomene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nadživješi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mnoga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stratišta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ljudske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civilizacije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ostali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bez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mogućnosti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vezivanja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vanjski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svijet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nastajale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. Te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uspomene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nekad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upozorenje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opomena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ali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često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 nada</w:t>
      </w:r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život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lebde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imaginarnim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prostorima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čuvaju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prenose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žilavoj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tradiciji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bi se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tradicija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održala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njima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pretvara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simbole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uspomene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proofErr w:type="gramStart"/>
      <w:r w:rsidRPr="00C8008B">
        <w:rPr>
          <w:rFonts w:ascii="Times New Roman" w:hAnsi="Times New Roman" w:cs="Times New Roman"/>
          <w:sz w:val="24"/>
          <w:szCs w:val="24"/>
        </w:rPr>
        <w:t>utječu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arhetipskim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sjećanjima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čine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postojećim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ono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uništeno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 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postalo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nepostojeće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Arhetipske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uspomene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oživljavaju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pojedincu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nadomještaju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one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obiteljske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životne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Pomoću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simboličnih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slika</w:t>
      </w:r>
      <w:proofErr w:type="spellEnd"/>
      <w:proofErr w:type="gramStart"/>
      <w:r w:rsidRPr="00C8008B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pojedinac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ponovno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priliku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izgraditi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vlastiti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identitet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zamjeniti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ga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obiteljsku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tradiciju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uništenih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obitelji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.    </w:t>
      </w:r>
      <w:r w:rsidRPr="00C8008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Slikajući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svoje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Slikopriče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C8008B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sebi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svjetu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pričam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neprekidnu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priču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  o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potonulom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svjetu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židovskog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i/>
          <w:sz w:val="24"/>
          <w:szCs w:val="24"/>
        </w:rPr>
        <w:t>shtetla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Priče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oblikujem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oslikavajući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svitke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Exodusu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Golemu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Lilith, 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Gradu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Chelmu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njegovim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divnim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ludama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>,</w:t>
      </w:r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skupa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gradom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nestale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756F4" w:rsidRPr="00C8008B">
        <w:rPr>
          <w:rFonts w:ascii="Times New Roman" w:hAnsi="Times New Roman" w:cs="Times New Roman"/>
          <w:sz w:val="24"/>
          <w:szCs w:val="24"/>
        </w:rPr>
        <w:t>nepovrat</w:t>
      </w:r>
      <w:proofErr w:type="spellEnd"/>
      <w:r w:rsidR="00C756F4" w:rsidRPr="00C8008B">
        <w:rPr>
          <w:rFonts w:ascii="Times New Roman" w:hAnsi="Times New Roman" w:cs="Times New Roman"/>
          <w:sz w:val="24"/>
          <w:szCs w:val="24"/>
        </w:rPr>
        <w:t>,</w:t>
      </w:r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svijetu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klezmera</w:t>
      </w:r>
      <w:proofErr w:type="gramStart"/>
      <w:r w:rsidRPr="00C8008B">
        <w:rPr>
          <w:rFonts w:ascii="Times New Roman" w:hAnsi="Times New Roman" w:cs="Times New Roman"/>
          <w:sz w:val="24"/>
          <w:szCs w:val="24"/>
        </w:rPr>
        <w:t>,židovskih</w:t>
      </w:r>
      <w:proofErr w:type="spellEnd"/>
      <w:proofErr w:type="gram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glazbenika,svadbi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ljubavi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vječne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teme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rastanka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starim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08B">
        <w:rPr>
          <w:rFonts w:ascii="Times New Roman" w:hAnsi="Times New Roman" w:cs="Times New Roman"/>
          <w:sz w:val="24"/>
          <w:szCs w:val="24"/>
        </w:rPr>
        <w:t>krajem</w:t>
      </w:r>
      <w:proofErr w:type="spellEnd"/>
      <w:r w:rsidRPr="00C8008B">
        <w:rPr>
          <w:rFonts w:ascii="Times New Roman" w:hAnsi="Times New Roman" w:cs="Times New Roman"/>
          <w:sz w:val="24"/>
          <w:szCs w:val="24"/>
        </w:rPr>
        <w:t>.</w:t>
      </w:r>
      <w:r w:rsidR="00B6355E" w:rsidRPr="00C8008B">
        <w:rPr>
          <w:rFonts w:ascii="Times New Roman" w:hAnsi="Times New Roman" w:cs="Times New Roman"/>
          <w:sz w:val="24"/>
          <w:szCs w:val="24"/>
        </w:rPr>
        <w:t xml:space="preserve">” </w:t>
      </w:r>
      <w:bookmarkStart w:id="0" w:name="_GoBack"/>
      <w:bookmarkEnd w:id="0"/>
    </w:p>
    <w:p w:rsidR="004C79C7" w:rsidRPr="00C8008B" w:rsidRDefault="004C79C7" w:rsidP="00C800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79C7" w:rsidRPr="00C8008B" w:rsidSect="00626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compat/>
  <w:rsids>
    <w:rsidRoot w:val="0002693F"/>
    <w:rsid w:val="0002693F"/>
    <w:rsid w:val="001964A0"/>
    <w:rsid w:val="0021104B"/>
    <w:rsid w:val="00433921"/>
    <w:rsid w:val="004C79C7"/>
    <w:rsid w:val="00626F3F"/>
    <w:rsid w:val="00882744"/>
    <w:rsid w:val="00B01DAD"/>
    <w:rsid w:val="00B6355E"/>
    <w:rsid w:val="00C756F4"/>
    <w:rsid w:val="00C8008B"/>
    <w:rsid w:val="00D00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F3F"/>
  </w:style>
  <w:style w:type="paragraph" w:styleId="Heading1">
    <w:name w:val="heading 1"/>
    <w:basedOn w:val="Normal"/>
    <w:next w:val="Normal"/>
    <w:link w:val="Heading1Char"/>
    <w:uiPriority w:val="9"/>
    <w:qFormat/>
    <w:rsid w:val="00626F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6F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6F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6F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6F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6F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26F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26F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26F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F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26F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6F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26F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26F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626F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626F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26F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26F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626F3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6F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F3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26F3F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26F3F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26F3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26F3F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26F3F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26F3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6F3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F3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6F3F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626F3F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26F3F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626F3F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626F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6F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626F3F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26F3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9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ta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Melita Kraus</dc:creator>
  <cp:lastModifiedBy>lmiletic</cp:lastModifiedBy>
  <cp:revision>4</cp:revision>
  <dcterms:created xsi:type="dcterms:W3CDTF">2016-01-10T21:14:00Z</dcterms:created>
  <dcterms:modified xsi:type="dcterms:W3CDTF">2016-02-01T10:08:00Z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