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1C9" w:rsidRDefault="006D21C9" w:rsidP="000D3942">
      <w:pPr>
        <w:rPr>
          <w:rFonts w:ascii="Arial" w:hAnsi="Arial" w:cs="Arial"/>
        </w:rPr>
      </w:pPr>
      <w:r w:rsidRPr="00451C56">
        <w:rPr>
          <w:rFonts w:ascii="Arial" w:hAnsi="Arial" w:cs="Arial"/>
        </w:rPr>
        <w:t>Lidija Kralj</w:t>
      </w:r>
      <w:r>
        <w:rPr>
          <w:rFonts w:ascii="Arial" w:hAnsi="Arial" w:cs="Arial"/>
        </w:rPr>
        <w:t>, prof., učitelj savjetnik</w:t>
      </w:r>
    </w:p>
    <w:p w:rsidR="006D21C9" w:rsidRDefault="006D21C9" w:rsidP="000D3942">
      <w:pPr>
        <w:rPr>
          <w:rFonts w:ascii="Arial" w:hAnsi="Arial" w:cs="Arial"/>
        </w:rPr>
      </w:pPr>
    </w:p>
    <w:p w:rsidR="006D21C9" w:rsidRDefault="006D21C9" w:rsidP="000D3942">
      <w:pPr>
        <w:rPr>
          <w:rFonts w:ascii="Arial" w:hAnsi="Arial" w:cs="Arial"/>
        </w:rPr>
      </w:pPr>
      <w:r>
        <w:rPr>
          <w:rFonts w:ascii="Arial" w:hAnsi="Arial" w:cs="Arial"/>
        </w:rPr>
        <w:t>OŠ Veliki Bukovec</w:t>
      </w:r>
    </w:p>
    <w:p w:rsidR="006D21C9" w:rsidRDefault="006D21C9" w:rsidP="000D3942">
      <w:pPr>
        <w:rPr>
          <w:rFonts w:ascii="Arial" w:hAnsi="Arial" w:cs="Arial"/>
        </w:rPr>
      </w:pPr>
    </w:p>
    <w:p w:rsidR="006D21C9" w:rsidRDefault="006D21C9" w:rsidP="000D3942">
      <w:pPr>
        <w:rPr>
          <w:rFonts w:ascii="Arial" w:hAnsi="Arial" w:cs="Arial"/>
        </w:rPr>
      </w:pPr>
    </w:p>
    <w:p w:rsidR="006D21C9" w:rsidRDefault="006D21C9" w:rsidP="000D3942">
      <w:pPr>
        <w:rPr>
          <w:rFonts w:ascii="Arial" w:hAnsi="Arial" w:cs="Arial"/>
        </w:rPr>
      </w:pPr>
    </w:p>
    <w:p w:rsidR="006D21C9" w:rsidRPr="002A462A" w:rsidRDefault="006D21C9" w:rsidP="002A462A">
      <w:pPr>
        <w:jc w:val="center"/>
        <w:rPr>
          <w:rFonts w:ascii="Arial" w:hAnsi="Arial" w:cs="Arial"/>
          <w:b/>
          <w:sz w:val="32"/>
          <w:szCs w:val="32"/>
          <w:lang w:eastAsia="en-US"/>
        </w:rPr>
      </w:pPr>
      <w:r w:rsidRPr="002A462A">
        <w:rPr>
          <w:rFonts w:ascii="Arial" w:hAnsi="Arial" w:cs="Arial"/>
          <w:b/>
          <w:sz w:val="32"/>
          <w:szCs w:val="32"/>
          <w:lang w:eastAsia="en-US"/>
        </w:rPr>
        <w:t>Zondle - učenje kroz računalne igre</w:t>
      </w:r>
    </w:p>
    <w:p w:rsidR="006D21C9" w:rsidRPr="002A462A" w:rsidRDefault="006D21C9" w:rsidP="002A462A">
      <w:pPr>
        <w:jc w:val="center"/>
        <w:rPr>
          <w:rFonts w:ascii="Arial" w:hAnsi="Arial" w:cs="Arial"/>
          <w:b/>
          <w:sz w:val="32"/>
          <w:szCs w:val="32"/>
        </w:rPr>
      </w:pPr>
    </w:p>
    <w:p w:rsidR="006D21C9" w:rsidRPr="00451C56" w:rsidRDefault="006D21C9" w:rsidP="000D3942">
      <w:pPr>
        <w:rPr>
          <w:rFonts w:ascii="Arial" w:hAnsi="Arial" w:cs="Arial"/>
        </w:rPr>
      </w:pPr>
    </w:p>
    <w:p w:rsidR="006D21C9" w:rsidRPr="00451C56" w:rsidRDefault="006D21C9" w:rsidP="000D3942">
      <w:pPr>
        <w:rPr>
          <w:rFonts w:ascii="Arial" w:hAnsi="Arial" w:cs="Arial"/>
        </w:rPr>
      </w:pPr>
      <w:r w:rsidRPr="00B27DD7">
        <w:rPr>
          <w:rFonts w:ascii="Arial" w:hAnsi="Arial" w:cs="Arial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lika 4" o:spid="_x0000_i1025" type="#_x0000_t75" style="width:450pt;height:118.5pt;visibility:visible">
            <v:imagedata r:id="rId5" o:title=""/>
          </v:shape>
        </w:pict>
      </w:r>
    </w:p>
    <w:p w:rsidR="006D21C9" w:rsidRDefault="006D21C9" w:rsidP="00E06E47">
      <w:pPr>
        <w:rPr>
          <w:rFonts w:ascii="Arial" w:hAnsi="Arial" w:cs="Arial"/>
        </w:rPr>
      </w:pPr>
      <w:r w:rsidRPr="00451C56">
        <w:rPr>
          <w:rFonts w:ascii="Arial" w:hAnsi="Arial" w:cs="Arial"/>
          <w:b/>
        </w:rPr>
        <w:t>Zondle je online platforma za učenje kroz računalne igre koja pomaže učiteljima, roditeljima i učenicima u stvaranju i igranju obrazovnih igara koje su prilagođene njihovim obrazovnim potrebama</w:t>
      </w:r>
      <w:r w:rsidRPr="00451C56">
        <w:rPr>
          <w:rFonts w:ascii="Arial" w:hAnsi="Arial" w:cs="Arial"/>
        </w:rPr>
        <w:t>.</w:t>
      </w:r>
      <w:r w:rsidRPr="00451C56">
        <w:rPr>
          <w:rFonts w:ascii="Arial" w:hAnsi="Arial" w:cs="Arial"/>
        </w:rPr>
        <w:br/>
        <w:t xml:space="preserve">Pokrenut je 2010. godine i već ima </w:t>
      </w:r>
      <w:r>
        <w:rPr>
          <w:rFonts w:ascii="Arial" w:hAnsi="Arial" w:cs="Arial"/>
        </w:rPr>
        <w:t>oko 7</w:t>
      </w:r>
      <w:r w:rsidRPr="00451C56">
        <w:rPr>
          <w:rFonts w:ascii="Arial" w:hAnsi="Arial" w:cs="Arial"/>
        </w:rPr>
        <w:t>0.000 regis</w:t>
      </w:r>
      <w:r>
        <w:rPr>
          <w:rFonts w:ascii="Arial" w:hAnsi="Arial" w:cs="Arial"/>
        </w:rPr>
        <w:t>triranih korisnika iz više od 15</w:t>
      </w:r>
      <w:r w:rsidRPr="00451C56">
        <w:rPr>
          <w:rFonts w:ascii="Arial" w:hAnsi="Arial" w:cs="Arial"/>
        </w:rPr>
        <w:t>0 zemalja, ko</w:t>
      </w:r>
      <w:r>
        <w:rPr>
          <w:rFonts w:ascii="Arial" w:hAnsi="Arial" w:cs="Arial"/>
        </w:rPr>
        <w:t>ji su zajedno pripremili oko 106</w:t>
      </w:r>
      <w:r w:rsidRPr="00451C56">
        <w:rPr>
          <w:rFonts w:ascii="Arial" w:hAnsi="Arial" w:cs="Arial"/>
        </w:rPr>
        <w:t>.000 primjeraka obrazovnih sadrža</w:t>
      </w:r>
      <w:r>
        <w:rPr>
          <w:rFonts w:ascii="Arial" w:hAnsi="Arial" w:cs="Arial"/>
        </w:rPr>
        <w:t xml:space="preserve">ja za dijeljenje i igranje kroz </w:t>
      </w:r>
      <w:r w:rsidRPr="00451C56">
        <w:rPr>
          <w:rFonts w:ascii="Arial" w:hAnsi="Arial" w:cs="Arial"/>
        </w:rPr>
        <w:t xml:space="preserve">interaktivnih multimedijskih igara. </w:t>
      </w:r>
      <w:r w:rsidRPr="00451C56">
        <w:rPr>
          <w:rFonts w:ascii="Arial" w:hAnsi="Arial" w:cs="Arial"/>
          <w:b/>
        </w:rPr>
        <w:t xml:space="preserve">Program je besplatan </w:t>
      </w:r>
      <w:r>
        <w:rPr>
          <w:rFonts w:ascii="Arial" w:hAnsi="Arial" w:cs="Arial"/>
          <w:b/>
        </w:rPr>
        <w:t>i preveden na Hrvatski</w:t>
      </w:r>
      <w:r>
        <w:rPr>
          <w:rFonts w:ascii="Arial" w:hAnsi="Arial" w:cs="Arial"/>
        </w:rPr>
        <w:t>.</w:t>
      </w:r>
    </w:p>
    <w:p w:rsidR="006D21C9" w:rsidRPr="00451C56" w:rsidRDefault="006D21C9" w:rsidP="00E06E47">
      <w:pPr>
        <w:rPr>
          <w:rFonts w:ascii="Arial" w:hAnsi="Arial" w:cs="Arial"/>
        </w:rPr>
      </w:pPr>
      <w:r>
        <w:rPr>
          <w:rFonts w:ascii="Arial" w:hAnsi="Arial" w:cs="Arial"/>
        </w:rPr>
        <w:t>Za uvod p</w:t>
      </w:r>
      <w:r w:rsidRPr="006043D5">
        <w:rPr>
          <w:rFonts w:ascii="Arial" w:hAnsi="Arial" w:cs="Arial"/>
        </w:rPr>
        <w:t>ogledajte jedan od primjera obrazovne igre</w:t>
      </w:r>
      <w:r w:rsidRPr="00451C56">
        <w:rPr>
          <w:rFonts w:ascii="Arial" w:hAnsi="Arial" w:cs="Arial"/>
        </w:rPr>
        <w:t xml:space="preserve"> u Zondleu koji možete </w:t>
      </w:r>
      <w:r>
        <w:rPr>
          <w:rFonts w:ascii="Arial" w:hAnsi="Arial" w:cs="Arial"/>
        </w:rPr>
        <w:t xml:space="preserve">isprobati </w:t>
      </w:r>
      <w:r w:rsidRPr="00451C56">
        <w:rPr>
          <w:rFonts w:ascii="Arial" w:hAnsi="Arial" w:cs="Arial"/>
        </w:rPr>
        <w:t xml:space="preserve"> i bez registriranja, a sadrži nekoliko pitanja iz matematike, umetnutih u igru </w:t>
      </w:r>
      <w:r w:rsidRPr="00451C56">
        <w:rPr>
          <w:rFonts w:ascii="Arial" w:hAnsi="Arial" w:cs="Arial"/>
          <w:i/>
        </w:rPr>
        <w:t>Feed the Fish</w:t>
      </w:r>
      <w:r w:rsidRPr="00451C56">
        <w:rPr>
          <w:rFonts w:ascii="Arial" w:hAnsi="Arial" w:cs="Arial"/>
        </w:rPr>
        <w:t>.</w:t>
      </w:r>
    </w:p>
    <w:p w:rsidR="006D21C9" w:rsidRDefault="006D21C9" w:rsidP="000D3942">
      <w:pPr>
        <w:rPr>
          <w:rFonts w:ascii="Arial" w:hAnsi="Arial" w:cs="Arial"/>
        </w:rPr>
      </w:pPr>
      <w:r w:rsidRPr="00B27DD7">
        <w:rPr>
          <w:rFonts w:ascii="Arial" w:hAnsi="Arial" w:cs="Arial"/>
          <w:noProof/>
        </w:rPr>
        <w:pict>
          <v:shape id="Slika 1" o:spid="_x0000_i1026" type="#_x0000_t75" style="width:453pt;height:306pt;visibility:visible">
            <v:imagedata r:id="rId6" o:title=""/>
          </v:shape>
        </w:pict>
      </w:r>
    </w:p>
    <w:p w:rsidR="006D21C9" w:rsidRDefault="006D21C9" w:rsidP="000D3942">
      <w:pPr>
        <w:rPr>
          <w:rFonts w:ascii="Arial" w:hAnsi="Arial" w:cs="Arial"/>
        </w:rPr>
      </w:pPr>
      <w:hyperlink r:id="rId7" w:history="1">
        <w:r w:rsidRPr="002C7515">
          <w:rPr>
            <w:rStyle w:val="Hyperlink"/>
            <w:rFonts w:ascii="Arial" w:hAnsi="Arial" w:cs="Arial"/>
          </w:rPr>
          <w:t>http://www.zondle.com/cdl.aspx?qp=9193&amp;a=1</w:t>
        </w:r>
      </w:hyperlink>
    </w:p>
    <w:p w:rsidR="006D21C9" w:rsidRDefault="006D21C9" w:rsidP="000D3942">
      <w:pPr>
        <w:rPr>
          <w:rFonts w:ascii="Arial" w:hAnsi="Arial" w:cs="Arial"/>
        </w:rPr>
      </w:pPr>
    </w:p>
    <w:p w:rsidR="006D21C9" w:rsidRPr="00451C56" w:rsidRDefault="006D21C9" w:rsidP="000D3942">
      <w:pPr>
        <w:rPr>
          <w:rFonts w:ascii="Arial" w:hAnsi="Arial" w:cs="Arial"/>
        </w:rPr>
      </w:pPr>
    </w:p>
    <w:p w:rsidR="006D21C9" w:rsidRPr="00451C56" w:rsidRDefault="006D21C9" w:rsidP="000D3942">
      <w:pPr>
        <w:rPr>
          <w:rFonts w:ascii="Arial" w:hAnsi="Arial" w:cs="Arial"/>
        </w:rPr>
      </w:pPr>
    </w:p>
    <w:p w:rsidR="006D21C9" w:rsidRDefault="006D21C9" w:rsidP="000D3942">
      <w:pPr>
        <w:rPr>
          <w:rFonts w:ascii="Arial" w:hAnsi="Arial" w:cs="Arial"/>
        </w:rPr>
      </w:pPr>
      <w:r w:rsidRPr="00451C56">
        <w:rPr>
          <w:rFonts w:ascii="Arial" w:hAnsi="Arial" w:cs="Arial"/>
        </w:rPr>
        <w:t xml:space="preserve">Zondle, </w:t>
      </w:r>
      <w:r>
        <w:rPr>
          <w:rFonts w:ascii="Arial" w:hAnsi="Arial" w:cs="Arial"/>
        </w:rPr>
        <w:t>organizacijski gledano ima tri dijela:</w:t>
      </w:r>
    </w:p>
    <w:p w:rsidR="006D21C9" w:rsidRDefault="006D21C9" w:rsidP="000D394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1862FA">
        <w:rPr>
          <w:rFonts w:ascii="Arial" w:hAnsi="Arial" w:cs="Arial"/>
          <w:b/>
        </w:rPr>
        <w:t>bazu pitanja</w:t>
      </w:r>
      <w:r>
        <w:rPr>
          <w:rFonts w:ascii="Arial" w:hAnsi="Arial" w:cs="Arial"/>
        </w:rPr>
        <w:t>, koju mogu stvarati učenici i učitelji</w:t>
      </w:r>
    </w:p>
    <w:p w:rsidR="006D21C9" w:rsidRDefault="006D21C9" w:rsidP="000D394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1862FA">
        <w:rPr>
          <w:rFonts w:ascii="Arial" w:hAnsi="Arial" w:cs="Arial"/>
          <w:b/>
        </w:rPr>
        <w:t>interaktivne igre</w:t>
      </w:r>
      <w:r>
        <w:rPr>
          <w:rFonts w:ascii="Arial" w:hAnsi="Arial" w:cs="Arial"/>
        </w:rPr>
        <w:t>, većinom djelo autorskog tima Zondlea, ali dostupna je i mogućnost samostalnog stvaranja jednostavnijih igri</w:t>
      </w:r>
    </w:p>
    <w:p w:rsidR="006D21C9" w:rsidRDefault="006D21C9" w:rsidP="000D394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1862FA">
        <w:rPr>
          <w:rFonts w:ascii="Arial" w:hAnsi="Arial" w:cs="Arial"/>
          <w:b/>
        </w:rPr>
        <w:t>analitičko-pedagoški dio</w:t>
      </w:r>
      <w:r>
        <w:rPr>
          <w:rFonts w:ascii="Arial" w:hAnsi="Arial" w:cs="Arial"/>
        </w:rPr>
        <w:t xml:space="preserve"> koji vodi brigu o analizi rezultata koji učenici postižu, potiče ih na pronalaženje točnih odgovora, prati napredak i daje povratne informacije o uspjehu.</w:t>
      </w:r>
    </w:p>
    <w:p w:rsidR="006D21C9" w:rsidRDefault="006D21C9" w:rsidP="000D3942">
      <w:pPr>
        <w:rPr>
          <w:rFonts w:ascii="Arial" w:hAnsi="Arial" w:cs="Arial"/>
        </w:rPr>
      </w:pPr>
      <w:r>
        <w:rPr>
          <w:noProof/>
        </w:rPr>
        <w:pict>
          <v:shape id="Slika 4" o:spid="_x0000_s1026" type="#_x0000_t75" style="position:absolute;margin-left:-4.9pt;margin-top:130.75pt;width:170.55pt;height:125.8pt;z-index:251658240;visibility:visible;mso-position-horizontal-relative:margin;mso-position-vertical-relative:margin">
            <v:imagedata r:id="rId8" o:title=""/>
            <w10:wrap type="square" anchorx="margin" anchory="margin"/>
          </v:shape>
        </w:pict>
      </w:r>
    </w:p>
    <w:p w:rsidR="006D21C9" w:rsidRPr="00003F2F" w:rsidRDefault="006D21C9" w:rsidP="000D3942">
      <w:pPr>
        <w:rPr>
          <w:rFonts w:ascii="Arial" w:hAnsi="Arial" w:cs="Arial"/>
          <w:b/>
        </w:rPr>
      </w:pPr>
      <w:r w:rsidRPr="00003F2F">
        <w:rPr>
          <w:rFonts w:ascii="Arial" w:hAnsi="Arial" w:cs="Arial"/>
          <w:b/>
        </w:rPr>
        <w:t>Prijava u program</w:t>
      </w:r>
    </w:p>
    <w:p w:rsidR="006D21C9" w:rsidRDefault="006D21C9" w:rsidP="000D3942">
      <w:pPr>
        <w:rPr>
          <w:rFonts w:ascii="Arial" w:hAnsi="Arial" w:cs="Arial"/>
        </w:rPr>
      </w:pPr>
    </w:p>
    <w:p w:rsidR="006D21C9" w:rsidRDefault="006D21C9" w:rsidP="000D3942">
      <w:pPr>
        <w:rPr>
          <w:rFonts w:ascii="Arial" w:hAnsi="Arial" w:cs="Arial"/>
        </w:rPr>
      </w:pPr>
    </w:p>
    <w:p w:rsidR="006D21C9" w:rsidRDefault="006D21C9" w:rsidP="000D3942">
      <w:pPr>
        <w:rPr>
          <w:rFonts w:ascii="Arial" w:hAnsi="Arial" w:cs="Arial"/>
        </w:rPr>
      </w:pPr>
      <w:r>
        <w:rPr>
          <w:rFonts w:ascii="Arial" w:hAnsi="Arial" w:cs="Arial"/>
        </w:rPr>
        <w:t xml:space="preserve">Da biste postali korisnik programa na stranici </w:t>
      </w:r>
      <w:hyperlink r:id="rId9" w:history="1">
        <w:r w:rsidRPr="002C7515">
          <w:rPr>
            <w:rStyle w:val="Hyperlink"/>
            <w:rFonts w:ascii="Arial" w:hAnsi="Arial" w:cs="Arial"/>
          </w:rPr>
          <w:t>www.zondle.com</w:t>
        </w:r>
      </w:hyperlink>
      <w:r>
        <w:rPr>
          <w:rFonts w:ascii="Arial" w:hAnsi="Arial" w:cs="Arial"/>
        </w:rPr>
        <w:t xml:space="preserve"> kliknete na Registrirajte se, upišete potrebne podatke i započnete koristiti Zondle.</w:t>
      </w:r>
    </w:p>
    <w:p w:rsidR="006D21C9" w:rsidRDefault="006D21C9" w:rsidP="000D3942">
      <w:pPr>
        <w:rPr>
          <w:rFonts w:ascii="Arial" w:hAnsi="Arial" w:cs="Arial"/>
        </w:rPr>
      </w:pPr>
    </w:p>
    <w:p w:rsidR="006D21C9" w:rsidRDefault="006D21C9" w:rsidP="000D3942">
      <w:pPr>
        <w:rPr>
          <w:rFonts w:ascii="Arial" w:hAnsi="Arial" w:cs="Arial"/>
        </w:rPr>
      </w:pPr>
    </w:p>
    <w:p w:rsidR="006D21C9" w:rsidRDefault="006D21C9" w:rsidP="000D3942">
      <w:pPr>
        <w:rPr>
          <w:rFonts w:ascii="Arial" w:hAnsi="Arial" w:cs="Arial"/>
        </w:rPr>
      </w:pPr>
    </w:p>
    <w:p w:rsidR="006D21C9" w:rsidRDefault="006D21C9" w:rsidP="000D3942">
      <w:pPr>
        <w:rPr>
          <w:rFonts w:ascii="Arial" w:hAnsi="Arial" w:cs="Arial"/>
        </w:rPr>
      </w:pPr>
    </w:p>
    <w:p w:rsidR="006D21C9" w:rsidRDefault="006D21C9" w:rsidP="000D3942">
      <w:pPr>
        <w:rPr>
          <w:rFonts w:ascii="Arial" w:hAnsi="Arial" w:cs="Arial"/>
          <w:b/>
        </w:rPr>
      </w:pPr>
    </w:p>
    <w:p w:rsidR="006D21C9" w:rsidRPr="00003F2F" w:rsidRDefault="006D21C9" w:rsidP="000D3942">
      <w:pPr>
        <w:rPr>
          <w:rFonts w:ascii="Arial" w:hAnsi="Arial" w:cs="Arial"/>
          <w:b/>
        </w:rPr>
      </w:pPr>
      <w:r w:rsidRPr="00003F2F">
        <w:rPr>
          <w:rFonts w:ascii="Arial" w:hAnsi="Arial" w:cs="Arial"/>
          <w:b/>
        </w:rPr>
        <w:t>Pronalaženje pitanja i igranje</w:t>
      </w:r>
    </w:p>
    <w:p w:rsidR="006D21C9" w:rsidRDefault="006D21C9" w:rsidP="000D3942">
      <w:pPr>
        <w:rPr>
          <w:rFonts w:ascii="Arial" w:hAnsi="Arial" w:cs="Arial"/>
        </w:rPr>
      </w:pPr>
    </w:p>
    <w:p w:rsidR="006D21C9" w:rsidRDefault="006D21C9" w:rsidP="000D3942">
      <w:pPr>
        <w:rPr>
          <w:rFonts w:ascii="Arial" w:hAnsi="Arial" w:cs="Arial"/>
        </w:rPr>
      </w:pPr>
      <w:r>
        <w:rPr>
          <w:noProof/>
        </w:rPr>
        <w:pict>
          <v:shape id="Slika 10" o:spid="_x0000_s1027" type="#_x0000_t75" style="position:absolute;margin-left:269.35pt;margin-top:323.55pt;width:157.5pt;height:86.4pt;z-index:251659264;visibility:visible;mso-position-horizontal-relative:margin;mso-position-vertical-relative:margin">
            <v:imagedata r:id="rId10" o:title=""/>
            <w10:wrap type="square" anchorx="margin" anchory="margin"/>
          </v:shape>
        </w:pict>
      </w:r>
      <w:r>
        <w:rPr>
          <w:rFonts w:ascii="Arial" w:hAnsi="Arial" w:cs="Arial"/>
        </w:rPr>
        <w:t xml:space="preserve">Prilikom početnog korištenja najjednostavnije je pogledati koje su dostupne teme i pitanja pa isprobati kombinacije pitanja i igri. Klikom na </w:t>
      </w:r>
      <w:r w:rsidRPr="00A37080">
        <w:rPr>
          <w:rFonts w:ascii="Arial" w:hAnsi="Arial" w:cs="Arial"/>
          <w:b/>
        </w:rPr>
        <w:t>Potražite temu</w:t>
      </w:r>
      <w:r>
        <w:rPr>
          <w:rFonts w:ascii="Arial" w:hAnsi="Arial" w:cs="Arial"/>
        </w:rPr>
        <w:t xml:space="preserve"> otvarate stranicu na kojoj pomoću ključnih riječi tražite skupove pitanja koji vas zanimaju. Za sada ne možete kombinirati pitanja iz više tema.</w:t>
      </w:r>
    </w:p>
    <w:p w:rsidR="006D21C9" w:rsidRDefault="006D21C9" w:rsidP="000D3942">
      <w:pPr>
        <w:rPr>
          <w:rFonts w:ascii="Arial" w:hAnsi="Arial" w:cs="Arial"/>
        </w:rPr>
      </w:pPr>
    </w:p>
    <w:p w:rsidR="006D21C9" w:rsidRDefault="006D21C9" w:rsidP="000D3942">
      <w:pPr>
        <w:rPr>
          <w:rFonts w:ascii="Arial" w:hAnsi="Arial" w:cs="Arial"/>
        </w:rPr>
      </w:pPr>
      <w:r>
        <w:rPr>
          <w:rFonts w:ascii="Arial" w:hAnsi="Arial" w:cs="Arial"/>
        </w:rPr>
        <w:t>Nakon odabira teme i pripadnog skupa pitanja odaberete interaktivnu igru u kojoj ćete  odgovarati na njih. Svaki skup pitanja možete odigrati u pedesetak igara pa je na vama odabir najbolje kombinacije.</w:t>
      </w:r>
    </w:p>
    <w:p w:rsidR="006D21C9" w:rsidRDefault="006D21C9" w:rsidP="000D3942">
      <w:pPr>
        <w:rPr>
          <w:rFonts w:ascii="Arial" w:hAnsi="Arial" w:cs="Arial"/>
        </w:rPr>
      </w:pPr>
    </w:p>
    <w:p w:rsidR="006D21C9" w:rsidRDefault="006D21C9" w:rsidP="000D3942">
      <w:pPr>
        <w:rPr>
          <w:rFonts w:ascii="Arial" w:hAnsi="Arial" w:cs="Arial"/>
        </w:rPr>
      </w:pPr>
    </w:p>
    <w:p w:rsidR="006D21C9" w:rsidRPr="00003F2F" w:rsidRDefault="006D21C9" w:rsidP="000D3942">
      <w:pPr>
        <w:rPr>
          <w:rFonts w:ascii="Arial" w:hAnsi="Arial" w:cs="Arial"/>
          <w:b/>
        </w:rPr>
      </w:pPr>
      <w:r w:rsidRPr="00003F2F">
        <w:rPr>
          <w:rFonts w:ascii="Arial" w:hAnsi="Arial" w:cs="Arial"/>
          <w:b/>
        </w:rPr>
        <w:t>Stvaranje teme i pitanja</w:t>
      </w:r>
    </w:p>
    <w:p w:rsidR="006D21C9" w:rsidRDefault="006D21C9" w:rsidP="000D3942">
      <w:pPr>
        <w:rPr>
          <w:rFonts w:ascii="Arial" w:hAnsi="Arial" w:cs="Arial"/>
        </w:rPr>
      </w:pPr>
      <w:r>
        <w:rPr>
          <w:noProof/>
        </w:rPr>
        <w:pict>
          <v:shape id="Slika 16" o:spid="_x0000_s1028" type="#_x0000_t75" style="position:absolute;margin-left:-1.75pt;margin-top:490.1pt;width:176.2pt;height:144.6pt;z-index:251660288;visibility:visible;mso-position-horizontal-relative:margin;mso-position-vertical-relative:margin">
            <v:imagedata r:id="rId11" o:title=""/>
            <w10:wrap type="square" anchorx="margin" anchory="margin"/>
          </v:shape>
        </w:pict>
      </w:r>
    </w:p>
    <w:p w:rsidR="006D21C9" w:rsidRDefault="006D21C9" w:rsidP="000D3942">
      <w:pPr>
        <w:rPr>
          <w:rFonts w:ascii="Arial" w:hAnsi="Arial" w:cs="Arial"/>
        </w:rPr>
      </w:pPr>
      <w:r>
        <w:rPr>
          <w:rFonts w:ascii="Arial" w:hAnsi="Arial" w:cs="Arial"/>
        </w:rPr>
        <w:t xml:space="preserve">Klikom na </w:t>
      </w:r>
      <w:r w:rsidRPr="005D481D">
        <w:rPr>
          <w:rFonts w:ascii="Arial" w:hAnsi="Arial" w:cs="Arial"/>
          <w:b/>
        </w:rPr>
        <w:t>Napravite temu</w:t>
      </w:r>
      <w:r>
        <w:rPr>
          <w:rFonts w:ascii="Arial" w:hAnsi="Arial" w:cs="Arial"/>
        </w:rPr>
        <w:t xml:space="preserve"> započinjete izradu svojeg skupa pitanja o temi koju želite. Prilikom stvaranja teme najbolje je odabrati karakterističan i što konkretniji naslov - primjerice "Zbrajanje decimalnih brojeva s jednakim brojem decimala". Jer na taj način olakšavate kasnije korištenje tema. Svaku temu opisujete i pomoću oznaka pa i na taj način vežete teme uz određene obrazovne sadržaje.</w:t>
      </w:r>
    </w:p>
    <w:p w:rsidR="006D21C9" w:rsidRDefault="006D21C9" w:rsidP="000D3942">
      <w:pPr>
        <w:rPr>
          <w:rFonts w:ascii="Arial" w:hAnsi="Arial" w:cs="Arial"/>
        </w:rPr>
      </w:pPr>
    </w:p>
    <w:p w:rsidR="006D21C9" w:rsidRDefault="006D21C9" w:rsidP="000D3942">
      <w:pPr>
        <w:rPr>
          <w:rFonts w:ascii="Arial" w:hAnsi="Arial" w:cs="Arial"/>
        </w:rPr>
      </w:pPr>
      <w:r w:rsidRPr="00B27DD7">
        <w:rPr>
          <w:rFonts w:ascii="Arial" w:hAnsi="Arial" w:cs="Arial"/>
          <w:noProof/>
        </w:rPr>
        <w:pict>
          <v:shape id="Slika 13" o:spid="_x0000_i1027" type="#_x0000_t75" style="width:450.75pt;height:255pt;visibility:visible">
            <v:imagedata r:id="rId12" o:title=""/>
          </v:shape>
        </w:pict>
      </w:r>
    </w:p>
    <w:p w:rsidR="006D21C9" w:rsidRDefault="006D21C9" w:rsidP="000D3942">
      <w:pPr>
        <w:rPr>
          <w:rFonts w:ascii="Arial" w:hAnsi="Arial" w:cs="Arial"/>
        </w:rPr>
      </w:pPr>
      <w:r>
        <w:rPr>
          <w:rFonts w:ascii="Arial" w:hAnsi="Arial" w:cs="Arial"/>
        </w:rPr>
        <w:t>Prilikom izrade pitanja dostupno vam je dvadesetak oblika pitanja koja uključuju uobičajena pitanja s ponuđenim odgovorima, kratke odgovore, da/ne pitalice, ali i zvučna pitanja, prepoznavanje riječi  te označavanje na dijagramima.</w:t>
      </w:r>
    </w:p>
    <w:p w:rsidR="006D21C9" w:rsidRDefault="006D21C9" w:rsidP="000D3942">
      <w:pPr>
        <w:rPr>
          <w:rFonts w:ascii="Arial" w:hAnsi="Arial" w:cs="Arial"/>
        </w:rPr>
      </w:pPr>
    </w:p>
    <w:p w:rsidR="006D21C9" w:rsidRDefault="006D21C9" w:rsidP="000D3942">
      <w:pPr>
        <w:rPr>
          <w:rFonts w:ascii="Arial" w:hAnsi="Arial" w:cs="Arial"/>
        </w:rPr>
      </w:pPr>
      <w:r>
        <w:rPr>
          <w:rFonts w:ascii="Arial" w:hAnsi="Arial" w:cs="Arial"/>
        </w:rPr>
        <w:t>Društvena mreža</w:t>
      </w:r>
    </w:p>
    <w:p w:rsidR="006D21C9" w:rsidRDefault="006D21C9" w:rsidP="000D3942">
      <w:pPr>
        <w:rPr>
          <w:rFonts w:ascii="Arial" w:hAnsi="Arial" w:cs="Arial"/>
        </w:rPr>
      </w:pPr>
      <w:r>
        <w:rPr>
          <w:noProof/>
        </w:rPr>
        <w:pict>
          <v:shape id="Slika 19" o:spid="_x0000_s1029" type="#_x0000_t75" style="position:absolute;margin-left:237.4pt;margin-top:328.55pt;width:204.45pt;height:115.2pt;z-index:251661312;visibility:visible;mso-position-horizontal-relative:margin;mso-position-vertical-relative:margin">
            <v:imagedata r:id="rId13" o:title=""/>
            <w10:wrap type="square" anchorx="margin" anchory="margin"/>
          </v:shape>
        </w:pict>
      </w:r>
    </w:p>
    <w:p w:rsidR="006D21C9" w:rsidRDefault="006D21C9" w:rsidP="000D3942">
      <w:pPr>
        <w:rPr>
          <w:rFonts w:ascii="Arial" w:hAnsi="Arial" w:cs="Arial"/>
        </w:rPr>
      </w:pPr>
      <w:r>
        <w:rPr>
          <w:rFonts w:ascii="Arial" w:hAnsi="Arial" w:cs="Arial"/>
        </w:rPr>
        <w:t xml:space="preserve">Zondle vam omogućava uključivanje cijele škole, povezivanje u grupe, razrede dijeljenje tema te praćenje rezultata. Na taj način možete jednostavnije </w:t>
      </w:r>
      <w:r w:rsidRPr="00451C56">
        <w:rPr>
          <w:rFonts w:ascii="Arial" w:hAnsi="Arial" w:cs="Arial"/>
        </w:rPr>
        <w:t>zadavati teme za pojedine razrede, povezati se s kolegama, razmjenjivati sadržaje</w:t>
      </w:r>
      <w:r>
        <w:rPr>
          <w:rFonts w:ascii="Arial" w:hAnsi="Arial" w:cs="Arial"/>
        </w:rPr>
        <w:t xml:space="preserve"> te naravno </w:t>
      </w:r>
      <w:r w:rsidRPr="00451C56">
        <w:rPr>
          <w:rFonts w:ascii="Arial" w:hAnsi="Arial" w:cs="Arial"/>
        </w:rPr>
        <w:t>dobiti pomoć ili p</w:t>
      </w:r>
      <w:r>
        <w:rPr>
          <w:rFonts w:ascii="Arial" w:hAnsi="Arial" w:cs="Arial"/>
        </w:rPr>
        <w:t>redložiti poboljšanja programa.</w:t>
      </w:r>
    </w:p>
    <w:p w:rsidR="006D21C9" w:rsidRDefault="006D21C9" w:rsidP="000D3942">
      <w:pPr>
        <w:rPr>
          <w:rFonts w:ascii="Arial" w:hAnsi="Arial" w:cs="Arial"/>
        </w:rPr>
      </w:pPr>
      <w:r>
        <w:rPr>
          <w:rFonts w:ascii="Arial" w:hAnsi="Arial" w:cs="Arial"/>
        </w:rPr>
        <w:t>Za svakog učenika možete pratiti koje teme je rješavao, koliko puta te kakav je napredak pritom ostvario.</w:t>
      </w:r>
    </w:p>
    <w:p w:rsidR="006D21C9" w:rsidRDefault="006D21C9" w:rsidP="000D3942">
      <w:pPr>
        <w:rPr>
          <w:rFonts w:ascii="Arial" w:hAnsi="Arial" w:cs="Arial"/>
        </w:rPr>
      </w:pPr>
    </w:p>
    <w:p w:rsidR="006D21C9" w:rsidRDefault="006D21C9" w:rsidP="000D3942">
      <w:pPr>
        <w:rPr>
          <w:rFonts w:ascii="Arial" w:hAnsi="Arial" w:cs="Arial"/>
        </w:rPr>
      </w:pPr>
      <w:r w:rsidRPr="00B27DD7">
        <w:rPr>
          <w:rFonts w:ascii="Arial" w:hAnsi="Arial" w:cs="Arial"/>
          <w:noProof/>
        </w:rPr>
        <w:pict>
          <v:shape id="Slika 22" o:spid="_x0000_i1028" type="#_x0000_t75" style="width:450pt;height:198pt;visibility:visible">
            <v:imagedata r:id="rId14" o:title=""/>
          </v:shape>
        </w:pict>
      </w:r>
    </w:p>
    <w:p w:rsidR="006D21C9" w:rsidRDefault="006D21C9" w:rsidP="000D3942">
      <w:pPr>
        <w:rPr>
          <w:rFonts w:ascii="Arial" w:hAnsi="Arial" w:cs="Arial"/>
        </w:rPr>
      </w:pPr>
      <w:r>
        <w:rPr>
          <w:rFonts w:ascii="Arial" w:hAnsi="Arial" w:cs="Arial"/>
        </w:rPr>
        <w:t>Dojmovi</w:t>
      </w:r>
    </w:p>
    <w:p w:rsidR="006D21C9" w:rsidRDefault="006D21C9" w:rsidP="000D3942">
      <w:pPr>
        <w:rPr>
          <w:rFonts w:ascii="Arial" w:hAnsi="Arial" w:cs="Arial"/>
        </w:rPr>
      </w:pPr>
    </w:p>
    <w:p w:rsidR="006D21C9" w:rsidRPr="00451C56" w:rsidRDefault="006D21C9" w:rsidP="000D3942">
      <w:pPr>
        <w:rPr>
          <w:rFonts w:ascii="Arial" w:hAnsi="Arial" w:cs="Arial"/>
        </w:rPr>
      </w:pPr>
      <w:r>
        <w:rPr>
          <w:rFonts w:ascii="Arial" w:hAnsi="Arial" w:cs="Arial"/>
        </w:rPr>
        <w:t>Dio autorskog tima Zondlea, Wayne Holmes i Ben Barton posjetili su Hrvatsku i održali nekoliko radionica za učenike i učitelje. Posebno je bilo u</w:t>
      </w:r>
      <w:r w:rsidRPr="00451C56">
        <w:rPr>
          <w:rFonts w:ascii="Arial" w:hAnsi="Arial" w:cs="Arial"/>
        </w:rPr>
        <w:t xml:space="preserve">godno čuti koliko pažnje autori programa poklanjaju mišljenjima učitelja i prijedlozima za nove mogućnosti programa. Takav njihov stav privukao me je odmah na početku Zondleu - naime, kad sam </w:t>
      </w:r>
      <w:r>
        <w:rPr>
          <w:rFonts w:ascii="Arial" w:hAnsi="Arial" w:cs="Arial"/>
        </w:rPr>
        <w:t xml:space="preserve">im </w:t>
      </w:r>
      <w:r w:rsidRPr="00451C56">
        <w:rPr>
          <w:rFonts w:ascii="Arial" w:hAnsi="Arial" w:cs="Arial"/>
        </w:rPr>
        <w:t>jesenas poslala elektroničk</w:t>
      </w:r>
      <w:r>
        <w:rPr>
          <w:rFonts w:ascii="Arial" w:hAnsi="Arial" w:cs="Arial"/>
        </w:rPr>
        <w:t>u poruku</w:t>
      </w:r>
      <w:r w:rsidRPr="00451C56">
        <w:rPr>
          <w:rFonts w:ascii="Arial" w:hAnsi="Arial" w:cs="Arial"/>
        </w:rPr>
        <w:t xml:space="preserve"> da Zondle ne podržava hrvatske dijakritičke znakove, on se primio posla i za tjedan dana Zondle je uredno prikazivao cijelu hrvatsku abecedu</w:t>
      </w:r>
      <w:r>
        <w:rPr>
          <w:rFonts w:ascii="Arial" w:hAnsi="Arial" w:cs="Arial"/>
        </w:rPr>
        <w:t>, a eto 6 mjeseci poslije imamo kompletan Zondle preveden na hrvatski jezik.</w:t>
      </w:r>
    </w:p>
    <w:p w:rsidR="006D21C9" w:rsidRPr="00451C56" w:rsidRDefault="006D21C9" w:rsidP="000D3942">
      <w:pPr>
        <w:rPr>
          <w:rFonts w:ascii="Arial" w:hAnsi="Arial" w:cs="Arial"/>
        </w:rPr>
      </w:pPr>
    </w:p>
    <w:p w:rsidR="006D21C9" w:rsidRPr="00451C56" w:rsidRDefault="006D21C9" w:rsidP="000D3942">
      <w:pPr>
        <w:rPr>
          <w:rFonts w:ascii="Arial" w:hAnsi="Arial" w:cs="Arial"/>
        </w:rPr>
      </w:pPr>
      <w:r w:rsidRPr="00451C56">
        <w:rPr>
          <w:rFonts w:ascii="Arial" w:hAnsi="Arial" w:cs="Arial"/>
        </w:rPr>
        <w:t>OŠ Veliki Bukovec postala je</w:t>
      </w:r>
      <w:bookmarkStart w:id="0" w:name="_GoBack"/>
      <w:bookmarkEnd w:id="0"/>
      <w:r w:rsidRPr="00451C56">
        <w:rPr>
          <w:rFonts w:ascii="Arial" w:hAnsi="Arial" w:cs="Arial"/>
        </w:rPr>
        <w:t xml:space="preserve"> i </w:t>
      </w:r>
      <w:hyperlink r:id="rId15" w:history="1">
        <w:r w:rsidRPr="00451C56">
          <w:rPr>
            <w:rStyle w:val="Hyperlink"/>
            <w:rFonts w:ascii="Arial" w:hAnsi="Arial" w:cs="Arial"/>
          </w:rPr>
          <w:t>prvi hrvatski prijatelj Zondlea</w:t>
        </w:r>
      </w:hyperlink>
      <w:r w:rsidRPr="00451C56">
        <w:rPr>
          <w:rFonts w:ascii="Arial" w:hAnsi="Arial" w:cs="Arial"/>
        </w:rPr>
        <w:t xml:space="preserve"> pa ćete prema školskom logu lako prepoznati naše uratke u Zondleu. </w:t>
      </w:r>
    </w:p>
    <w:p w:rsidR="006D21C9" w:rsidRPr="00451C56" w:rsidRDefault="006D21C9" w:rsidP="000D3942">
      <w:pPr>
        <w:rPr>
          <w:rFonts w:ascii="Arial" w:hAnsi="Arial" w:cs="Arial"/>
        </w:rPr>
      </w:pPr>
    </w:p>
    <w:p w:rsidR="006D21C9" w:rsidRPr="00451C56" w:rsidRDefault="006D21C9" w:rsidP="000D3942">
      <w:pPr>
        <w:rPr>
          <w:rFonts w:ascii="Arial" w:hAnsi="Arial" w:cs="Arial"/>
        </w:rPr>
      </w:pPr>
      <w:r w:rsidRPr="00451C56">
        <w:rPr>
          <w:rFonts w:ascii="Arial" w:hAnsi="Arial" w:cs="Arial"/>
        </w:rPr>
        <w:t>Nadam se da smo vas dosadašnjom pričom zainteresirali za Zondle i da ste spremni i osobno isprobati njegove mogućnosti. Evo nekoliko poveznica za daljnje istraživanje</w:t>
      </w:r>
    </w:p>
    <w:p w:rsidR="006D21C9" w:rsidRPr="00451C56" w:rsidRDefault="006D21C9" w:rsidP="000D3942">
      <w:pPr>
        <w:rPr>
          <w:rFonts w:ascii="Arial" w:hAnsi="Arial" w:cs="Arial"/>
        </w:rPr>
      </w:pPr>
      <w:r w:rsidRPr="00451C56">
        <w:rPr>
          <w:rFonts w:ascii="Arial" w:hAnsi="Arial" w:cs="Arial"/>
        </w:rPr>
        <w:t xml:space="preserve">Zondle </w:t>
      </w:r>
      <w:hyperlink r:id="rId16" w:history="1">
        <w:r w:rsidRPr="00451C56">
          <w:rPr>
            <w:rStyle w:val="Hyperlink"/>
            <w:rFonts w:ascii="Arial" w:hAnsi="Arial" w:cs="Arial"/>
          </w:rPr>
          <w:t>http://www.zondle.com</w:t>
        </w:r>
      </w:hyperlink>
      <w:r w:rsidRPr="00451C56">
        <w:rPr>
          <w:rFonts w:ascii="Arial" w:hAnsi="Arial" w:cs="Arial"/>
        </w:rPr>
        <w:t xml:space="preserve"> </w:t>
      </w:r>
    </w:p>
    <w:p w:rsidR="006D21C9" w:rsidRPr="00451C56" w:rsidRDefault="006D21C9" w:rsidP="000D3942">
      <w:pPr>
        <w:rPr>
          <w:rFonts w:ascii="Arial" w:hAnsi="Arial" w:cs="Arial"/>
        </w:rPr>
      </w:pPr>
      <w:r w:rsidRPr="00451C56">
        <w:rPr>
          <w:rFonts w:ascii="Arial" w:hAnsi="Arial" w:cs="Arial"/>
        </w:rPr>
        <w:t xml:space="preserve">Zondle blog </w:t>
      </w:r>
      <w:hyperlink r:id="rId17" w:history="1">
        <w:r w:rsidRPr="00451C56">
          <w:rPr>
            <w:rStyle w:val="Hyperlink"/>
            <w:rFonts w:ascii="Arial" w:hAnsi="Arial" w:cs="Arial"/>
          </w:rPr>
          <w:t>http://blog.zondle.com/</w:t>
        </w:r>
      </w:hyperlink>
      <w:r w:rsidRPr="00451C56">
        <w:rPr>
          <w:rFonts w:ascii="Arial" w:hAnsi="Arial" w:cs="Arial"/>
        </w:rPr>
        <w:t xml:space="preserve"> </w:t>
      </w:r>
    </w:p>
    <w:p w:rsidR="006D21C9" w:rsidRPr="00451C56" w:rsidRDefault="006D21C9" w:rsidP="000D3942">
      <w:pPr>
        <w:rPr>
          <w:rFonts w:ascii="Arial" w:hAnsi="Arial" w:cs="Arial"/>
        </w:rPr>
      </w:pPr>
      <w:r w:rsidRPr="00451C56">
        <w:rPr>
          <w:rFonts w:ascii="Arial" w:hAnsi="Arial" w:cs="Arial"/>
        </w:rPr>
        <w:t xml:space="preserve">Zondleov kanal na YouTubeu </w:t>
      </w:r>
      <w:hyperlink r:id="rId18" w:history="1">
        <w:r w:rsidRPr="00451C56">
          <w:rPr>
            <w:rStyle w:val="Hyperlink"/>
            <w:rFonts w:ascii="Arial" w:hAnsi="Arial" w:cs="Arial"/>
          </w:rPr>
          <w:t>http://www.youtube.com/user/zondleDotCom?ob=0</w:t>
        </w:r>
      </w:hyperlink>
      <w:r w:rsidRPr="00451C56">
        <w:rPr>
          <w:rFonts w:ascii="Arial" w:hAnsi="Arial" w:cs="Arial"/>
        </w:rPr>
        <w:t xml:space="preserve"> </w:t>
      </w:r>
    </w:p>
    <w:p w:rsidR="006D21C9" w:rsidRPr="00451C56" w:rsidRDefault="006D21C9" w:rsidP="000D3942">
      <w:pPr>
        <w:rPr>
          <w:rFonts w:ascii="Arial" w:hAnsi="Arial" w:cs="Arial"/>
        </w:rPr>
      </w:pPr>
      <w:r w:rsidRPr="00451C56">
        <w:rPr>
          <w:rFonts w:ascii="Arial" w:hAnsi="Arial" w:cs="Arial"/>
        </w:rPr>
        <w:t xml:space="preserve">Video priručnici za korištenje Zondlea </w:t>
      </w:r>
      <w:hyperlink r:id="rId19" w:history="1">
        <w:r w:rsidRPr="00451C56">
          <w:rPr>
            <w:rStyle w:val="Hyperlink"/>
            <w:rFonts w:ascii="Arial" w:hAnsi="Arial" w:cs="Arial"/>
          </w:rPr>
          <w:t>http://www.zondle.com/publicPages/videos.aspx</w:t>
        </w:r>
      </w:hyperlink>
      <w:r w:rsidRPr="00451C56">
        <w:rPr>
          <w:rFonts w:ascii="Arial" w:hAnsi="Arial" w:cs="Arial"/>
        </w:rPr>
        <w:t xml:space="preserve"> </w:t>
      </w:r>
    </w:p>
    <w:p w:rsidR="006D21C9" w:rsidRPr="00451C56" w:rsidRDefault="006D21C9" w:rsidP="000D3942">
      <w:pPr>
        <w:rPr>
          <w:rFonts w:ascii="Arial" w:hAnsi="Arial" w:cs="Arial"/>
        </w:rPr>
      </w:pPr>
    </w:p>
    <w:p w:rsidR="006D21C9" w:rsidRPr="00451C56" w:rsidRDefault="006D21C9">
      <w:pPr>
        <w:rPr>
          <w:rFonts w:ascii="Arial" w:hAnsi="Arial" w:cs="Arial"/>
        </w:rPr>
      </w:pPr>
    </w:p>
    <w:sectPr w:rsidR="006D21C9" w:rsidRPr="00451C56" w:rsidSect="00341B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21D92"/>
    <w:multiLevelType w:val="hybridMultilevel"/>
    <w:tmpl w:val="3424A894"/>
    <w:lvl w:ilvl="0" w:tplc="8D4E5AA6">
      <w:start w:val="1"/>
      <w:numFmt w:val="decimal"/>
      <w:lvlText w:val="%1."/>
      <w:lvlJc w:val="left"/>
      <w:pPr>
        <w:tabs>
          <w:tab w:val="num" w:pos="756"/>
        </w:tabs>
        <w:ind w:left="756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76"/>
        </w:tabs>
        <w:ind w:left="1476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96"/>
        </w:tabs>
        <w:ind w:left="2196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36"/>
        </w:tabs>
        <w:ind w:left="3636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56"/>
        </w:tabs>
        <w:ind w:left="4356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96"/>
        </w:tabs>
        <w:ind w:left="5796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516"/>
        </w:tabs>
        <w:ind w:left="651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0456"/>
    <w:rsid w:val="00002742"/>
    <w:rsid w:val="00003F2F"/>
    <w:rsid w:val="00005356"/>
    <w:rsid w:val="0000658C"/>
    <w:rsid w:val="00006F4E"/>
    <w:rsid w:val="00007E43"/>
    <w:rsid w:val="0001083B"/>
    <w:rsid w:val="00010EC3"/>
    <w:rsid w:val="0001525A"/>
    <w:rsid w:val="00015D9C"/>
    <w:rsid w:val="00017DC9"/>
    <w:rsid w:val="00017FC6"/>
    <w:rsid w:val="000242D6"/>
    <w:rsid w:val="00025045"/>
    <w:rsid w:val="0002532A"/>
    <w:rsid w:val="00025B98"/>
    <w:rsid w:val="00026C4F"/>
    <w:rsid w:val="00027D8C"/>
    <w:rsid w:val="00030965"/>
    <w:rsid w:val="00031770"/>
    <w:rsid w:val="00031C75"/>
    <w:rsid w:val="00032B87"/>
    <w:rsid w:val="0003335F"/>
    <w:rsid w:val="00033377"/>
    <w:rsid w:val="00041D9B"/>
    <w:rsid w:val="00043B5E"/>
    <w:rsid w:val="0004474C"/>
    <w:rsid w:val="00044AD3"/>
    <w:rsid w:val="00046AA5"/>
    <w:rsid w:val="00046C18"/>
    <w:rsid w:val="00047A6F"/>
    <w:rsid w:val="00050B80"/>
    <w:rsid w:val="00052B89"/>
    <w:rsid w:val="00054C3C"/>
    <w:rsid w:val="00055201"/>
    <w:rsid w:val="00063B21"/>
    <w:rsid w:val="00070CDB"/>
    <w:rsid w:val="000742F3"/>
    <w:rsid w:val="000748E6"/>
    <w:rsid w:val="0008048E"/>
    <w:rsid w:val="00082159"/>
    <w:rsid w:val="000822A3"/>
    <w:rsid w:val="00083AA4"/>
    <w:rsid w:val="000842AC"/>
    <w:rsid w:val="0008491C"/>
    <w:rsid w:val="0008785B"/>
    <w:rsid w:val="00092485"/>
    <w:rsid w:val="00092B2B"/>
    <w:rsid w:val="00092DA9"/>
    <w:rsid w:val="000932CF"/>
    <w:rsid w:val="0009387D"/>
    <w:rsid w:val="00093DF2"/>
    <w:rsid w:val="00094B0D"/>
    <w:rsid w:val="0009599C"/>
    <w:rsid w:val="000A0180"/>
    <w:rsid w:val="000A030F"/>
    <w:rsid w:val="000A045E"/>
    <w:rsid w:val="000A0636"/>
    <w:rsid w:val="000A0F83"/>
    <w:rsid w:val="000A3010"/>
    <w:rsid w:val="000A43BD"/>
    <w:rsid w:val="000A4844"/>
    <w:rsid w:val="000B0C25"/>
    <w:rsid w:val="000B5C72"/>
    <w:rsid w:val="000B6297"/>
    <w:rsid w:val="000B655E"/>
    <w:rsid w:val="000B67E1"/>
    <w:rsid w:val="000B75B4"/>
    <w:rsid w:val="000C1681"/>
    <w:rsid w:val="000C3DE7"/>
    <w:rsid w:val="000C4128"/>
    <w:rsid w:val="000C4F0E"/>
    <w:rsid w:val="000D0BA5"/>
    <w:rsid w:val="000D29FF"/>
    <w:rsid w:val="000D2FBE"/>
    <w:rsid w:val="000D3942"/>
    <w:rsid w:val="000D4248"/>
    <w:rsid w:val="000D5E87"/>
    <w:rsid w:val="000D6538"/>
    <w:rsid w:val="000D6585"/>
    <w:rsid w:val="000D6C4B"/>
    <w:rsid w:val="000D6F4E"/>
    <w:rsid w:val="000D7858"/>
    <w:rsid w:val="000E0207"/>
    <w:rsid w:val="000E13DC"/>
    <w:rsid w:val="000E17EF"/>
    <w:rsid w:val="000E1B41"/>
    <w:rsid w:val="000E6641"/>
    <w:rsid w:val="000F03AA"/>
    <w:rsid w:val="000F04D3"/>
    <w:rsid w:val="000F09E5"/>
    <w:rsid w:val="000F2FF9"/>
    <w:rsid w:val="000F3DB4"/>
    <w:rsid w:val="000F4858"/>
    <w:rsid w:val="000F62E9"/>
    <w:rsid w:val="000F7B93"/>
    <w:rsid w:val="000F7CDF"/>
    <w:rsid w:val="00100C51"/>
    <w:rsid w:val="001010BB"/>
    <w:rsid w:val="00102941"/>
    <w:rsid w:val="00102EB1"/>
    <w:rsid w:val="00103525"/>
    <w:rsid w:val="00103B91"/>
    <w:rsid w:val="001048F0"/>
    <w:rsid w:val="00104E05"/>
    <w:rsid w:val="00107424"/>
    <w:rsid w:val="0010761F"/>
    <w:rsid w:val="00110B5F"/>
    <w:rsid w:val="00110F49"/>
    <w:rsid w:val="00111A22"/>
    <w:rsid w:val="00113CB1"/>
    <w:rsid w:val="0011443C"/>
    <w:rsid w:val="001147FC"/>
    <w:rsid w:val="00114BA3"/>
    <w:rsid w:val="0011582A"/>
    <w:rsid w:val="00115DAC"/>
    <w:rsid w:val="00115F6B"/>
    <w:rsid w:val="00116955"/>
    <w:rsid w:val="00116D4F"/>
    <w:rsid w:val="00116D7F"/>
    <w:rsid w:val="00121736"/>
    <w:rsid w:val="00121B56"/>
    <w:rsid w:val="0012617B"/>
    <w:rsid w:val="0012792D"/>
    <w:rsid w:val="00132D51"/>
    <w:rsid w:val="00133059"/>
    <w:rsid w:val="00134F8E"/>
    <w:rsid w:val="00136074"/>
    <w:rsid w:val="001433DE"/>
    <w:rsid w:val="00143419"/>
    <w:rsid w:val="001446D2"/>
    <w:rsid w:val="0014511B"/>
    <w:rsid w:val="00145424"/>
    <w:rsid w:val="001459B8"/>
    <w:rsid w:val="001518D5"/>
    <w:rsid w:val="00151F3E"/>
    <w:rsid w:val="00152D61"/>
    <w:rsid w:val="001530E0"/>
    <w:rsid w:val="00154018"/>
    <w:rsid w:val="001560B9"/>
    <w:rsid w:val="00161423"/>
    <w:rsid w:val="00162F02"/>
    <w:rsid w:val="001648CA"/>
    <w:rsid w:val="00165CFB"/>
    <w:rsid w:val="00166E45"/>
    <w:rsid w:val="0016760E"/>
    <w:rsid w:val="00170182"/>
    <w:rsid w:val="001703E5"/>
    <w:rsid w:val="001706AB"/>
    <w:rsid w:val="001708B6"/>
    <w:rsid w:val="001732B9"/>
    <w:rsid w:val="00173335"/>
    <w:rsid w:val="00173E23"/>
    <w:rsid w:val="00176582"/>
    <w:rsid w:val="00177B95"/>
    <w:rsid w:val="00180094"/>
    <w:rsid w:val="0018058E"/>
    <w:rsid w:val="0018208F"/>
    <w:rsid w:val="00182E7A"/>
    <w:rsid w:val="00185ECC"/>
    <w:rsid w:val="001862FA"/>
    <w:rsid w:val="00186433"/>
    <w:rsid w:val="00193C22"/>
    <w:rsid w:val="0019455D"/>
    <w:rsid w:val="00196C45"/>
    <w:rsid w:val="00196DCD"/>
    <w:rsid w:val="001A2616"/>
    <w:rsid w:val="001A38D6"/>
    <w:rsid w:val="001A3F8D"/>
    <w:rsid w:val="001A6B90"/>
    <w:rsid w:val="001B0EF5"/>
    <w:rsid w:val="001B0F57"/>
    <w:rsid w:val="001B159E"/>
    <w:rsid w:val="001B205C"/>
    <w:rsid w:val="001B483E"/>
    <w:rsid w:val="001B75B7"/>
    <w:rsid w:val="001C021D"/>
    <w:rsid w:val="001C0E76"/>
    <w:rsid w:val="001C2F9F"/>
    <w:rsid w:val="001C3832"/>
    <w:rsid w:val="001C4468"/>
    <w:rsid w:val="001C5879"/>
    <w:rsid w:val="001C5D15"/>
    <w:rsid w:val="001C7E1E"/>
    <w:rsid w:val="001D04AA"/>
    <w:rsid w:val="001D052D"/>
    <w:rsid w:val="001D714B"/>
    <w:rsid w:val="001D7C13"/>
    <w:rsid w:val="001D7E3B"/>
    <w:rsid w:val="001E0057"/>
    <w:rsid w:val="001E0105"/>
    <w:rsid w:val="001E17C3"/>
    <w:rsid w:val="001E353D"/>
    <w:rsid w:val="001E4C44"/>
    <w:rsid w:val="001E4D0B"/>
    <w:rsid w:val="001E6496"/>
    <w:rsid w:val="001E7097"/>
    <w:rsid w:val="001F14AF"/>
    <w:rsid w:val="001F45A7"/>
    <w:rsid w:val="001F592F"/>
    <w:rsid w:val="001F5E5C"/>
    <w:rsid w:val="001F624E"/>
    <w:rsid w:val="001F7DD2"/>
    <w:rsid w:val="00200B93"/>
    <w:rsid w:val="00201544"/>
    <w:rsid w:val="00202938"/>
    <w:rsid w:val="00202BCD"/>
    <w:rsid w:val="00210E88"/>
    <w:rsid w:val="002129B9"/>
    <w:rsid w:val="00215342"/>
    <w:rsid w:val="002153AE"/>
    <w:rsid w:val="00215AF1"/>
    <w:rsid w:val="00220ACE"/>
    <w:rsid w:val="0022285E"/>
    <w:rsid w:val="00224AD8"/>
    <w:rsid w:val="00225FD0"/>
    <w:rsid w:val="002273B5"/>
    <w:rsid w:val="00233004"/>
    <w:rsid w:val="0023515B"/>
    <w:rsid w:val="00236A17"/>
    <w:rsid w:val="002407F5"/>
    <w:rsid w:val="00241570"/>
    <w:rsid w:val="00243268"/>
    <w:rsid w:val="00243574"/>
    <w:rsid w:val="0024556D"/>
    <w:rsid w:val="00245ED7"/>
    <w:rsid w:val="002541E9"/>
    <w:rsid w:val="00254864"/>
    <w:rsid w:val="00254A4A"/>
    <w:rsid w:val="00254AD4"/>
    <w:rsid w:val="00255CAA"/>
    <w:rsid w:val="00256131"/>
    <w:rsid w:val="00261CB2"/>
    <w:rsid w:val="00264CDF"/>
    <w:rsid w:val="00265867"/>
    <w:rsid w:val="00265F60"/>
    <w:rsid w:val="00270A84"/>
    <w:rsid w:val="00275CFA"/>
    <w:rsid w:val="00276260"/>
    <w:rsid w:val="00276951"/>
    <w:rsid w:val="0027710D"/>
    <w:rsid w:val="00277A40"/>
    <w:rsid w:val="00280111"/>
    <w:rsid w:val="00280515"/>
    <w:rsid w:val="00281290"/>
    <w:rsid w:val="00281296"/>
    <w:rsid w:val="00282591"/>
    <w:rsid w:val="00282FD9"/>
    <w:rsid w:val="002858B5"/>
    <w:rsid w:val="002865E0"/>
    <w:rsid w:val="00292F81"/>
    <w:rsid w:val="00293EA2"/>
    <w:rsid w:val="00293EB3"/>
    <w:rsid w:val="00294D9F"/>
    <w:rsid w:val="00295231"/>
    <w:rsid w:val="002978C5"/>
    <w:rsid w:val="002A0226"/>
    <w:rsid w:val="002A066A"/>
    <w:rsid w:val="002A084F"/>
    <w:rsid w:val="002A0AAC"/>
    <w:rsid w:val="002A43DC"/>
    <w:rsid w:val="002A462A"/>
    <w:rsid w:val="002A515C"/>
    <w:rsid w:val="002A5701"/>
    <w:rsid w:val="002A66A6"/>
    <w:rsid w:val="002A6D41"/>
    <w:rsid w:val="002A7890"/>
    <w:rsid w:val="002B1504"/>
    <w:rsid w:val="002B42C6"/>
    <w:rsid w:val="002B4E26"/>
    <w:rsid w:val="002B68FA"/>
    <w:rsid w:val="002B694A"/>
    <w:rsid w:val="002C0CD2"/>
    <w:rsid w:val="002C109B"/>
    <w:rsid w:val="002C389D"/>
    <w:rsid w:val="002C3B1B"/>
    <w:rsid w:val="002C4F67"/>
    <w:rsid w:val="002C65C2"/>
    <w:rsid w:val="002C6921"/>
    <w:rsid w:val="002C7515"/>
    <w:rsid w:val="002D11E9"/>
    <w:rsid w:val="002D1F89"/>
    <w:rsid w:val="002D222E"/>
    <w:rsid w:val="002D39AB"/>
    <w:rsid w:val="002D52B0"/>
    <w:rsid w:val="002D5D11"/>
    <w:rsid w:val="002D6F62"/>
    <w:rsid w:val="002E25C2"/>
    <w:rsid w:val="002E2F07"/>
    <w:rsid w:val="002E3886"/>
    <w:rsid w:val="002E3D1C"/>
    <w:rsid w:val="002E578E"/>
    <w:rsid w:val="002E6369"/>
    <w:rsid w:val="002F1E7B"/>
    <w:rsid w:val="002F2494"/>
    <w:rsid w:val="002F3254"/>
    <w:rsid w:val="002F34E9"/>
    <w:rsid w:val="002F475C"/>
    <w:rsid w:val="002F77F5"/>
    <w:rsid w:val="002F79F4"/>
    <w:rsid w:val="003002E7"/>
    <w:rsid w:val="00301E70"/>
    <w:rsid w:val="00302ED3"/>
    <w:rsid w:val="00304376"/>
    <w:rsid w:val="00304426"/>
    <w:rsid w:val="0030642F"/>
    <w:rsid w:val="00310D20"/>
    <w:rsid w:val="00312906"/>
    <w:rsid w:val="0031304C"/>
    <w:rsid w:val="00314496"/>
    <w:rsid w:val="00317174"/>
    <w:rsid w:val="00317BC5"/>
    <w:rsid w:val="003206DD"/>
    <w:rsid w:val="00320915"/>
    <w:rsid w:val="00321A7B"/>
    <w:rsid w:val="00322A4A"/>
    <w:rsid w:val="00322FE4"/>
    <w:rsid w:val="0032403B"/>
    <w:rsid w:val="003257FF"/>
    <w:rsid w:val="003265F2"/>
    <w:rsid w:val="00327A63"/>
    <w:rsid w:val="00327D54"/>
    <w:rsid w:val="003304EC"/>
    <w:rsid w:val="00330E90"/>
    <w:rsid w:val="00331EAA"/>
    <w:rsid w:val="0033393B"/>
    <w:rsid w:val="00333F8A"/>
    <w:rsid w:val="003341BB"/>
    <w:rsid w:val="0033542C"/>
    <w:rsid w:val="003356A5"/>
    <w:rsid w:val="0033655C"/>
    <w:rsid w:val="00337C77"/>
    <w:rsid w:val="00340E9C"/>
    <w:rsid w:val="00341B37"/>
    <w:rsid w:val="0034637F"/>
    <w:rsid w:val="00346AA4"/>
    <w:rsid w:val="00347745"/>
    <w:rsid w:val="00347E84"/>
    <w:rsid w:val="00351078"/>
    <w:rsid w:val="0035183A"/>
    <w:rsid w:val="003522E9"/>
    <w:rsid w:val="00353F75"/>
    <w:rsid w:val="003556E7"/>
    <w:rsid w:val="00356884"/>
    <w:rsid w:val="00357295"/>
    <w:rsid w:val="003579DD"/>
    <w:rsid w:val="00362922"/>
    <w:rsid w:val="0036298B"/>
    <w:rsid w:val="00363E85"/>
    <w:rsid w:val="003656AA"/>
    <w:rsid w:val="003668D6"/>
    <w:rsid w:val="00370652"/>
    <w:rsid w:val="00370A22"/>
    <w:rsid w:val="003729AE"/>
    <w:rsid w:val="00373C91"/>
    <w:rsid w:val="0037777D"/>
    <w:rsid w:val="003824C1"/>
    <w:rsid w:val="003825FC"/>
    <w:rsid w:val="00382A2F"/>
    <w:rsid w:val="00385165"/>
    <w:rsid w:val="00385D80"/>
    <w:rsid w:val="00386B22"/>
    <w:rsid w:val="00386D4E"/>
    <w:rsid w:val="00393B29"/>
    <w:rsid w:val="00394850"/>
    <w:rsid w:val="003948A7"/>
    <w:rsid w:val="003950A8"/>
    <w:rsid w:val="00395A6C"/>
    <w:rsid w:val="00395BAD"/>
    <w:rsid w:val="00396099"/>
    <w:rsid w:val="00396820"/>
    <w:rsid w:val="00397CB5"/>
    <w:rsid w:val="003A396E"/>
    <w:rsid w:val="003A3BBF"/>
    <w:rsid w:val="003A61D1"/>
    <w:rsid w:val="003A69F9"/>
    <w:rsid w:val="003A778B"/>
    <w:rsid w:val="003B0B8A"/>
    <w:rsid w:val="003B1095"/>
    <w:rsid w:val="003B26AB"/>
    <w:rsid w:val="003B3C99"/>
    <w:rsid w:val="003B40BA"/>
    <w:rsid w:val="003B4380"/>
    <w:rsid w:val="003B586C"/>
    <w:rsid w:val="003B622C"/>
    <w:rsid w:val="003B6858"/>
    <w:rsid w:val="003B6D21"/>
    <w:rsid w:val="003C0990"/>
    <w:rsid w:val="003C3DB3"/>
    <w:rsid w:val="003C4A9B"/>
    <w:rsid w:val="003C679B"/>
    <w:rsid w:val="003C6B37"/>
    <w:rsid w:val="003C6F2C"/>
    <w:rsid w:val="003C76F7"/>
    <w:rsid w:val="003C7A97"/>
    <w:rsid w:val="003D3F28"/>
    <w:rsid w:val="003D5981"/>
    <w:rsid w:val="003D6FB5"/>
    <w:rsid w:val="003E1C7E"/>
    <w:rsid w:val="003E307F"/>
    <w:rsid w:val="003E511D"/>
    <w:rsid w:val="003E5DA4"/>
    <w:rsid w:val="003E5E60"/>
    <w:rsid w:val="003E6209"/>
    <w:rsid w:val="003F275E"/>
    <w:rsid w:val="003F2A48"/>
    <w:rsid w:val="003F5590"/>
    <w:rsid w:val="003F611C"/>
    <w:rsid w:val="003F73CB"/>
    <w:rsid w:val="00400FF4"/>
    <w:rsid w:val="00404B13"/>
    <w:rsid w:val="00405C52"/>
    <w:rsid w:val="00406E47"/>
    <w:rsid w:val="00411C7F"/>
    <w:rsid w:val="00412C9B"/>
    <w:rsid w:val="00414937"/>
    <w:rsid w:val="00415AB3"/>
    <w:rsid w:val="00415F22"/>
    <w:rsid w:val="00421430"/>
    <w:rsid w:val="00421EEF"/>
    <w:rsid w:val="004220B4"/>
    <w:rsid w:val="0042288A"/>
    <w:rsid w:val="00423006"/>
    <w:rsid w:val="004253AC"/>
    <w:rsid w:val="00425DE6"/>
    <w:rsid w:val="00426CE6"/>
    <w:rsid w:val="00430273"/>
    <w:rsid w:val="004308E2"/>
    <w:rsid w:val="00431434"/>
    <w:rsid w:val="004317F9"/>
    <w:rsid w:val="00433BE6"/>
    <w:rsid w:val="00435597"/>
    <w:rsid w:val="00435D27"/>
    <w:rsid w:val="00440971"/>
    <w:rsid w:val="00441748"/>
    <w:rsid w:val="004419DA"/>
    <w:rsid w:val="00441CDD"/>
    <w:rsid w:val="00443E08"/>
    <w:rsid w:val="00444C30"/>
    <w:rsid w:val="00446C29"/>
    <w:rsid w:val="00447215"/>
    <w:rsid w:val="00447A21"/>
    <w:rsid w:val="00447CBF"/>
    <w:rsid w:val="004515F5"/>
    <w:rsid w:val="00451C56"/>
    <w:rsid w:val="00451CF7"/>
    <w:rsid w:val="00453E8D"/>
    <w:rsid w:val="00454D46"/>
    <w:rsid w:val="0045600E"/>
    <w:rsid w:val="004561AB"/>
    <w:rsid w:val="004577E3"/>
    <w:rsid w:val="00457A98"/>
    <w:rsid w:val="00460C60"/>
    <w:rsid w:val="00461F6C"/>
    <w:rsid w:val="00463CF6"/>
    <w:rsid w:val="0046699A"/>
    <w:rsid w:val="004671F0"/>
    <w:rsid w:val="00471699"/>
    <w:rsid w:val="004716F1"/>
    <w:rsid w:val="00472D11"/>
    <w:rsid w:val="00473049"/>
    <w:rsid w:val="00475F4D"/>
    <w:rsid w:val="004805E6"/>
    <w:rsid w:val="00482A2A"/>
    <w:rsid w:val="00482B2E"/>
    <w:rsid w:val="00483093"/>
    <w:rsid w:val="00484297"/>
    <w:rsid w:val="00484CFB"/>
    <w:rsid w:val="004868F7"/>
    <w:rsid w:val="0048693A"/>
    <w:rsid w:val="00486DC5"/>
    <w:rsid w:val="004903BB"/>
    <w:rsid w:val="00490E23"/>
    <w:rsid w:val="00491CB1"/>
    <w:rsid w:val="00492D6B"/>
    <w:rsid w:val="00493B3D"/>
    <w:rsid w:val="00493F21"/>
    <w:rsid w:val="00496F1D"/>
    <w:rsid w:val="00497BCE"/>
    <w:rsid w:val="004A2606"/>
    <w:rsid w:val="004A3228"/>
    <w:rsid w:val="004A6C81"/>
    <w:rsid w:val="004A7320"/>
    <w:rsid w:val="004B0F31"/>
    <w:rsid w:val="004B1245"/>
    <w:rsid w:val="004B155F"/>
    <w:rsid w:val="004B39D8"/>
    <w:rsid w:val="004B3C21"/>
    <w:rsid w:val="004B4FA4"/>
    <w:rsid w:val="004B6D70"/>
    <w:rsid w:val="004B7250"/>
    <w:rsid w:val="004C0AB3"/>
    <w:rsid w:val="004C0CBA"/>
    <w:rsid w:val="004C202C"/>
    <w:rsid w:val="004C602C"/>
    <w:rsid w:val="004C718A"/>
    <w:rsid w:val="004C72DF"/>
    <w:rsid w:val="004D05CE"/>
    <w:rsid w:val="004D0B4A"/>
    <w:rsid w:val="004D1A4C"/>
    <w:rsid w:val="004D3B96"/>
    <w:rsid w:val="004D3D1C"/>
    <w:rsid w:val="004D48DB"/>
    <w:rsid w:val="004D5DED"/>
    <w:rsid w:val="004E17FD"/>
    <w:rsid w:val="004E1D4D"/>
    <w:rsid w:val="004E31D7"/>
    <w:rsid w:val="004E4402"/>
    <w:rsid w:val="004E5BA4"/>
    <w:rsid w:val="004E5E54"/>
    <w:rsid w:val="004E7341"/>
    <w:rsid w:val="004F196F"/>
    <w:rsid w:val="004F1A67"/>
    <w:rsid w:val="004F230B"/>
    <w:rsid w:val="004F232E"/>
    <w:rsid w:val="004F3A3E"/>
    <w:rsid w:val="004F614C"/>
    <w:rsid w:val="004F7691"/>
    <w:rsid w:val="004F792B"/>
    <w:rsid w:val="005009F1"/>
    <w:rsid w:val="005021CC"/>
    <w:rsid w:val="00502ACD"/>
    <w:rsid w:val="00502B57"/>
    <w:rsid w:val="0050327C"/>
    <w:rsid w:val="00505D6F"/>
    <w:rsid w:val="005067ED"/>
    <w:rsid w:val="005078C6"/>
    <w:rsid w:val="005117F5"/>
    <w:rsid w:val="00511BA2"/>
    <w:rsid w:val="00513E38"/>
    <w:rsid w:val="00514185"/>
    <w:rsid w:val="005148EF"/>
    <w:rsid w:val="00515EF3"/>
    <w:rsid w:val="00516313"/>
    <w:rsid w:val="005216B9"/>
    <w:rsid w:val="00522BE8"/>
    <w:rsid w:val="005236F1"/>
    <w:rsid w:val="00523C87"/>
    <w:rsid w:val="00523F9A"/>
    <w:rsid w:val="00524927"/>
    <w:rsid w:val="00525ABC"/>
    <w:rsid w:val="005275FD"/>
    <w:rsid w:val="00532C52"/>
    <w:rsid w:val="005342FE"/>
    <w:rsid w:val="00534D2D"/>
    <w:rsid w:val="0053515B"/>
    <w:rsid w:val="00536596"/>
    <w:rsid w:val="005374E3"/>
    <w:rsid w:val="00537EF4"/>
    <w:rsid w:val="00540B4D"/>
    <w:rsid w:val="00541357"/>
    <w:rsid w:val="005424C1"/>
    <w:rsid w:val="00542F61"/>
    <w:rsid w:val="00544508"/>
    <w:rsid w:val="00545932"/>
    <w:rsid w:val="005471D1"/>
    <w:rsid w:val="005479B4"/>
    <w:rsid w:val="005525B3"/>
    <w:rsid w:val="0055431B"/>
    <w:rsid w:val="005545C5"/>
    <w:rsid w:val="00555B01"/>
    <w:rsid w:val="00557196"/>
    <w:rsid w:val="005573E9"/>
    <w:rsid w:val="00557722"/>
    <w:rsid w:val="005579CD"/>
    <w:rsid w:val="00560F91"/>
    <w:rsid w:val="005627BA"/>
    <w:rsid w:val="00562EEB"/>
    <w:rsid w:val="00570092"/>
    <w:rsid w:val="005715C1"/>
    <w:rsid w:val="00572F3A"/>
    <w:rsid w:val="00573E0E"/>
    <w:rsid w:val="0057601A"/>
    <w:rsid w:val="005763AC"/>
    <w:rsid w:val="0058081A"/>
    <w:rsid w:val="00580B07"/>
    <w:rsid w:val="00581357"/>
    <w:rsid w:val="0058413F"/>
    <w:rsid w:val="005843A2"/>
    <w:rsid w:val="00584C1B"/>
    <w:rsid w:val="00585C04"/>
    <w:rsid w:val="00585C70"/>
    <w:rsid w:val="00587C07"/>
    <w:rsid w:val="005912D8"/>
    <w:rsid w:val="005919B3"/>
    <w:rsid w:val="00592BD1"/>
    <w:rsid w:val="00597477"/>
    <w:rsid w:val="005A7F08"/>
    <w:rsid w:val="005B34F4"/>
    <w:rsid w:val="005C29A5"/>
    <w:rsid w:val="005C3754"/>
    <w:rsid w:val="005C51D2"/>
    <w:rsid w:val="005C5B82"/>
    <w:rsid w:val="005D0CC5"/>
    <w:rsid w:val="005D2751"/>
    <w:rsid w:val="005D34A0"/>
    <w:rsid w:val="005D481D"/>
    <w:rsid w:val="005D4E81"/>
    <w:rsid w:val="005D5608"/>
    <w:rsid w:val="005D596D"/>
    <w:rsid w:val="005D6059"/>
    <w:rsid w:val="005E1300"/>
    <w:rsid w:val="005E2C86"/>
    <w:rsid w:val="005E4F32"/>
    <w:rsid w:val="005E6888"/>
    <w:rsid w:val="005F1B95"/>
    <w:rsid w:val="005F21AD"/>
    <w:rsid w:val="005F6289"/>
    <w:rsid w:val="00601477"/>
    <w:rsid w:val="006019FF"/>
    <w:rsid w:val="00601E10"/>
    <w:rsid w:val="006043D5"/>
    <w:rsid w:val="00605AC2"/>
    <w:rsid w:val="00607CC1"/>
    <w:rsid w:val="0061056A"/>
    <w:rsid w:val="00614627"/>
    <w:rsid w:val="00617552"/>
    <w:rsid w:val="00617E96"/>
    <w:rsid w:val="0062098D"/>
    <w:rsid w:val="00620FA7"/>
    <w:rsid w:val="00622EFF"/>
    <w:rsid w:val="00623942"/>
    <w:rsid w:val="00624981"/>
    <w:rsid w:val="00624A7F"/>
    <w:rsid w:val="00627C36"/>
    <w:rsid w:val="00631A17"/>
    <w:rsid w:val="00632330"/>
    <w:rsid w:val="00632D2F"/>
    <w:rsid w:val="006331FC"/>
    <w:rsid w:val="00633DAB"/>
    <w:rsid w:val="00633F87"/>
    <w:rsid w:val="00634368"/>
    <w:rsid w:val="00636908"/>
    <w:rsid w:val="0063756B"/>
    <w:rsid w:val="00642C84"/>
    <w:rsid w:val="00643E68"/>
    <w:rsid w:val="0064718F"/>
    <w:rsid w:val="006474CD"/>
    <w:rsid w:val="00650FBE"/>
    <w:rsid w:val="00653D3A"/>
    <w:rsid w:val="006547BB"/>
    <w:rsid w:val="00654844"/>
    <w:rsid w:val="00655259"/>
    <w:rsid w:val="00657E02"/>
    <w:rsid w:val="0066067C"/>
    <w:rsid w:val="0066111A"/>
    <w:rsid w:val="00664B9C"/>
    <w:rsid w:val="00670157"/>
    <w:rsid w:val="00670A77"/>
    <w:rsid w:val="00671B12"/>
    <w:rsid w:val="006759A7"/>
    <w:rsid w:val="00676454"/>
    <w:rsid w:val="00682F7A"/>
    <w:rsid w:val="00686222"/>
    <w:rsid w:val="00686679"/>
    <w:rsid w:val="00687654"/>
    <w:rsid w:val="00691F8E"/>
    <w:rsid w:val="00694CC6"/>
    <w:rsid w:val="00694DE8"/>
    <w:rsid w:val="00695FF7"/>
    <w:rsid w:val="006962B5"/>
    <w:rsid w:val="00696423"/>
    <w:rsid w:val="00696995"/>
    <w:rsid w:val="006A18C8"/>
    <w:rsid w:val="006A321D"/>
    <w:rsid w:val="006A70B0"/>
    <w:rsid w:val="006B3825"/>
    <w:rsid w:val="006B3C3B"/>
    <w:rsid w:val="006B4D0F"/>
    <w:rsid w:val="006B571A"/>
    <w:rsid w:val="006B66B3"/>
    <w:rsid w:val="006B6773"/>
    <w:rsid w:val="006B6F2D"/>
    <w:rsid w:val="006C3DE9"/>
    <w:rsid w:val="006C4FA1"/>
    <w:rsid w:val="006C5070"/>
    <w:rsid w:val="006C5832"/>
    <w:rsid w:val="006C584F"/>
    <w:rsid w:val="006D070D"/>
    <w:rsid w:val="006D0AB3"/>
    <w:rsid w:val="006D20F5"/>
    <w:rsid w:val="006D21C9"/>
    <w:rsid w:val="006D7DDE"/>
    <w:rsid w:val="006E384F"/>
    <w:rsid w:val="006E3AFB"/>
    <w:rsid w:val="006E4704"/>
    <w:rsid w:val="006E7D75"/>
    <w:rsid w:val="006F2884"/>
    <w:rsid w:val="006F3602"/>
    <w:rsid w:val="006F597A"/>
    <w:rsid w:val="006F603E"/>
    <w:rsid w:val="006F61BC"/>
    <w:rsid w:val="006F6862"/>
    <w:rsid w:val="00701109"/>
    <w:rsid w:val="007039A3"/>
    <w:rsid w:val="00703BCF"/>
    <w:rsid w:val="007040DE"/>
    <w:rsid w:val="0070456F"/>
    <w:rsid w:val="00704900"/>
    <w:rsid w:val="00705942"/>
    <w:rsid w:val="00707BD2"/>
    <w:rsid w:val="0071162E"/>
    <w:rsid w:val="00711F68"/>
    <w:rsid w:val="00712A20"/>
    <w:rsid w:val="00712C40"/>
    <w:rsid w:val="00713072"/>
    <w:rsid w:val="00715595"/>
    <w:rsid w:val="00715867"/>
    <w:rsid w:val="00715AE9"/>
    <w:rsid w:val="00721B25"/>
    <w:rsid w:val="00723106"/>
    <w:rsid w:val="00726694"/>
    <w:rsid w:val="0073081A"/>
    <w:rsid w:val="00731BFB"/>
    <w:rsid w:val="00733CF5"/>
    <w:rsid w:val="00735A80"/>
    <w:rsid w:val="00740E5B"/>
    <w:rsid w:val="00743378"/>
    <w:rsid w:val="007436E8"/>
    <w:rsid w:val="007436F8"/>
    <w:rsid w:val="00747F0F"/>
    <w:rsid w:val="00747F98"/>
    <w:rsid w:val="007529EC"/>
    <w:rsid w:val="00752CC6"/>
    <w:rsid w:val="00753530"/>
    <w:rsid w:val="00756033"/>
    <w:rsid w:val="0075704A"/>
    <w:rsid w:val="007632BC"/>
    <w:rsid w:val="00764B0E"/>
    <w:rsid w:val="00767CAB"/>
    <w:rsid w:val="007702BD"/>
    <w:rsid w:val="00770965"/>
    <w:rsid w:val="00774429"/>
    <w:rsid w:val="00775B2D"/>
    <w:rsid w:val="00776877"/>
    <w:rsid w:val="0078040D"/>
    <w:rsid w:val="0078093E"/>
    <w:rsid w:val="00782025"/>
    <w:rsid w:val="0078260B"/>
    <w:rsid w:val="00782B43"/>
    <w:rsid w:val="007835BE"/>
    <w:rsid w:val="0078503E"/>
    <w:rsid w:val="00785067"/>
    <w:rsid w:val="00787D5F"/>
    <w:rsid w:val="007903AD"/>
    <w:rsid w:val="007928E2"/>
    <w:rsid w:val="00792C57"/>
    <w:rsid w:val="0079431C"/>
    <w:rsid w:val="0079538C"/>
    <w:rsid w:val="007963BA"/>
    <w:rsid w:val="00796413"/>
    <w:rsid w:val="00796A14"/>
    <w:rsid w:val="007A083C"/>
    <w:rsid w:val="007A16BE"/>
    <w:rsid w:val="007A28CB"/>
    <w:rsid w:val="007A56F6"/>
    <w:rsid w:val="007A5F50"/>
    <w:rsid w:val="007A6AAC"/>
    <w:rsid w:val="007B1C3F"/>
    <w:rsid w:val="007B482A"/>
    <w:rsid w:val="007B4F6B"/>
    <w:rsid w:val="007B6EE9"/>
    <w:rsid w:val="007B7C6F"/>
    <w:rsid w:val="007C03B8"/>
    <w:rsid w:val="007C1FB0"/>
    <w:rsid w:val="007C263C"/>
    <w:rsid w:val="007C2A6B"/>
    <w:rsid w:val="007C4348"/>
    <w:rsid w:val="007C4899"/>
    <w:rsid w:val="007C6830"/>
    <w:rsid w:val="007C7A5F"/>
    <w:rsid w:val="007D271F"/>
    <w:rsid w:val="007D28F5"/>
    <w:rsid w:val="007D2D93"/>
    <w:rsid w:val="007D368C"/>
    <w:rsid w:val="007D4EE5"/>
    <w:rsid w:val="007D59C5"/>
    <w:rsid w:val="007D5E02"/>
    <w:rsid w:val="007D602B"/>
    <w:rsid w:val="007D737F"/>
    <w:rsid w:val="007D7C83"/>
    <w:rsid w:val="007E15F4"/>
    <w:rsid w:val="007E3846"/>
    <w:rsid w:val="007E3D71"/>
    <w:rsid w:val="007E5F38"/>
    <w:rsid w:val="007F2066"/>
    <w:rsid w:val="007F2B14"/>
    <w:rsid w:val="007F507D"/>
    <w:rsid w:val="007F7492"/>
    <w:rsid w:val="007F7AEE"/>
    <w:rsid w:val="0080101C"/>
    <w:rsid w:val="00803CC9"/>
    <w:rsid w:val="00804F40"/>
    <w:rsid w:val="008115C0"/>
    <w:rsid w:val="00812207"/>
    <w:rsid w:val="00812ED0"/>
    <w:rsid w:val="008143A6"/>
    <w:rsid w:val="00814FEA"/>
    <w:rsid w:val="00815125"/>
    <w:rsid w:val="008170B8"/>
    <w:rsid w:val="00817DB2"/>
    <w:rsid w:val="0082034F"/>
    <w:rsid w:val="008204EE"/>
    <w:rsid w:val="00820C0B"/>
    <w:rsid w:val="00821C68"/>
    <w:rsid w:val="0082532F"/>
    <w:rsid w:val="008264A9"/>
    <w:rsid w:val="00830B98"/>
    <w:rsid w:val="0083337A"/>
    <w:rsid w:val="00834BDA"/>
    <w:rsid w:val="0083622D"/>
    <w:rsid w:val="008370DB"/>
    <w:rsid w:val="008377C9"/>
    <w:rsid w:val="0084010F"/>
    <w:rsid w:val="00841001"/>
    <w:rsid w:val="008421F9"/>
    <w:rsid w:val="00845D47"/>
    <w:rsid w:val="00847EF2"/>
    <w:rsid w:val="00850682"/>
    <w:rsid w:val="00850B8B"/>
    <w:rsid w:val="008512DB"/>
    <w:rsid w:val="00853C52"/>
    <w:rsid w:val="00854FFB"/>
    <w:rsid w:val="00855882"/>
    <w:rsid w:val="008560D0"/>
    <w:rsid w:val="0085723F"/>
    <w:rsid w:val="008611A3"/>
    <w:rsid w:val="00863FE1"/>
    <w:rsid w:val="008640B5"/>
    <w:rsid w:val="00864D75"/>
    <w:rsid w:val="00865058"/>
    <w:rsid w:val="008708E9"/>
    <w:rsid w:val="00875350"/>
    <w:rsid w:val="00875A86"/>
    <w:rsid w:val="00880475"/>
    <w:rsid w:val="00880919"/>
    <w:rsid w:val="00883799"/>
    <w:rsid w:val="00884749"/>
    <w:rsid w:val="00884F79"/>
    <w:rsid w:val="008861A4"/>
    <w:rsid w:val="00887DA5"/>
    <w:rsid w:val="00887F9D"/>
    <w:rsid w:val="00891184"/>
    <w:rsid w:val="008912E7"/>
    <w:rsid w:val="00891361"/>
    <w:rsid w:val="00891736"/>
    <w:rsid w:val="008917F6"/>
    <w:rsid w:val="008924CA"/>
    <w:rsid w:val="0089252D"/>
    <w:rsid w:val="00894744"/>
    <w:rsid w:val="008A089D"/>
    <w:rsid w:val="008A1B70"/>
    <w:rsid w:val="008A2025"/>
    <w:rsid w:val="008A3C12"/>
    <w:rsid w:val="008A4A3C"/>
    <w:rsid w:val="008A4B22"/>
    <w:rsid w:val="008B03A4"/>
    <w:rsid w:val="008B1F49"/>
    <w:rsid w:val="008B4385"/>
    <w:rsid w:val="008B43E1"/>
    <w:rsid w:val="008B495F"/>
    <w:rsid w:val="008B4A34"/>
    <w:rsid w:val="008B6C7D"/>
    <w:rsid w:val="008C0FCB"/>
    <w:rsid w:val="008C1545"/>
    <w:rsid w:val="008C24BE"/>
    <w:rsid w:val="008C27E0"/>
    <w:rsid w:val="008C3916"/>
    <w:rsid w:val="008C4617"/>
    <w:rsid w:val="008C4D32"/>
    <w:rsid w:val="008C4E6C"/>
    <w:rsid w:val="008C781E"/>
    <w:rsid w:val="008D0A87"/>
    <w:rsid w:val="008D19BE"/>
    <w:rsid w:val="008D2490"/>
    <w:rsid w:val="008D35FD"/>
    <w:rsid w:val="008D5602"/>
    <w:rsid w:val="008D6582"/>
    <w:rsid w:val="008D69F7"/>
    <w:rsid w:val="008D6E7C"/>
    <w:rsid w:val="008E04BB"/>
    <w:rsid w:val="008E1C98"/>
    <w:rsid w:val="008E1D36"/>
    <w:rsid w:val="008E28E0"/>
    <w:rsid w:val="008E2EA2"/>
    <w:rsid w:val="008E3C1A"/>
    <w:rsid w:val="008E3CAB"/>
    <w:rsid w:val="008E4266"/>
    <w:rsid w:val="008E6850"/>
    <w:rsid w:val="008E6FE7"/>
    <w:rsid w:val="008F0AC1"/>
    <w:rsid w:val="008F0C6C"/>
    <w:rsid w:val="008F2695"/>
    <w:rsid w:val="008F4442"/>
    <w:rsid w:val="008F4E73"/>
    <w:rsid w:val="008F57B0"/>
    <w:rsid w:val="008F582D"/>
    <w:rsid w:val="008F6571"/>
    <w:rsid w:val="00900E27"/>
    <w:rsid w:val="00902399"/>
    <w:rsid w:val="00902BC7"/>
    <w:rsid w:val="00903DF8"/>
    <w:rsid w:val="00904412"/>
    <w:rsid w:val="00904652"/>
    <w:rsid w:val="00904706"/>
    <w:rsid w:val="00905847"/>
    <w:rsid w:val="009111A4"/>
    <w:rsid w:val="00913A29"/>
    <w:rsid w:val="00914E78"/>
    <w:rsid w:val="00927FFA"/>
    <w:rsid w:val="00931282"/>
    <w:rsid w:val="009334E0"/>
    <w:rsid w:val="009339F5"/>
    <w:rsid w:val="00934731"/>
    <w:rsid w:val="00934A9B"/>
    <w:rsid w:val="0093598B"/>
    <w:rsid w:val="00935A27"/>
    <w:rsid w:val="00936CDC"/>
    <w:rsid w:val="009374A5"/>
    <w:rsid w:val="00937DF3"/>
    <w:rsid w:val="00941D10"/>
    <w:rsid w:val="00942F9C"/>
    <w:rsid w:val="00945237"/>
    <w:rsid w:val="009452E9"/>
    <w:rsid w:val="00947FBA"/>
    <w:rsid w:val="0095036B"/>
    <w:rsid w:val="00951F6D"/>
    <w:rsid w:val="00952DEF"/>
    <w:rsid w:val="0095310C"/>
    <w:rsid w:val="009533B3"/>
    <w:rsid w:val="009536EB"/>
    <w:rsid w:val="00955662"/>
    <w:rsid w:val="00955AD1"/>
    <w:rsid w:val="00960791"/>
    <w:rsid w:val="00961F8E"/>
    <w:rsid w:val="00962CE9"/>
    <w:rsid w:val="00963FDA"/>
    <w:rsid w:val="00966262"/>
    <w:rsid w:val="00967801"/>
    <w:rsid w:val="009707CD"/>
    <w:rsid w:val="0097241B"/>
    <w:rsid w:val="00972954"/>
    <w:rsid w:val="00973447"/>
    <w:rsid w:val="00976B52"/>
    <w:rsid w:val="00981F11"/>
    <w:rsid w:val="009854DF"/>
    <w:rsid w:val="0099290E"/>
    <w:rsid w:val="0099384B"/>
    <w:rsid w:val="00994FB0"/>
    <w:rsid w:val="009A1399"/>
    <w:rsid w:val="009A1699"/>
    <w:rsid w:val="009A2D58"/>
    <w:rsid w:val="009A3977"/>
    <w:rsid w:val="009A52A0"/>
    <w:rsid w:val="009A7786"/>
    <w:rsid w:val="009B0179"/>
    <w:rsid w:val="009B2729"/>
    <w:rsid w:val="009B445C"/>
    <w:rsid w:val="009B44CF"/>
    <w:rsid w:val="009B459C"/>
    <w:rsid w:val="009C2DE4"/>
    <w:rsid w:val="009C34CB"/>
    <w:rsid w:val="009C522A"/>
    <w:rsid w:val="009C57C9"/>
    <w:rsid w:val="009D0885"/>
    <w:rsid w:val="009D18B4"/>
    <w:rsid w:val="009D2F67"/>
    <w:rsid w:val="009D32DF"/>
    <w:rsid w:val="009D3637"/>
    <w:rsid w:val="009D4D73"/>
    <w:rsid w:val="009D566C"/>
    <w:rsid w:val="009E00A3"/>
    <w:rsid w:val="009E1D0A"/>
    <w:rsid w:val="009E2FA9"/>
    <w:rsid w:val="009E396E"/>
    <w:rsid w:val="009E46F2"/>
    <w:rsid w:val="009E4852"/>
    <w:rsid w:val="009E5A52"/>
    <w:rsid w:val="009E628F"/>
    <w:rsid w:val="009E758E"/>
    <w:rsid w:val="009E7BF2"/>
    <w:rsid w:val="009F233A"/>
    <w:rsid w:val="009F2535"/>
    <w:rsid w:val="009F42A2"/>
    <w:rsid w:val="009F51A3"/>
    <w:rsid w:val="00A00DD1"/>
    <w:rsid w:val="00A02730"/>
    <w:rsid w:val="00A03E7F"/>
    <w:rsid w:val="00A07204"/>
    <w:rsid w:val="00A0766F"/>
    <w:rsid w:val="00A11267"/>
    <w:rsid w:val="00A11871"/>
    <w:rsid w:val="00A11A9D"/>
    <w:rsid w:val="00A11D1F"/>
    <w:rsid w:val="00A12287"/>
    <w:rsid w:val="00A13E6B"/>
    <w:rsid w:val="00A13F64"/>
    <w:rsid w:val="00A1534B"/>
    <w:rsid w:val="00A15BBE"/>
    <w:rsid w:val="00A15F76"/>
    <w:rsid w:val="00A16F65"/>
    <w:rsid w:val="00A1714B"/>
    <w:rsid w:val="00A213F0"/>
    <w:rsid w:val="00A22D39"/>
    <w:rsid w:val="00A23C27"/>
    <w:rsid w:val="00A24233"/>
    <w:rsid w:val="00A31D5A"/>
    <w:rsid w:val="00A32059"/>
    <w:rsid w:val="00A34748"/>
    <w:rsid w:val="00A36A83"/>
    <w:rsid w:val="00A36E95"/>
    <w:rsid w:val="00A37080"/>
    <w:rsid w:val="00A40C85"/>
    <w:rsid w:val="00A43121"/>
    <w:rsid w:val="00A4343B"/>
    <w:rsid w:val="00A43996"/>
    <w:rsid w:val="00A444D5"/>
    <w:rsid w:val="00A509D4"/>
    <w:rsid w:val="00A51CF0"/>
    <w:rsid w:val="00A52F9E"/>
    <w:rsid w:val="00A53976"/>
    <w:rsid w:val="00A54F6B"/>
    <w:rsid w:val="00A579E7"/>
    <w:rsid w:val="00A60788"/>
    <w:rsid w:val="00A62631"/>
    <w:rsid w:val="00A62809"/>
    <w:rsid w:val="00A663EC"/>
    <w:rsid w:val="00A6646C"/>
    <w:rsid w:val="00A67C93"/>
    <w:rsid w:val="00A711B0"/>
    <w:rsid w:val="00A7173A"/>
    <w:rsid w:val="00A72C06"/>
    <w:rsid w:val="00A755D3"/>
    <w:rsid w:val="00A766AF"/>
    <w:rsid w:val="00A77F03"/>
    <w:rsid w:val="00A812E3"/>
    <w:rsid w:val="00A812FA"/>
    <w:rsid w:val="00A8193B"/>
    <w:rsid w:val="00A81D17"/>
    <w:rsid w:val="00A81D95"/>
    <w:rsid w:val="00A84658"/>
    <w:rsid w:val="00A84921"/>
    <w:rsid w:val="00A8533F"/>
    <w:rsid w:val="00A8615A"/>
    <w:rsid w:val="00A8660B"/>
    <w:rsid w:val="00A91079"/>
    <w:rsid w:val="00A92676"/>
    <w:rsid w:val="00A92A5E"/>
    <w:rsid w:val="00A94498"/>
    <w:rsid w:val="00A94683"/>
    <w:rsid w:val="00A9517B"/>
    <w:rsid w:val="00A96C3B"/>
    <w:rsid w:val="00AA00EE"/>
    <w:rsid w:val="00AA034A"/>
    <w:rsid w:val="00AA22D9"/>
    <w:rsid w:val="00AA25C3"/>
    <w:rsid w:val="00AA2648"/>
    <w:rsid w:val="00AA499A"/>
    <w:rsid w:val="00AA4B91"/>
    <w:rsid w:val="00AA4BC9"/>
    <w:rsid w:val="00AA5F0F"/>
    <w:rsid w:val="00AA63ED"/>
    <w:rsid w:val="00AA72C4"/>
    <w:rsid w:val="00AB05BE"/>
    <w:rsid w:val="00AB15B8"/>
    <w:rsid w:val="00AB15E7"/>
    <w:rsid w:val="00AB2550"/>
    <w:rsid w:val="00AB4DA9"/>
    <w:rsid w:val="00AB5B52"/>
    <w:rsid w:val="00AB656E"/>
    <w:rsid w:val="00AC4631"/>
    <w:rsid w:val="00AC6BD7"/>
    <w:rsid w:val="00AC7E30"/>
    <w:rsid w:val="00AD0C65"/>
    <w:rsid w:val="00AD3133"/>
    <w:rsid w:val="00AD4925"/>
    <w:rsid w:val="00AD4B1B"/>
    <w:rsid w:val="00AD4E77"/>
    <w:rsid w:val="00AD608F"/>
    <w:rsid w:val="00AD7C41"/>
    <w:rsid w:val="00AE042D"/>
    <w:rsid w:val="00AE08A9"/>
    <w:rsid w:val="00AE12BC"/>
    <w:rsid w:val="00AE5B82"/>
    <w:rsid w:val="00AE61DA"/>
    <w:rsid w:val="00AE7A4A"/>
    <w:rsid w:val="00AF029E"/>
    <w:rsid w:val="00AF086C"/>
    <w:rsid w:val="00AF1A02"/>
    <w:rsid w:val="00AF40F9"/>
    <w:rsid w:val="00AF4622"/>
    <w:rsid w:val="00AF49DC"/>
    <w:rsid w:val="00AF6517"/>
    <w:rsid w:val="00AF6D23"/>
    <w:rsid w:val="00B0188A"/>
    <w:rsid w:val="00B0274C"/>
    <w:rsid w:val="00B03B03"/>
    <w:rsid w:val="00B04EDF"/>
    <w:rsid w:val="00B05C7E"/>
    <w:rsid w:val="00B0754A"/>
    <w:rsid w:val="00B07A00"/>
    <w:rsid w:val="00B17570"/>
    <w:rsid w:val="00B179DF"/>
    <w:rsid w:val="00B22FAB"/>
    <w:rsid w:val="00B2443D"/>
    <w:rsid w:val="00B248BA"/>
    <w:rsid w:val="00B25268"/>
    <w:rsid w:val="00B2622C"/>
    <w:rsid w:val="00B27714"/>
    <w:rsid w:val="00B27DD7"/>
    <w:rsid w:val="00B31437"/>
    <w:rsid w:val="00B316BE"/>
    <w:rsid w:val="00B33004"/>
    <w:rsid w:val="00B37F99"/>
    <w:rsid w:val="00B4165E"/>
    <w:rsid w:val="00B44501"/>
    <w:rsid w:val="00B4495D"/>
    <w:rsid w:val="00B4519A"/>
    <w:rsid w:val="00B458EB"/>
    <w:rsid w:val="00B5157A"/>
    <w:rsid w:val="00B51B5B"/>
    <w:rsid w:val="00B51D5A"/>
    <w:rsid w:val="00B56A02"/>
    <w:rsid w:val="00B57A1C"/>
    <w:rsid w:val="00B60341"/>
    <w:rsid w:val="00B62D13"/>
    <w:rsid w:val="00B62F48"/>
    <w:rsid w:val="00B642E7"/>
    <w:rsid w:val="00B649BE"/>
    <w:rsid w:val="00B66020"/>
    <w:rsid w:val="00B677EA"/>
    <w:rsid w:val="00B70915"/>
    <w:rsid w:val="00B742A3"/>
    <w:rsid w:val="00B74366"/>
    <w:rsid w:val="00B747A9"/>
    <w:rsid w:val="00B77480"/>
    <w:rsid w:val="00B80E7A"/>
    <w:rsid w:val="00B816F3"/>
    <w:rsid w:val="00B82BC3"/>
    <w:rsid w:val="00B82FC8"/>
    <w:rsid w:val="00B831F8"/>
    <w:rsid w:val="00B83466"/>
    <w:rsid w:val="00B84DCD"/>
    <w:rsid w:val="00B87942"/>
    <w:rsid w:val="00B9156E"/>
    <w:rsid w:val="00B93960"/>
    <w:rsid w:val="00B95EBE"/>
    <w:rsid w:val="00B9610B"/>
    <w:rsid w:val="00B96ED2"/>
    <w:rsid w:val="00BA06E4"/>
    <w:rsid w:val="00BA0D35"/>
    <w:rsid w:val="00BA1AF4"/>
    <w:rsid w:val="00BA3FF0"/>
    <w:rsid w:val="00BA5890"/>
    <w:rsid w:val="00BA7FF5"/>
    <w:rsid w:val="00BB22C1"/>
    <w:rsid w:val="00BB61E1"/>
    <w:rsid w:val="00BC0096"/>
    <w:rsid w:val="00BC0486"/>
    <w:rsid w:val="00BC050E"/>
    <w:rsid w:val="00BC1C88"/>
    <w:rsid w:val="00BC1D67"/>
    <w:rsid w:val="00BC1F84"/>
    <w:rsid w:val="00BC2196"/>
    <w:rsid w:val="00BC237C"/>
    <w:rsid w:val="00BC25A4"/>
    <w:rsid w:val="00BD3520"/>
    <w:rsid w:val="00BD4858"/>
    <w:rsid w:val="00BD5858"/>
    <w:rsid w:val="00BD683D"/>
    <w:rsid w:val="00BD6C0A"/>
    <w:rsid w:val="00BE16F0"/>
    <w:rsid w:val="00BE2F2B"/>
    <w:rsid w:val="00BE5E3D"/>
    <w:rsid w:val="00BE6096"/>
    <w:rsid w:val="00BE6603"/>
    <w:rsid w:val="00BF258F"/>
    <w:rsid w:val="00BF2BCE"/>
    <w:rsid w:val="00BF3463"/>
    <w:rsid w:val="00C020EB"/>
    <w:rsid w:val="00C02992"/>
    <w:rsid w:val="00C05293"/>
    <w:rsid w:val="00C05904"/>
    <w:rsid w:val="00C1047B"/>
    <w:rsid w:val="00C12403"/>
    <w:rsid w:val="00C12D77"/>
    <w:rsid w:val="00C13986"/>
    <w:rsid w:val="00C142F1"/>
    <w:rsid w:val="00C1438C"/>
    <w:rsid w:val="00C14598"/>
    <w:rsid w:val="00C157F4"/>
    <w:rsid w:val="00C17A4C"/>
    <w:rsid w:val="00C22463"/>
    <w:rsid w:val="00C229E9"/>
    <w:rsid w:val="00C24775"/>
    <w:rsid w:val="00C25A87"/>
    <w:rsid w:val="00C25C92"/>
    <w:rsid w:val="00C26702"/>
    <w:rsid w:val="00C26B53"/>
    <w:rsid w:val="00C2757E"/>
    <w:rsid w:val="00C3401C"/>
    <w:rsid w:val="00C34E3D"/>
    <w:rsid w:val="00C3588F"/>
    <w:rsid w:val="00C36A3B"/>
    <w:rsid w:val="00C36BB8"/>
    <w:rsid w:val="00C37818"/>
    <w:rsid w:val="00C3785A"/>
    <w:rsid w:val="00C4072B"/>
    <w:rsid w:val="00C43A67"/>
    <w:rsid w:val="00C43A94"/>
    <w:rsid w:val="00C45724"/>
    <w:rsid w:val="00C46A63"/>
    <w:rsid w:val="00C46B65"/>
    <w:rsid w:val="00C50B5E"/>
    <w:rsid w:val="00C51406"/>
    <w:rsid w:val="00C51543"/>
    <w:rsid w:val="00C522D9"/>
    <w:rsid w:val="00C53498"/>
    <w:rsid w:val="00C53BB2"/>
    <w:rsid w:val="00C557F8"/>
    <w:rsid w:val="00C55DCA"/>
    <w:rsid w:val="00C56A08"/>
    <w:rsid w:val="00C57E65"/>
    <w:rsid w:val="00C60217"/>
    <w:rsid w:val="00C6354D"/>
    <w:rsid w:val="00C66949"/>
    <w:rsid w:val="00C67E42"/>
    <w:rsid w:val="00C71BBD"/>
    <w:rsid w:val="00C7473B"/>
    <w:rsid w:val="00C75023"/>
    <w:rsid w:val="00C77517"/>
    <w:rsid w:val="00C77ED7"/>
    <w:rsid w:val="00C80B91"/>
    <w:rsid w:val="00C81A19"/>
    <w:rsid w:val="00C820FF"/>
    <w:rsid w:val="00C83683"/>
    <w:rsid w:val="00C8485B"/>
    <w:rsid w:val="00C85891"/>
    <w:rsid w:val="00C86747"/>
    <w:rsid w:val="00C90148"/>
    <w:rsid w:val="00C9124E"/>
    <w:rsid w:val="00C967F4"/>
    <w:rsid w:val="00C96FE6"/>
    <w:rsid w:val="00CA0262"/>
    <w:rsid w:val="00CA0F70"/>
    <w:rsid w:val="00CA12FF"/>
    <w:rsid w:val="00CA2081"/>
    <w:rsid w:val="00CA22EB"/>
    <w:rsid w:val="00CA2A8E"/>
    <w:rsid w:val="00CA37F2"/>
    <w:rsid w:val="00CA5690"/>
    <w:rsid w:val="00CA75DD"/>
    <w:rsid w:val="00CA7DFB"/>
    <w:rsid w:val="00CB0193"/>
    <w:rsid w:val="00CB131A"/>
    <w:rsid w:val="00CB2D8A"/>
    <w:rsid w:val="00CB31F1"/>
    <w:rsid w:val="00CB4D74"/>
    <w:rsid w:val="00CB5968"/>
    <w:rsid w:val="00CC0986"/>
    <w:rsid w:val="00CC49BA"/>
    <w:rsid w:val="00CC59C0"/>
    <w:rsid w:val="00CD0A8E"/>
    <w:rsid w:val="00CD5B22"/>
    <w:rsid w:val="00CD733C"/>
    <w:rsid w:val="00CE093C"/>
    <w:rsid w:val="00CE19BF"/>
    <w:rsid w:val="00CE1D01"/>
    <w:rsid w:val="00CE1D61"/>
    <w:rsid w:val="00CE2608"/>
    <w:rsid w:val="00CE6B2C"/>
    <w:rsid w:val="00CE7452"/>
    <w:rsid w:val="00CE7F65"/>
    <w:rsid w:val="00CF01EB"/>
    <w:rsid w:val="00CF135F"/>
    <w:rsid w:val="00CF441A"/>
    <w:rsid w:val="00CF4A31"/>
    <w:rsid w:val="00CF4C12"/>
    <w:rsid w:val="00CF4E40"/>
    <w:rsid w:val="00CF50E4"/>
    <w:rsid w:val="00CF53A0"/>
    <w:rsid w:val="00D010C3"/>
    <w:rsid w:val="00D0288A"/>
    <w:rsid w:val="00D05F4A"/>
    <w:rsid w:val="00D07136"/>
    <w:rsid w:val="00D12EB7"/>
    <w:rsid w:val="00D143CF"/>
    <w:rsid w:val="00D14415"/>
    <w:rsid w:val="00D144E2"/>
    <w:rsid w:val="00D150BA"/>
    <w:rsid w:val="00D167FC"/>
    <w:rsid w:val="00D170B1"/>
    <w:rsid w:val="00D25246"/>
    <w:rsid w:val="00D255A8"/>
    <w:rsid w:val="00D2698F"/>
    <w:rsid w:val="00D26B19"/>
    <w:rsid w:val="00D27162"/>
    <w:rsid w:val="00D30E42"/>
    <w:rsid w:val="00D321ED"/>
    <w:rsid w:val="00D328C3"/>
    <w:rsid w:val="00D33646"/>
    <w:rsid w:val="00D350BC"/>
    <w:rsid w:val="00D3516A"/>
    <w:rsid w:val="00D3547D"/>
    <w:rsid w:val="00D36306"/>
    <w:rsid w:val="00D417E8"/>
    <w:rsid w:val="00D41D37"/>
    <w:rsid w:val="00D43B61"/>
    <w:rsid w:val="00D440D2"/>
    <w:rsid w:val="00D46662"/>
    <w:rsid w:val="00D5109B"/>
    <w:rsid w:val="00D56C97"/>
    <w:rsid w:val="00D631F1"/>
    <w:rsid w:val="00D65126"/>
    <w:rsid w:val="00D6688D"/>
    <w:rsid w:val="00D66A04"/>
    <w:rsid w:val="00D672C2"/>
    <w:rsid w:val="00D70500"/>
    <w:rsid w:val="00D71558"/>
    <w:rsid w:val="00D722B5"/>
    <w:rsid w:val="00D74F16"/>
    <w:rsid w:val="00D7584C"/>
    <w:rsid w:val="00D759D7"/>
    <w:rsid w:val="00D76342"/>
    <w:rsid w:val="00D76D6C"/>
    <w:rsid w:val="00D838AA"/>
    <w:rsid w:val="00D843B6"/>
    <w:rsid w:val="00D8475D"/>
    <w:rsid w:val="00D85868"/>
    <w:rsid w:val="00D879FD"/>
    <w:rsid w:val="00D90706"/>
    <w:rsid w:val="00D964BD"/>
    <w:rsid w:val="00D96C86"/>
    <w:rsid w:val="00DA0895"/>
    <w:rsid w:val="00DA1135"/>
    <w:rsid w:val="00DA3617"/>
    <w:rsid w:val="00DB0456"/>
    <w:rsid w:val="00DB55EF"/>
    <w:rsid w:val="00DC061D"/>
    <w:rsid w:val="00DC1980"/>
    <w:rsid w:val="00DC1C07"/>
    <w:rsid w:val="00DC5037"/>
    <w:rsid w:val="00DC5697"/>
    <w:rsid w:val="00DC7C73"/>
    <w:rsid w:val="00DD26BF"/>
    <w:rsid w:val="00DD2F49"/>
    <w:rsid w:val="00DD5699"/>
    <w:rsid w:val="00DD66BD"/>
    <w:rsid w:val="00DD76F6"/>
    <w:rsid w:val="00DE00B0"/>
    <w:rsid w:val="00DE0169"/>
    <w:rsid w:val="00DE1721"/>
    <w:rsid w:val="00DE3837"/>
    <w:rsid w:val="00DE61E7"/>
    <w:rsid w:val="00DE6368"/>
    <w:rsid w:val="00DE6D85"/>
    <w:rsid w:val="00DF25D2"/>
    <w:rsid w:val="00DF5D8B"/>
    <w:rsid w:val="00DF610E"/>
    <w:rsid w:val="00DF69C1"/>
    <w:rsid w:val="00DF73C2"/>
    <w:rsid w:val="00E0016F"/>
    <w:rsid w:val="00E010E5"/>
    <w:rsid w:val="00E01337"/>
    <w:rsid w:val="00E023A0"/>
    <w:rsid w:val="00E02AD9"/>
    <w:rsid w:val="00E04496"/>
    <w:rsid w:val="00E04D70"/>
    <w:rsid w:val="00E065A3"/>
    <w:rsid w:val="00E0676D"/>
    <w:rsid w:val="00E06E47"/>
    <w:rsid w:val="00E10BF8"/>
    <w:rsid w:val="00E12D52"/>
    <w:rsid w:val="00E148E5"/>
    <w:rsid w:val="00E152B9"/>
    <w:rsid w:val="00E157CB"/>
    <w:rsid w:val="00E15EDD"/>
    <w:rsid w:val="00E22567"/>
    <w:rsid w:val="00E23A1E"/>
    <w:rsid w:val="00E246FA"/>
    <w:rsid w:val="00E27A3B"/>
    <w:rsid w:val="00E33289"/>
    <w:rsid w:val="00E33565"/>
    <w:rsid w:val="00E349A1"/>
    <w:rsid w:val="00E34F92"/>
    <w:rsid w:val="00E35180"/>
    <w:rsid w:val="00E37667"/>
    <w:rsid w:val="00E379AE"/>
    <w:rsid w:val="00E37CB5"/>
    <w:rsid w:val="00E37D5F"/>
    <w:rsid w:val="00E409EE"/>
    <w:rsid w:val="00E42857"/>
    <w:rsid w:val="00E442ED"/>
    <w:rsid w:val="00E44EC2"/>
    <w:rsid w:val="00E45D90"/>
    <w:rsid w:val="00E46E1B"/>
    <w:rsid w:val="00E47246"/>
    <w:rsid w:val="00E5145E"/>
    <w:rsid w:val="00E53F2B"/>
    <w:rsid w:val="00E57C2E"/>
    <w:rsid w:val="00E60293"/>
    <w:rsid w:val="00E60453"/>
    <w:rsid w:val="00E60B3C"/>
    <w:rsid w:val="00E630FF"/>
    <w:rsid w:val="00E63113"/>
    <w:rsid w:val="00E64851"/>
    <w:rsid w:val="00E65173"/>
    <w:rsid w:val="00E66B52"/>
    <w:rsid w:val="00E725D2"/>
    <w:rsid w:val="00E73EAB"/>
    <w:rsid w:val="00E76A4E"/>
    <w:rsid w:val="00E775E2"/>
    <w:rsid w:val="00E77E41"/>
    <w:rsid w:val="00E77F52"/>
    <w:rsid w:val="00E820DB"/>
    <w:rsid w:val="00E86BA8"/>
    <w:rsid w:val="00E86F57"/>
    <w:rsid w:val="00E90947"/>
    <w:rsid w:val="00E91783"/>
    <w:rsid w:val="00E92305"/>
    <w:rsid w:val="00E95EF1"/>
    <w:rsid w:val="00E97144"/>
    <w:rsid w:val="00E97599"/>
    <w:rsid w:val="00E97A3E"/>
    <w:rsid w:val="00EA04EA"/>
    <w:rsid w:val="00EA17D8"/>
    <w:rsid w:val="00EA316E"/>
    <w:rsid w:val="00EA3A18"/>
    <w:rsid w:val="00EB13D7"/>
    <w:rsid w:val="00EB3138"/>
    <w:rsid w:val="00EB5F86"/>
    <w:rsid w:val="00EB64FC"/>
    <w:rsid w:val="00EB6B68"/>
    <w:rsid w:val="00EB7AA9"/>
    <w:rsid w:val="00EC0F9B"/>
    <w:rsid w:val="00EC20A4"/>
    <w:rsid w:val="00EC40C4"/>
    <w:rsid w:val="00EC4E40"/>
    <w:rsid w:val="00EC62D3"/>
    <w:rsid w:val="00EC753F"/>
    <w:rsid w:val="00ED0319"/>
    <w:rsid w:val="00ED0963"/>
    <w:rsid w:val="00ED2C21"/>
    <w:rsid w:val="00ED2C82"/>
    <w:rsid w:val="00ED40A6"/>
    <w:rsid w:val="00ED4AB3"/>
    <w:rsid w:val="00ED55FA"/>
    <w:rsid w:val="00ED66B4"/>
    <w:rsid w:val="00ED6FBD"/>
    <w:rsid w:val="00ED7556"/>
    <w:rsid w:val="00ED7B38"/>
    <w:rsid w:val="00ED7D01"/>
    <w:rsid w:val="00EE1031"/>
    <w:rsid w:val="00EE1F5F"/>
    <w:rsid w:val="00EE293D"/>
    <w:rsid w:val="00EE49A0"/>
    <w:rsid w:val="00EE59BD"/>
    <w:rsid w:val="00EE6333"/>
    <w:rsid w:val="00EE64B8"/>
    <w:rsid w:val="00EF04A8"/>
    <w:rsid w:val="00EF1EDF"/>
    <w:rsid w:val="00EF28C7"/>
    <w:rsid w:val="00EF49B3"/>
    <w:rsid w:val="00EF5969"/>
    <w:rsid w:val="00EF6056"/>
    <w:rsid w:val="00EF6F61"/>
    <w:rsid w:val="00EF7697"/>
    <w:rsid w:val="00F00CD6"/>
    <w:rsid w:val="00F07903"/>
    <w:rsid w:val="00F07E64"/>
    <w:rsid w:val="00F11189"/>
    <w:rsid w:val="00F11593"/>
    <w:rsid w:val="00F11AE2"/>
    <w:rsid w:val="00F11AF3"/>
    <w:rsid w:val="00F13483"/>
    <w:rsid w:val="00F14886"/>
    <w:rsid w:val="00F160D7"/>
    <w:rsid w:val="00F16E16"/>
    <w:rsid w:val="00F17877"/>
    <w:rsid w:val="00F20364"/>
    <w:rsid w:val="00F2149F"/>
    <w:rsid w:val="00F21F21"/>
    <w:rsid w:val="00F25619"/>
    <w:rsid w:val="00F2645B"/>
    <w:rsid w:val="00F26F61"/>
    <w:rsid w:val="00F27BEE"/>
    <w:rsid w:val="00F27CE4"/>
    <w:rsid w:val="00F3149C"/>
    <w:rsid w:val="00F31BC3"/>
    <w:rsid w:val="00F31E54"/>
    <w:rsid w:val="00F3297B"/>
    <w:rsid w:val="00F35A3B"/>
    <w:rsid w:val="00F3754A"/>
    <w:rsid w:val="00F4075B"/>
    <w:rsid w:val="00F4077E"/>
    <w:rsid w:val="00F409A8"/>
    <w:rsid w:val="00F40E1F"/>
    <w:rsid w:val="00F416B2"/>
    <w:rsid w:val="00F42589"/>
    <w:rsid w:val="00F510B4"/>
    <w:rsid w:val="00F517C7"/>
    <w:rsid w:val="00F529D2"/>
    <w:rsid w:val="00F53B41"/>
    <w:rsid w:val="00F54215"/>
    <w:rsid w:val="00F54CDC"/>
    <w:rsid w:val="00F56415"/>
    <w:rsid w:val="00F60085"/>
    <w:rsid w:val="00F638FE"/>
    <w:rsid w:val="00F63AD3"/>
    <w:rsid w:val="00F6731F"/>
    <w:rsid w:val="00F73498"/>
    <w:rsid w:val="00F74427"/>
    <w:rsid w:val="00F74526"/>
    <w:rsid w:val="00F7489D"/>
    <w:rsid w:val="00F74BF8"/>
    <w:rsid w:val="00F75B3E"/>
    <w:rsid w:val="00F7688D"/>
    <w:rsid w:val="00F80B41"/>
    <w:rsid w:val="00F81123"/>
    <w:rsid w:val="00F828C5"/>
    <w:rsid w:val="00F82AE5"/>
    <w:rsid w:val="00F831EC"/>
    <w:rsid w:val="00F8347A"/>
    <w:rsid w:val="00F872A9"/>
    <w:rsid w:val="00F87448"/>
    <w:rsid w:val="00F9373D"/>
    <w:rsid w:val="00F93E8D"/>
    <w:rsid w:val="00F951ED"/>
    <w:rsid w:val="00F95CE2"/>
    <w:rsid w:val="00F96D51"/>
    <w:rsid w:val="00F97FB8"/>
    <w:rsid w:val="00FA4E03"/>
    <w:rsid w:val="00FA5730"/>
    <w:rsid w:val="00FA65A9"/>
    <w:rsid w:val="00FA68F3"/>
    <w:rsid w:val="00FB0C8B"/>
    <w:rsid w:val="00FB0D13"/>
    <w:rsid w:val="00FB2C1A"/>
    <w:rsid w:val="00FB3F0D"/>
    <w:rsid w:val="00FB58C4"/>
    <w:rsid w:val="00FB5C32"/>
    <w:rsid w:val="00FB6F9D"/>
    <w:rsid w:val="00FC104E"/>
    <w:rsid w:val="00FC26FD"/>
    <w:rsid w:val="00FC66BC"/>
    <w:rsid w:val="00FC7535"/>
    <w:rsid w:val="00FC7EAB"/>
    <w:rsid w:val="00FC7F56"/>
    <w:rsid w:val="00FD0D6D"/>
    <w:rsid w:val="00FD15B4"/>
    <w:rsid w:val="00FD2AF4"/>
    <w:rsid w:val="00FD40F1"/>
    <w:rsid w:val="00FD49E3"/>
    <w:rsid w:val="00FD49EF"/>
    <w:rsid w:val="00FD4F5E"/>
    <w:rsid w:val="00FD637B"/>
    <w:rsid w:val="00FE10CE"/>
    <w:rsid w:val="00FE1113"/>
    <w:rsid w:val="00FF151B"/>
    <w:rsid w:val="00FF17BA"/>
    <w:rsid w:val="00FF1D1C"/>
    <w:rsid w:val="00FF1FAC"/>
    <w:rsid w:val="00FF1FB2"/>
    <w:rsid w:val="00FF3F39"/>
    <w:rsid w:val="00FF52DB"/>
    <w:rsid w:val="00FF6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45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D3942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0D39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D3942"/>
    <w:rPr>
      <w:rFonts w:ascii="Tahoma" w:hAnsi="Tahoma" w:cs="Tahoma"/>
      <w:sz w:val="16"/>
      <w:szCs w:val="16"/>
      <w:lang w:eastAsia="hr-HR"/>
    </w:rPr>
  </w:style>
  <w:style w:type="character" w:styleId="FollowedHyperlink">
    <w:name w:val="FollowedHyperlink"/>
    <w:basedOn w:val="DefaultParagraphFont"/>
    <w:uiPriority w:val="99"/>
    <w:semiHidden/>
    <w:rsid w:val="006043D5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hyperlink" Target="http://www.youtube.com/user/zondleDotCom?ob=0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zondle.com/cdl.aspx?qp=9193&amp;a=1" TargetMode="External"/><Relationship Id="rId12" Type="http://schemas.openxmlformats.org/officeDocument/2006/relationships/image" Target="media/image6.png"/><Relationship Id="rId17" Type="http://schemas.openxmlformats.org/officeDocument/2006/relationships/hyperlink" Target="http://blog.zondle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ondle.com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hyperlink" Target="http://blog.zondle.com/2012/03/zondle-welcomes-os-veliki-bukovec-to.html" TargetMode="External"/><Relationship Id="rId10" Type="http://schemas.openxmlformats.org/officeDocument/2006/relationships/image" Target="media/image4.png"/><Relationship Id="rId19" Type="http://schemas.openxmlformats.org/officeDocument/2006/relationships/hyperlink" Target="http://www.zondle.com/publicPages/videos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ondle.com" TargetMode="External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214</TotalTime>
  <Pages>4</Pages>
  <Words>673</Words>
  <Characters>3841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Kralj</dc:creator>
  <cp:keywords/>
  <dc:description/>
  <cp:lastModifiedBy>akovac</cp:lastModifiedBy>
  <cp:revision>22</cp:revision>
  <dcterms:created xsi:type="dcterms:W3CDTF">2012-06-06T18:40:00Z</dcterms:created>
  <dcterms:modified xsi:type="dcterms:W3CDTF">2012-06-12T07:35:00Z</dcterms:modified>
</cp:coreProperties>
</file>